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3977" w:rsidRDefault="007A3977">
      <w:pPr>
        <w:pStyle w:val="Heading3"/>
        <w:rPr>
          <w:color w:val="000000"/>
        </w:rPr>
      </w:pPr>
    </w:p>
    <w:p w:rsidR="007A3977" w:rsidRDefault="007A3977" w:rsidP="00427EAF">
      <w:pPr>
        <w:rPr>
          <w:rFonts w:ascii="Arial" w:hAnsi="Arial" w:cs="Arial"/>
          <w:b/>
          <w:bCs/>
          <w:color w:val="000000"/>
          <w:sz w:val="32"/>
          <w:szCs w:val="28"/>
          <w:lang w:eastAsia="en-US"/>
        </w:rPr>
      </w:pPr>
      <w:r>
        <w:rPr>
          <w:rFonts w:ascii="Arial" w:hAnsi="Arial" w:cs="Arial"/>
          <w:b/>
          <w:sz w:val="32"/>
          <w:szCs w:val="28"/>
          <w:u w:val="single"/>
        </w:rPr>
        <w:t>Płaszczyzna 3</w:t>
      </w:r>
      <w:r w:rsidRPr="00B344F5">
        <w:rPr>
          <w:rFonts w:ascii="Arial" w:hAnsi="Arial" w:cs="Arial"/>
          <w:b/>
          <w:bCs/>
          <w:color w:val="000000"/>
          <w:sz w:val="32"/>
          <w:szCs w:val="28"/>
          <w:lang w:eastAsia="en-US"/>
        </w:rPr>
        <w:t xml:space="preserve"> </w:t>
      </w:r>
      <w:r>
        <w:rPr>
          <w:rFonts w:ascii="Arial" w:hAnsi="Arial" w:cs="Arial"/>
          <w:b/>
          <w:bCs/>
          <w:color w:val="000000"/>
          <w:sz w:val="32"/>
          <w:szCs w:val="28"/>
          <w:lang w:eastAsia="en-US"/>
        </w:rPr>
        <w:t>–</w:t>
      </w:r>
      <w:r w:rsidRPr="00B344F5">
        <w:rPr>
          <w:rFonts w:ascii="Arial" w:hAnsi="Arial" w:cs="Arial"/>
          <w:b/>
          <w:bCs/>
          <w:color w:val="000000"/>
          <w:sz w:val="32"/>
          <w:szCs w:val="28"/>
          <w:lang w:eastAsia="en-US"/>
        </w:rPr>
        <w:t xml:space="preserve"> </w:t>
      </w:r>
      <w:r>
        <w:rPr>
          <w:rFonts w:ascii="Arial" w:hAnsi="Arial" w:cs="Arial"/>
          <w:b/>
          <w:bCs/>
          <w:color w:val="000000"/>
          <w:sz w:val="32"/>
          <w:szCs w:val="28"/>
          <w:lang w:eastAsia="en-US"/>
        </w:rPr>
        <w:t>Infrastruktura współpracy, tworzenie warunków do społecznej aktywności.</w:t>
      </w:r>
    </w:p>
    <w:p w:rsidR="007A3977" w:rsidRDefault="007A3977" w:rsidP="00427EAF">
      <w:pPr>
        <w:rPr>
          <w:rFonts w:ascii="Calibri" w:hAnsi="Calibri"/>
          <w:color w:val="000000"/>
        </w:rPr>
      </w:pPr>
    </w:p>
    <w:p w:rsidR="007A3977" w:rsidRPr="00B344F5" w:rsidRDefault="007A3977" w:rsidP="00427EAF">
      <w:pPr>
        <w:pStyle w:val="Heading3"/>
        <w:rPr>
          <w:rFonts w:ascii="Calibri" w:hAnsi="Calibri"/>
          <w:i w:val="0"/>
          <w:color w:val="000000"/>
          <w:sz w:val="28"/>
        </w:rPr>
      </w:pPr>
      <w:r w:rsidRPr="00B344F5">
        <w:rPr>
          <w:rFonts w:ascii="Calibri" w:hAnsi="Calibri"/>
          <w:i w:val="0"/>
          <w:color w:val="000000"/>
          <w:sz w:val="28"/>
        </w:rPr>
        <w:t xml:space="preserve">Obszar 1. </w:t>
      </w:r>
      <w:r>
        <w:rPr>
          <w:rFonts w:ascii="Arial Narrow" w:hAnsi="Arial Narrow" w:cs="Aller"/>
          <w:i w:val="0"/>
          <w:color w:val="000000"/>
          <w:sz w:val="28"/>
        </w:rPr>
        <w:t xml:space="preserve">System wspierania inicjatyw obywatelskich i organizacji pozarządowych </w:t>
      </w:r>
    </w:p>
    <w:p w:rsidR="007A3977" w:rsidRDefault="007A3977" w:rsidP="00427EAF">
      <w:pPr>
        <w:pStyle w:val="Heading3"/>
        <w:rPr>
          <w:rFonts w:ascii="Calibri" w:hAnsi="Calibri"/>
          <w:color w:val="000000"/>
        </w:rPr>
      </w:pPr>
    </w:p>
    <w:p w:rsidR="007A3977" w:rsidRDefault="007A3977" w:rsidP="00427EAF">
      <w:pPr>
        <w:pStyle w:val="Heading3"/>
        <w:jc w:val="both"/>
        <w:rPr>
          <w:color w:val="000000"/>
        </w:rPr>
      </w:pPr>
      <w:r w:rsidRPr="00B344F5">
        <w:rPr>
          <w:rFonts w:ascii="Calibri" w:hAnsi="Calibri"/>
          <w:i w:val="0"/>
          <w:color w:val="000000"/>
          <w:sz w:val="24"/>
          <w:u w:val="single"/>
        </w:rPr>
        <w:t xml:space="preserve">Procedura 1. </w:t>
      </w:r>
      <w:r>
        <w:rPr>
          <w:rFonts w:ascii="Calibri" w:hAnsi="Calibri"/>
          <w:i w:val="0"/>
          <w:color w:val="000000"/>
          <w:sz w:val="24"/>
          <w:u w:val="single"/>
        </w:rPr>
        <w:t xml:space="preserve">Opracowanie procedur dot. zapisów w programie współpracy uwzględniających wsparcie instytucjonalne, np. poprzez zlecanie zadań publicznych w ramach art. 4 ust. 1 pkt. 33 uodpp. </w:t>
      </w:r>
    </w:p>
    <w:p w:rsidR="007A3977" w:rsidRDefault="007A3977">
      <w:pPr>
        <w:pStyle w:val="Heading3"/>
        <w:rPr>
          <w:color w:val="000000"/>
        </w:rPr>
      </w:pPr>
    </w:p>
    <w:p w:rsidR="007A3977" w:rsidRPr="00427EAF" w:rsidRDefault="007A3977">
      <w:pPr>
        <w:pStyle w:val="Heading3"/>
        <w:rPr>
          <w:rFonts w:ascii="Calibri" w:hAnsi="Calibri" w:cs="Arial"/>
          <w:b w:val="0"/>
          <w:i w:val="0"/>
          <w:sz w:val="24"/>
          <w:szCs w:val="24"/>
        </w:rPr>
      </w:pPr>
      <w:r w:rsidRPr="00427EAF">
        <w:rPr>
          <w:rFonts w:ascii="Calibri" w:hAnsi="Calibri" w:cs="Arial"/>
          <w:b w:val="0"/>
          <w:i w:val="0"/>
          <w:color w:val="000000"/>
          <w:sz w:val="24"/>
          <w:szCs w:val="24"/>
        </w:rPr>
        <w:t>Proces 22</w:t>
      </w:r>
    </w:p>
    <w:p w:rsidR="007A3977" w:rsidRDefault="007A3977">
      <w:pPr>
        <w:pStyle w:val="podproceduraodstep"/>
      </w:pPr>
    </w:p>
    <w:p w:rsidR="007A3977" w:rsidRDefault="007A3977">
      <w:pPr>
        <w:pStyle w:val="podproceduratabelaItytu3"/>
      </w:pPr>
      <w:r>
        <w:rPr>
          <w:color w:val="000000"/>
        </w:rPr>
        <w:t>TABELA I INICJACJA PODPROCEDURY</w:t>
      </w:r>
    </w:p>
    <w:p w:rsidR="007A3977" w:rsidRDefault="007A3977">
      <w:pPr>
        <w:widowControl w:val="0"/>
        <w:rPr>
          <w:rFonts w:ascii="Arial" w:hAnsi="Arial" w:cs="Arial"/>
          <w:sz w:val="24"/>
          <w:szCs w:val="24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551"/>
        <w:gridCol w:w="4337"/>
        <w:gridCol w:w="4819"/>
      </w:tblGrid>
      <w:tr w:rsidR="007A3977" w:rsidRPr="006C3C19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977" w:rsidRPr="006C3C19" w:rsidRDefault="007A3977">
            <w:pPr>
              <w:pStyle w:val="podproceduratabelaInag3wek"/>
            </w:pPr>
            <w:r w:rsidRPr="006C3C19">
              <w:rPr>
                <w:color w:val="000000"/>
              </w:rPr>
              <w:t>L.p.</w:t>
            </w:r>
          </w:p>
        </w:tc>
        <w:tc>
          <w:tcPr>
            <w:tcW w:w="4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977" w:rsidRPr="006C3C19" w:rsidRDefault="007A3977">
            <w:pPr>
              <w:pStyle w:val="podproceduratabelaInag3wek"/>
            </w:pPr>
            <w:r w:rsidRPr="006C3C19">
              <w:rPr>
                <w:color w:val="000000"/>
              </w:rPr>
              <w:t>Dostawca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977" w:rsidRPr="006C3C19" w:rsidRDefault="007A3977">
            <w:pPr>
              <w:pStyle w:val="podproceduratabelaInag3wek"/>
            </w:pPr>
            <w:r w:rsidRPr="006C3C19">
              <w:rPr>
                <w:color w:val="000000"/>
              </w:rPr>
              <w:t>Zdarzenie; Dokument</w:t>
            </w:r>
          </w:p>
        </w:tc>
      </w:tr>
      <w:tr w:rsidR="007A3977" w:rsidRPr="006C3C19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977" w:rsidRPr="006C3C19" w:rsidRDefault="007A3977">
            <w:pPr>
              <w:pStyle w:val="podproceduratabelaItreoa"/>
            </w:pPr>
            <w:r w:rsidRPr="006C3C19">
              <w:rPr>
                <w:color w:val="000000"/>
              </w:rPr>
              <w:t xml:space="preserve"> 1.</w:t>
            </w:r>
          </w:p>
        </w:tc>
        <w:tc>
          <w:tcPr>
            <w:tcW w:w="4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977" w:rsidRPr="006C3C19" w:rsidRDefault="007A3977">
            <w:pPr>
              <w:pStyle w:val="podproceduratabelaItreoa"/>
            </w:pP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977" w:rsidRPr="006C3C19" w:rsidRDefault="007A3977">
            <w:pPr>
              <w:pStyle w:val="podproceduratabelaItreoa"/>
            </w:pPr>
            <w:r w:rsidRPr="006C3C19">
              <w:rPr>
                <w:color w:val="000000"/>
              </w:rPr>
              <w:t>Wpłynął wniosek od NGO</w:t>
            </w:r>
          </w:p>
        </w:tc>
      </w:tr>
    </w:tbl>
    <w:p w:rsidR="007A3977" w:rsidRDefault="007A3977">
      <w:pPr>
        <w:widowControl w:val="0"/>
        <w:rPr>
          <w:color w:val="000000"/>
        </w:rPr>
      </w:pPr>
    </w:p>
    <w:p w:rsidR="007A3977" w:rsidRDefault="007A3977">
      <w:pPr>
        <w:pStyle w:val="podproceduraodstep"/>
        <w:rPr>
          <w:color w:val="000000"/>
        </w:rPr>
      </w:pPr>
    </w:p>
    <w:p w:rsidR="007A3977" w:rsidRDefault="007A3977">
      <w:pPr>
        <w:pStyle w:val="apodproceduratabelaIItytu3"/>
      </w:pPr>
      <w:r>
        <w:rPr>
          <w:color w:val="000000"/>
        </w:rPr>
        <w:t>TABELA II OPIS PRACY</w:t>
      </w:r>
    </w:p>
    <w:p w:rsidR="007A3977" w:rsidRDefault="007A3977">
      <w:pPr>
        <w:widowControl w:val="0"/>
        <w:rPr>
          <w:rFonts w:ascii="Arial" w:hAnsi="Arial" w:cs="Arial"/>
          <w:sz w:val="24"/>
          <w:szCs w:val="24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551"/>
        <w:gridCol w:w="1542"/>
        <w:gridCol w:w="4530"/>
        <w:gridCol w:w="1542"/>
        <w:gridCol w:w="1542"/>
      </w:tblGrid>
      <w:tr w:rsidR="007A3977" w:rsidRPr="006C3C19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nag3wek2"/>
            </w:pPr>
            <w:r w:rsidRPr="006C3C19">
              <w:rPr>
                <w:color w:val="000000"/>
              </w:rPr>
              <w:t>L.p.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nag3wek2"/>
            </w:pPr>
            <w:r w:rsidRPr="006C3C19">
              <w:rPr>
                <w:color w:val="000000"/>
              </w:rPr>
              <w:t>Dokument na wejściu do czynności</w:t>
            </w:r>
          </w:p>
        </w:tc>
        <w:tc>
          <w:tcPr>
            <w:tcW w:w="4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nag3wek2"/>
            </w:pPr>
            <w:r w:rsidRPr="006C3C19">
              <w:rPr>
                <w:color w:val="000000"/>
              </w:rPr>
              <w:t>Opis czynności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nag3wek2"/>
            </w:pPr>
            <w:r w:rsidRPr="006C3C19">
              <w:rPr>
                <w:color w:val="000000"/>
              </w:rPr>
              <w:t>Dokument na wyjściu z czynności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nag3wek2"/>
            </w:pPr>
            <w:r w:rsidRPr="006C3C19">
              <w:rPr>
                <w:color w:val="000000"/>
              </w:rPr>
              <w:t>Stanowisko wykonujące czynność</w:t>
            </w:r>
          </w:p>
        </w:tc>
      </w:tr>
      <w:tr w:rsidR="007A3977" w:rsidRPr="006C3C19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n"/>
            </w:pPr>
            <w:r w:rsidRPr="006C3C19">
              <w:rPr>
                <w:color w:val="000000"/>
              </w:rPr>
              <w:t>1.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n"/>
              <w:rPr>
                <w:color w:val="000000"/>
              </w:rPr>
            </w:pPr>
            <w:r w:rsidRPr="006C3C19">
              <w:rPr>
                <w:color w:val="000000"/>
              </w:rPr>
              <w:t>Lista form wsparcia instytucjonalnego, które powinny zostać zapisane w formie współpracy</w:t>
            </w:r>
          </w:p>
        </w:tc>
        <w:tc>
          <w:tcPr>
            <w:tcW w:w="4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b"/>
            </w:pPr>
            <w:r w:rsidRPr="006C3C19">
              <w:rPr>
                <w:color w:val="000000"/>
              </w:rPr>
              <w:t xml:space="preserve">Oszacowanie skutków finansowych przyjęcia proponowanych form wsparcia </w:t>
            </w:r>
          </w:p>
          <w:p w:rsidR="007A3977" w:rsidRPr="006C3C19" w:rsidRDefault="007A3977">
            <w:pPr>
              <w:pStyle w:val="apodproceduratabelaIItreoar"/>
            </w:pPr>
          </w:p>
          <w:p w:rsidR="007A3977" w:rsidRPr="006C3C19" w:rsidRDefault="007A3977">
            <w:pPr>
              <w:pStyle w:val="apodproceduratabelaIItreoar"/>
            </w:pPr>
            <w:r w:rsidRPr="006C3C19">
              <w:rPr>
                <w:color w:val="000000"/>
              </w:rPr>
              <w:t>Możliwość kontynuacji</w:t>
            </w:r>
          </w:p>
          <w:p w:rsidR="007A3977" w:rsidRPr="006C3C19" w:rsidRDefault="007A3977">
            <w:pPr>
              <w:rPr>
                <w:color w:val="000000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n"/>
              <w:rPr>
                <w:color w:val="000000"/>
              </w:rPr>
            </w:pPr>
            <w:r w:rsidRPr="006C3C19">
              <w:rPr>
                <w:color w:val="000000"/>
              </w:rPr>
              <w:t>Lista form wsparcia instytucjonalnego, które powinny zostać zapisane w formie współpracy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n"/>
              <w:rPr>
                <w:color w:val="000000"/>
              </w:rPr>
            </w:pPr>
            <w:r w:rsidRPr="006C3C19">
              <w:rPr>
                <w:color w:val="000000"/>
              </w:rPr>
              <w:t>Zespół Zadaniowy ds. tworzenia programu współpracy z NGO</w:t>
            </w:r>
          </w:p>
        </w:tc>
      </w:tr>
      <w:tr w:rsidR="007A3977" w:rsidRPr="006C3C19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n"/>
            </w:pPr>
            <w:r w:rsidRPr="006C3C19">
              <w:rPr>
                <w:color w:val="000000"/>
              </w:rPr>
              <w:t>2.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n"/>
              <w:rPr>
                <w:color w:val="000000"/>
              </w:rPr>
            </w:pPr>
            <w:r w:rsidRPr="006C3C19">
              <w:rPr>
                <w:color w:val="000000"/>
              </w:rPr>
              <w:t>Wniosek dot. ujęcia w programie współpracy informacji dotyczących wsparcia instytucjonalnego</w:t>
            </w:r>
          </w:p>
        </w:tc>
        <w:tc>
          <w:tcPr>
            <w:tcW w:w="4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b"/>
            </w:pPr>
            <w:r w:rsidRPr="006C3C19">
              <w:rPr>
                <w:color w:val="000000"/>
              </w:rPr>
              <w:t>Przekazanie wniosku do Zespołu Zadaniowego ds. tworzenia programu</w:t>
            </w:r>
          </w:p>
          <w:p w:rsidR="007A3977" w:rsidRPr="006C3C19" w:rsidRDefault="007A3977">
            <w:pPr>
              <w:pStyle w:val="apodproceduratabelaIItreoar"/>
            </w:pPr>
          </w:p>
          <w:p w:rsidR="007A3977" w:rsidRPr="006C3C19" w:rsidRDefault="007A3977">
            <w:pPr>
              <w:pStyle w:val="apodproceduratabelaIItreoar"/>
            </w:pPr>
            <w:r w:rsidRPr="006C3C19">
              <w:rPr>
                <w:color w:val="000000"/>
              </w:rPr>
              <w:t>Możliwość kontynuacji</w:t>
            </w:r>
          </w:p>
          <w:p w:rsidR="007A3977" w:rsidRPr="006C3C19" w:rsidRDefault="007A3977">
            <w:pPr>
              <w:rPr>
                <w:color w:val="000000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n"/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n"/>
              <w:rPr>
                <w:color w:val="000000"/>
              </w:rPr>
            </w:pPr>
            <w:r w:rsidRPr="006C3C19">
              <w:rPr>
                <w:color w:val="000000"/>
              </w:rPr>
              <w:t>Wydział Oświaty, Kultury i Promocji (OKP)</w:t>
            </w:r>
          </w:p>
        </w:tc>
      </w:tr>
      <w:tr w:rsidR="007A3977" w:rsidRPr="006C3C19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n"/>
            </w:pPr>
            <w:r w:rsidRPr="006C3C19">
              <w:rPr>
                <w:color w:val="000000"/>
              </w:rPr>
              <w:t>3.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n"/>
              <w:rPr>
                <w:color w:val="000000"/>
              </w:rPr>
            </w:pPr>
            <w:r w:rsidRPr="006C3C19">
              <w:rPr>
                <w:color w:val="000000"/>
              </w:rPr>
              <w:t>Wniosek dot. ujęcia w programie współpracy informacji dotyczących wsparcia instytucjonalnego</w:t>
            </w:r>
          </w:p>
        </w:tc>
        <w:tc>
          <w:tcPr>
            <w:tcW w:w="4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b"/>
            </w:pPr>
            <w:r w:rsidRPr="006C3C19">
              <w:rPr>
                <w:color w:val="000000"/>
              </w:rPr>
              <w:t xml:space="preserve">Ułożenie listy form wsparcia instytucjonalnego, które powinny być zapisane w programie współpracy </w:t>
            </w:r>
          </w:p>
          <w:p w:rsidR="007A3977" w:rsidRPr="006C3C19" w:rsidRDefault="007A3977">
            <w:pPr>
              <w:pStyle w:val="apodproceduratabelaIItreoar"/>
            </w:pPr>
          </w:p>
          <w:p w:rsidR="007A3977" w:rsidRPr="006C3C19" w:rsidRDefault="007A3977">
            <w:pPr>
              <w:pStyle w:val="apodproceduratabelaIItreoar"/>
            </w:pPr>
            <w:r w:rsidRPr="006C3C19">
              <w:rPr>
                <w:color w:val="000000"/>
              </w:rPr>
              <w:t>Możliwość kontynuacji</w:t>
            </w:r>
          </w:p>
          <w:p w:rsidR="007A3977" w:rsidRPr="006C3C19" w:rsidRDefault="007A3977">
            <w:pPr>
              <w:rPr>
                <w:color w:val="000000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n"/>
              <w:rPr>
                <w:color w:val="000000"/>
              </w:rPr>
            </w:pPr>
            <w:r w:rsidRPr="006C3C19">
              <w:rPr>
                <w:color w:val="000000"/>
              </w:rPr>
              <w:t>Lista form wsparcia instytucjonalnego, które powinny zostać zapisane w formie współpracy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n"/>
              <w:rPr>
                <w:color w:val="000000"/>
              </w:rPr>
            </w:pPr>
            <w:r w:rsidRPr="006C3C19">
              <w:rPr>
                <w:color w:val="000000"/>
              </w:rPr>
              <w:t>Zespół Zadaniowy ds. tworzenia programu współpracy z NGO</w:t>
            </w:r>
          </w:p>
        </w:tc>
      </w:tr>
    </w:tbl>
    <w:p w:rsidR="007A3977" w:rsidRDefault="007A3977">
      <w:pPr>
        <w:widowControl w:val="0"/>
        <w:rPr>
          <w:color w:val="000000"/>
        </w:rPr>
      </w:pPr>
    </w:p>
    <w:p w:rsidR="007A3977" w:rsidRDefault="007A3977">
      <w:pPr>
        <w:pStyle w:val="podproceduraodstep"/>
        <w:rPr>
          <w:color w:val="000000"/>
        </w:rPr>
      </w:pPr>
    </w:p>
    <w:p w:rsidR="007A3977" w:rsidRDefault="007A3977">
      <w:pPr>
        <w:pStyle w:val="podproceduratabelaIIItytu3"/>
      </w:pPr>
      <w:r>
        <w:rPr>
          <w:color w:val="000000"/>
        </w:rPr>
        <w:t>TABELA III WYNIK REALIZACJI PODPROCEDURY</w:t>
      </w:r>
    </w:p>
    <w:p w:rsidR="007A3977" w:rsidRDefault="007A3977">
      <w:pPr>
        <w:widowControl w:val="0"/>
        <w:rPr>
          <w:rFonts w:ascii="Arial" w:hAnsi="Arial" w:cs="Arial"/>
          <w:sz w:val="24"/>
          <w:szCs w:val="24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551"/>
        <w:gridCol w:w="4337"/>
        <w:gridCol w:w="4819"/>
      </w:tblGrid>
      <w:tr w:rsidR="007A3977" w:rsidRPr="006C3C19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977" w:rsidRPr="006C3C19" w:rsidRDefault="007A3977">
            <w:pPr>
              <w:pStyle w:val="podproceduratabelaIIInag3wek"/>
            </w:pPr>
            <w:r w:rsidRPr="006C3C19">
              <w:rPr>
                <w:color w:val="000000"/>
              </w:rPr>
              <w:t>L.p.</w:t>
            </w:r>
          </w:p>
        </w:tc>
        <w:tc>
          <w:tcPr>
            <w:tcW w:w="4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977" w:rsidRPr="006C3C19" w:rsidRDefault="007A3977">
            <w:pPr>
              <w:pStyle w:val="podproceduratabelaIIInag3wek"/>
            </w:pPr>
            <w:r w:rsidRPr="006C3C19">
              <w:rPr>
                <w:color w:val="000000"/>
              </w:rPr>
              <w:t>Odbiorca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977" w:rsidRPr="006C3C19" w:rsidRDefault="007A3977">
            <w:pPr>
              <w:pStyle w:val="podproceduratabelaIIInag3wek"/>
            </w:pPr>
            <w:r w:rsidRPr="006C3C19">
              <w:rPr>
                <w:color w:val="000000"/>
              </w:rPr>
              <w:t>Zdarzenie; Dokument</w:t>
            </w:r>
          </w:p>
        </w:tc>
      </w:tr>
      <w:tr w:rsidR="007A3977" w:rsidRPr="006C3C19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977" w:rsidRPr="006C3C19" w:rsidRDefault="007A3977">
            <w:pPr>
              <w:pStyle w:val="podproceduratabelaIIItreoa"/>
            </w:pPr>
            <w:r w:rsidRPr="006C3C19">
              <w:rPr>
                <w:color w:val="000000"/>
              </w:rPr>
              <w:t xml:space="preserve"> 1.</w:t>
            </w:r>
          </w:p>
        </w:tc>
        <w:tc>
          <w:tcPr>
            <w:tcW w:w="4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977" w:rsidRPr="006C3C19" w:rsidRDefault="007A3977">
            <w:pPr>
              <w:pStyle w:val="podproceduratabelaIIItreoa"/>
            </w:pPr>
            <w:r w:rsidRPr="006C3C19">
              <w:rPr>
                <w:color w:val="000000"/>
              </w:rPr>
              <w:t>Zespół Zadaniowy ds. tworzenia programu współpracy z NGO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977" w:rsidRPr="006C3C19" w:rsidRDefault="007A3977">
            <w:pPr>
              <w:pStyle w:val="podproceduratabelaIIItreoa"/>
            </w:pPr>
            <w:r w:rsidRPr="006C3C19">
              <w:rPr>
                <w:color w:val="000000"/>
              </w:rPr>
              <w:t>Zespół zadaniowy stworzył listę form wsparcia instytucjonalnego, które powinny zostać zapisane w formie współpracy;</w:t>
            </w:r>
            <w:r w:rsidRPr="006C3C19">
              <w:rPr>
                <w:color w:val="000000"/>
              </w:rPr>
              <w:br/>
              <w:t>Lista form wsparcia instytucjonalnego, które powinny zostać zapisane w formie współpracy</w:t>
            </w:r>
          </w:p>
        </w:tc>
      </w:tr>
    </w:tbl>
    <w:p w:rsidR="007A3977" w:rsidRDefault="007A3977">
      <w:pPr>
        <w:widowControl w:val="0"/>
        <w:rPr>
          <w:color w:val="000000"/>
        </w:rPr>
      </w:pPr>
    </w:p>
    <w:p w:rsidR="007A3977" w:rsidRDefault="007A3977">
      <w:pPr>
        <w:rPr>
          <w:color w:val="000000"/>
        </w:rPr>
      </w:pPr>
      <w:r>
        <w:rPr>
          <w:color w:val="000000"/>
        </w:rPr>
        <w:t>DOKUMENTY ZWIĄZANE:</w:t>
      </w:r>
    </w:p>
    <w:p w:rsidR="007A3977" w:rsidRDefault="007A3977">
      <w:pPr>
        <w:rPr>
          <w:color w:val="000000"/>
        </w:rPr>
      </w:pPr>
    </w:p>
    <w:p w:rsidR="007A3977" w:rsidRDefault="007A3977">
      <w:pPr>
        <w:rPr>
          <w:color w:val="000000"/>
        </w:rPr>
      </w:pPr>
      <w:r>
        <w:rPr>
          <w:color w:val="000000"/>
        </w:rPr>
        <w:t xml:space="preserve"> 1. Lista form wsparcia instytucjonalnego, które powinny zostać zapisane w formie współpracy</w:t>
      </w:r>
    </w:p>
    <w:p w:rsidR="007A3977" w:rsidRDefault="007A3977">
      <w:pPr>
        <w:rPr>
          <w:color w:val="000000"/>
        </w:rPr>
      </w:pPr>
      <w:r>
        <w:rPr>
          <w:color w:val="000000"/>
        </w:rPr>
        <w:t xml:space="preserve"> 2. Lista form wsparcia instytucjonalnego, które powinny zostać zapisane w formie współpracy</w:t>
      </w:r>
    </w:p>
    <w:p w:rsidR="007A3977" w:rsidRDefault="007A3977">
      <w:pPr>
        <w:rPr>
          <w:color w:val="000000"/>
        </w:rPr>
      </w:pPr>
      <w:r>
        <w:rPr>
          <w:color w:val="000000"/>
        </w:rPr>
        <w:t xml:space="preserve"> 3. Lista form wsparcia instytucjonalnego, które powinny zostać zapisane w formie współpracy</w:t>
      </w:r>
    </w:p>
    <w:p w:rsidR="007A3977" w:rsidRDefault="007A3977">
      <w:pPr>
        <w:rPr>
          <w:color w:val="000000"/>
        </w:rPr>
      </w:pPr>
      <w:r>
        <w:rPr>
          <w:color w:val="000000"/>
        </w:rPr>
        <w:t xml:space="preserve"> 4. Wniosek dot. ujęcia w programie współpracy informacji dotyczących wsparcia instytucjonalnego</w:t>
      </w:r>
    </w:p>
    <w:p w:rsidR="007A3977" w:rsidRDefault="007A3977">
      <w:pPr>
        <w:rPr>
          <w:color w:val="000000"/>
        </w:rPr>
      </w:pPr>
      <w:r>
        <w:rPr>
          <w:color w:val="000000"/>
        </w:rPr>
        <w:t xml:space="preserve"> 5. Wniosek dot. ujęcia w programie współpracy informacji dotyczących wsparcia instytucjonalnego</w:t>
      </w:r>
    </w:p>
    <w:p w:rsidR="007A3977" w:rsidRDefault="007A3977">
      <w:pPr>
        <w:pStyle w:val="podproceduratabelaIIItytu3"/>
        <w:rPr>
          <w:color w:val="000000"/>
        </w:rPr>
      </w:pPr>
      <w:r>
        <w:rPr>
          <w:color w:val="000000"/>
        </w:rPr>
        <w:br w:type="page"/>
        <w:t>MODEL PROCESU:</w:t>
      </w:r>
    </w:p>
    <w:p w:rsidR="007A3977" w:rsidRDefault="007A3977">
      <w:pPr>
        <w:pStyle w:val="Heading3"/>
        <w:rPr>
          <w:color w:val="000000"/>
        </w:rPr>
      </w:pPr>
      <w:r w:rsidRPr="006C3C19">
        <w:rPr>
          <w:rFonts w:ascii="Arial" w:hAnsi="Arial" w:cs="Arial"/>
          <w:noProof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az 1" o:spid="_x0000_i1025" type="#_x0000_t75" style="width:483.75pt;height:666pt;visibility:visible">
            <v:imagedata r:id="rId4" o:title=""/>
          </v:shape>
        </w:pic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color w:val="000000"/>
        </w:rPr>
        <w:br w:type="page"/>
      </w:r>
    </w:p>
    <w:p w:rsidR="007A3977" w:rsidRDefault="007A3977" w:rsidP="00AB20E7">
      <w:pPr>
        <w:pStyle w:val="Heading3"/>
        <w:jc w:val="both"/>
        <w:rPr>
          <w:color w:val="000000"/>
        </w:rPr>
      </w:pPr>
      <w:r>
        <w:rPr>
          <w:rFonts w:ascii="Calibri" w:hAnsi="Calibri"/>
          <w:i w:val="0"/>
          <w:color w:val="000000"/>
          <w:sz w:val="24"/>
          <w:u w:val="single"/>
        </w:rPr>
        <w:t>Procedura 2</w:t>
      </w:r>
      <w:r w:rsidRPr="00B344F5">
        <w:rPr>
          <w:rFonts w:ascii="Calibri" w:hAnsi="Calibri"/>
          <w:i w:val="0"/>
          <w:color w:val="000000"/>
          <w:sz w:val="24"/>
          <w:u w:val="single"/>
        </w:rPr>
        <w:t xml:space="preserve">. </w:t>
      </w:r>
      <w:r>
        <w:rPr>
          <w:rFonts w:ascii="Calibri" w:hAnsi="Calibri"/>
          <w:i w:val="0"/>
          <w:color w:val="000000"/>
          <w:sz w:val="24"/>
          <w:u w:val="single"/>
        </w:rPr>
        <w:t xml:space="preserve">Opracowanie procedur dot. zapisów w programie współpracy przewidujących zlecenia zadań z zakresu wsparcia szkoleniowo-doradczego oraz animacji </w:t>
      </w:r>
    </w:p>
    <w:p w:rsidR="007A3977" w:rsidRDefault="007A3977" w:rsidP="00AB20E7">
      <w:pPr>
        <w:pStyle w:val="Heading3"/>
        <w:rPr>
          <w:color w:val="000000"/>
        </w:rPr>
      </w:pPr>
    </w:p>
    <w:p w:rsidR="007A3977" w:rsidRPr="00427EAF" w:rsidRDefault="007A3977" w:rsidP="00AB20E7">
      <w:pPr>
        <w:pStyle w:val="Heading3"/>
        <w:rPr>
          <w:rFonts w:ascii="Calibri" w:hAnsi="Calibri" w:cs="Arial"/>
          <w:b w:val="0"/>
          <w:i w:val="0"/>
          <w:sz w:val="24"/>
          <w:szCs w:val="24"/>
        </w:rPr>
      </w:pPr>
      <w:r w:rsidRPr="00427EAF">
        <w:rPr>
          <w:rFonts w:ascii="Calibri" w:hAnsi="Calibri" w:cs="Arial"/>
          <w:b w:val="0"/>
          <w:i w:val="0"/>
          <w:color w:val="000000"/>
          <w:sz w:val="24"/>
          <w:szCs w:val="24"/>
        </w:rPr>
        <w:t>Proces 2</w:t>
      </w:r>
      <w:r>
        <w:rPr>
          <w:rFonts w:ascii="Calibri" w:hAnsi="Calibri" w:cs="Arial"/>
          <w:b w:val="0"/>
          <w:i w:val="0"/>
          <w:color w:val="000000"/>
          <w:sz w:val="24"/>
          <w:szCs w:val="24"/>
        </w:rPr>
        <w:t>3</w:t>
      </w:r>
    </w:p>
    <w:p w:rsidR="007A3977" w:rsidRDefault="007A3977" w:rsidP="00AB20E7">
      <w:pPr>
        <w:pStyle w:val="podproceduraodstep"/>
      </w:pPr>
    </w:p>
    <w:p w:rsidR="007A3977" w:rsidRDefault="007A3977" w:rsidP="00AB20E7">
      <w:pPr>
        <w:pStyle w:val="podproceduratabelaItytu3"/>
      </w:pPr>
      <w:r>
        <w:rPr>
          <w:color w:val="000000"/>
        </w:rPr>
        <w:t>TABELA I INICJACJA PODPROCEDURY</w:t>
      </w:r>
    </w:p>
    <w:p w:rsidR="007A3977" w:rsidRDefault="007A3977" w:rsidP="00AB20E7">
      <w:pPr>
        <w:widowControl w:val="0"/>
        <w:rPr>
          <w:rFonts w:ascii="Arial" w:hAnsi="Arial" w:cs="Arial"/>
          <w:sz w:val="24"/>
          <w:szCs w:val="24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551"/>
        <w:gridCol w:w="4337"/>
        <w:gridCol w:w="4819"/>
      </w:tblGrid>
      <w:tr w:rsidR="007A3977" w:rsidRPr="006C3C19" w:rsidTr="006E3DE8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977" w:rsidRPr="006C3C19" w:rsidRDefault="007A3977" w:rsidP="006E3DE8">
            <w:pPr>
              <w:pStyle w:val="podproceduratabelaInag3wek"/>
            </w:pPr>
            <w:r w:rsidRPr="006C3C19">
              <w:rPr>
                <w:color w:val="000000"/>
              </w:rPr>
              <w:t>L.p.</w:t>
            </w:r>
          </w:p>
        </w:tc>
        <w:tc>
          <w:tcPr>
            <w:tcW w:w="4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977" w:rsidRPr="006C3C19" w:rsidRDefault="007A3977" w:rsidP="006E3DE8">
            <w:pPr>
              <w:pStyle w:val="podproceduratabelaInag3wek"/>
            </w:pPr>
            <w:r w:rsidRPr="006C3C19">
              <w:rPr>
                <w:color w:val="000000"/>
              </w:rPr>
              <w:t>Dostawca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977" w:rsidRPr="006C3C19" w:rsidRDefault="007A3977" w:rsidP="006E3DE8">
            <w:pPr>
              <w:pStyle w:val="podproceduratabelaInag3wek"/>
            </w:pPr>
            <w:r w:rsidRPr="006C3C19">
              <w:rPr>
                <w:color w:val="000000"/>
              </w:rPr>
              <w:t>Zdarzenie; Dokument</w:t>
            </w:r>
          </w:p>
        </w:tc>
      </w:tr>
      <w:tr w:rsidR="007A3977" w:rsidRPr="006C3C19" w:rsidTr="006E3DE8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977" w:rsidRPr="006C3C19" w:rsidRDefault="007A3977" w:rsidP="006E3DE8">
            <w:pPr>
              <w:pStyle w:val="podproceduratabelaItreoa"/>
            </w:pPr>
            <w:r w:rsidRPr="006C3C19">
              <w:rPr>
                <w:color w:val="000000"/>
              </w:rPr>
              <w:t xml:space="preserve"> 1.</w:t>
            </w:r>
          </w:p>
        </w:tc>
        <w:tc>
          <w:tcPr>
            <w:tcW w:w="4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977" w:rsidRPr="006C3C19" w:rsidRDefault="007A3977" w:rsidP="006E3DE8">
            <w:pPr>
              <w:pStyle w:val="podproceduratabelaItreoa"/>
            </w:pP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977" w:rsidRPr="006C3C19" w:rsidRDefault="007A3977" w:rsidP="006E3DE8">
            <w:pPr>
              <w:pStyle w:val="podproceduratabelaItreoa"/>
            </w:pPr>
            <w:r w:rsidRPr="006C3C19">
              <w:rPr>
                <w:color w:val="000000"/>
              </w:rPr>
              <w:t>Wpłynął wniosek od NGO</w:t>
            </w:r>
          </w:p>
        </w:tc>
      </w:tr>
    </w:tbl>
    <w:p w:rsidR="007A3977" w:rsidRDefault="007A3977" w:rsidP="00AB20E7">
      <w:pPr>
        <w:widowControl w:val="0"/>
        <w:rPr>
          <w:color w:val="000000"/>
        </w:rPr>
      </w:pPr>
    </w:p>
    <w:p w:rsidR="007A3977" w:rsidRDefault="007A3977" w:rsidP="00AB20E7">
      <w:pPr>
        <w:pStyle w:val="podproceduraodstep"/>
        <w:rPr>
          <w:color w:val="000000"/>
        </w:rPr>
      </w:pPr>
    </w:p>
    <w:p w:rsidR="007A3977" w:rsidRDefault="007A3977" w:rsidP="00AB20E7">
      <w:pPr>
        <w:pStyle w:val="apodproceduratabelaIItytu3"/>
      </w:pPr>
      <w:r>
        <w:rPr>
          <w:color w:val="000000"/>
        </w:rPr>
        <w:t>TABELA II OPIS PRACY</w:t>
      </w:r>
    </w:p>
    <w:p w:rsidR="007A3977" w:rsidRDefault="007A3977" w:rsidP="00AB20E7">
      <w:pPr>
        <w:widowControl w:val="0"/>
        <w:rPr>
          <w:rFonts w:ascii="Arial" w:hAnsi="Arial" w:cs="Arial"/>
          <w:sz w:val="24"/>
          <w:szCs w:val="24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551"/>
        <w:gridCol w:w="1542"/>
        <w:gridCol w:w="4530"/>
        <w:gridCol w:w="1542"/>
        <w:gridCol w:w="1542"/>
      </w:tblGrid>
      <w:tr w:rsidR="007A3977" w:rsidRPr="006C3C19" w:rsidTr="006E3DE8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 w:rsidP="006E3DE8">
            <w:pPr>
              <w:pStyle w:val="apodproceduratabelaIInag3wek2"/>
            </w:pPr>
            <w:r w:rsidRPr="006C3C19">
              <w:rPr>
                <w:color w:val="000000"/>
              </w:rPr>
              <w:t>L.p.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 w:rsidP="006E3DE8">
            <w:pPr>
              <w:pStyle w:val="apodproceduratabelaIInag3wek2"/>
            </w:pPr>
            <w:r w:rsidRPr="006C3C19">
              <w:rPr>
                <w:color w:val="000000"/>
              </w:rPr>
              <w:t>Dokument na wejściu do czynności</w:t>
            </w:r>
          </w:p>
        </w:tc>
        <w:tc>
          <w:tcPr>
            <w:tcW w:w="4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 w:rsidP="006E3DE8">
            <w:pPr>
              <w:pStyle w:val="apodproceduratabelaIInag3wek2"/>
            </w:pPr>
            <w:r w:rsidRPr="006C3C19">
              <w:rPr>
                <w:color w:val="000000"/>
              </w:rPr>
              <w:t>Opis czynności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 w:rsidP="006E3DE8">
            <w:pPr>
              <w:pStyle w:val="apodproceduratabelaIInag3wek2"/>
            </w:pPr>
            <w:r w:rsidRPr="006C3C19">
              <w:rPr>
                <w:color w:val="000000"/>
              </w:rPr>
              <w:t>Dokument na wyjściu z czynności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 w:rsidP="006E3DE8">
            <w:pPr>
              <w:pStyle w:val="apodproceduratabelaIInag3wek2"/>
            </w:pPr>
            <w:r w:rsidRPr="006C3C19">
              <w:rPr>
                <w:color w:val="000000"/>
              </w:rPr>
              <w:t>Stanowisko wykonujące czynność</w:t>
            </w:r>
          </w:p>
        </w:tc>
      </w:tr>
      <w:tr w:rsidR="007A3977" w:rsidRPr="006C3C19" w:rsidTr="006E3DE8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 w:rsidP="006E3DE8">
            <w:pPr>
              <w:pStyle w:val="apodproceduratabelaIItreoan"/>
            </w:pPr>
            <w:r w:rsidRPr="006C3C19">
              <w:rPr>
                <w:color w:val="000000"/>
              </w:rPr>
              <w:t>1.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 w:rsidP="006E3DE8">
            <w:pPr>
              <w:pStyle w:val="apodproceduratabelaIItreoan"/>
              <w:rPr>
                <w:color w:val="000000"/>
              </w:rPr>
            </w:pPr>
            <w:r w:rsidRPr="006C3C19">
              <w:rPr>
                <w:color w:val="000000"/>
              </w:rPr>
              <w:t>Wniosek dot. ujęcia w programie współpracy informacji dotyczących wsparcia szkoleniowodoradczego oraz animacji</w:t>
            </w:r>
          </w:p>
        </w:tc>
        <w:tc>
          <w:tcPr>
            <w:tcW w:w="4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 w:rsidP="006E3DE8">
            <w:pPr>
              <w:pStyle w:val="apodproceduratabelaIItreoab"/>
            </w:pPr>
            <w:r w:rsidRPr="006C3C19">
              <w:rPr>
                <w:color w:val="000000"/>
              </w:rPr>
              <w:t xml:space="preserve">Ułożenie listy form wsparcia instytucjonalnego, które powinny być zapisane w programie współpracy </w:t>
            </w:r>
          </w:p>
          <w:p w:rsidR="007A3977" w:rsidRPr="006C3C19" w:rsidRDefault="007A3977" w:rsidP="006E3DE8">
            <w:pPr>
              <w:pStyle w:val="apodproceduratabelaIItreoar"/>
            </w:pPr>
          </w:p>
          <w:p w:rsidR="007A3977" w:rsidRPr="006C3C19" w:rsidRDefault="007A3977" w:rsidP="006E3DE8">
            <w:pPr>
              <w:pStyle w:val="apodproceduratabelaIItreoar"/>
            </w:pPr>
            <w:r w:rsidRPr="006C3C19">
              <w:rPr>
                <w:color w:val="000000"/>
              </w:rPr>
              <w:t>Możliwość kontynuacji</w:t>
            </w:r>
          </w:p>
          <w:p w:rsidR="007A3977" w:rsidRPr="006C3C19" w:rsidRDefault="007A3977" w:rsidP="006E3DE8">
            <w:pPr>
              <w:rPr>
                <w:color w:val="000000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 w:rsidP="006E3DE8">
            <w:pPr>
              <w:pStyle w:val="apodproceduratabelaIItreoan"/>
              <w:rPr>
                <w:color w:val="000000"/>
              </w:rPr>
            </w:pPr>
            <w:r w:rsidRPr="006C3C19">
              <w:rPr>
                <w:color w:val="000000"/>
              </w:rPr>
              <w:t>Lista form wsparcia szkoleniowodoradczego oraz animacji, które powinny zostać zapisane w formie współpracy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 w:rsidP="006E3DE8">
            <w:pPr>
              <w:pStyle w:val="apodproceduratabelaIItreoan"/>
              <w:rPr>
                <w:color w:val="000000"/>
              </w:rPr>
            </w:pPr>
            <w:r w:rsidRPr="006C3C19">
              <w:rPr>
                <w:color w:val="000000"/>
              </w:rPr>
              <w:t>Zespół zadaniowy ds. tworzenia programu współpracy z NGO</w:t>
            </w:r>
          </w:p>
        </w:tc>
      </w:tr>
      <w:tr w:rsidR="007A3977" w:rsidRPr="006C3C19" w:rsidTr="006E3DE8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 w:rsidP="006E3DE8">
            <w:pPr>
              <w:pStyle w:val="apodproceduratabelaIItreoan"/>
            </w:pPr>
            <w:r w:rsidRPr="006C3C19">
              <w:rPr>
                <w:color w:val="000000"/>
              </w:rPr>
              <w:t>2.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 w:rsidP="006E3DE8">
            <w:pPr>
              <w:pStyle w:val="apodproceduratabelaIItreoan"/>
              <w:rPr>
                <w:color w:val="000000"/>
              </w:rPr>
            </w:pPr>
            <w:r w:rsidRPr="006C3C19">
              <w:rPr>
                <w:color w:val="000000"/>
              </w:rPr>
              <w:t>Lista form wsparcia szkoleniowodoradczego oraz animacji, które powinny zostać zapisane w formie współpracy</w:t>
            </w:r>
          </w:p>
        </w:tc>
        <w:tc>
          <w:tcPr>
            <w:tcW w:w="4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 w:rsidP="006E3DE8">
            <w:pPr>
              <w:pStyle w:val="apodproceduratabelaIItreoab"/>
            </w:pPr>
            <w:r w:rsidRPr="006C3C19">
              <w:rPr>
                <w:color w:val="000000"/>
              </w:rPr>
              <w:t xml:space="preserve">Oszacowanie skutków finansowych przyjęcia proponowanych form wsparcia </w:t>
            </w:r>
          </w:p>
          <w:p w:rsidR="007A3977" w:rsidRPr="006C3C19" w:rsidRDefault="007A3977" w:rsidP="006E3DE8">
            <w:pPr>
              <w:pStyle w:val="apodproceduratabelaIItreoar"/>
            </w:pPr>
          </w:p>
          <w:p w:rsidR="007A3977" w:rsidRPr="006C3C19" w:rsidRDefault="007A3977" w:rsidP="006E3DE8">
            <w:pPr>
              <w:pStyle w:val="apodproceduratabelaIItreoar"/>
            </w:pPr>
            <w:r w:rsidRPr="006C3C19">
              <w:rPr>
                <w:color w:val="000000"/>
              </w:rPr>
              <w:t>Możliwość kontynuacji</w:t>
            </w:r>
          </w:p>
          <w:p w:rsidR="007A3977" w:rsidRPr="006C3C19" w:rsidRDefault="007A3977" w:rsidP="006E3DE8">
            <w:pPr>
              <w:rPr>
                <w:color w:val="000000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 w:rsidP="006E3DE8">
            <w:pPr>
              <w:pStyle w:val="apodproceduratabelaIItreoan"/>
              <w:rPr>
                <w:color w:val="000000"/>
              </w:rPr>
            </w:pPr>
            <w:r w:rsidRPr="006C3C19">
              <w:rPr>
                <w:color w:val="000000"/>
              </w:rPr>
              <w:t>Lista form wsparcia szkoleniowodoradczego oraz animacji, które powinny zostać zapisane w formie współpracy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 w:rsidP="006E3DE8">
            <w:pPr>
              <w:pStyle w:val="apodproceduratabelaIItreoan"/>
              <w:rPr>
                <w:color w:val="000000"/>
              </w:rPr>
            </w:pPr>
            <w:r w:rsidRPr="006C3C19">
              <w:rPr>
                <w:color w:val="000000"/>
              </w:rPr>
              <w:t>Zespół zadaniowy ds. tworzenia programu współpracy z NGO</w:t>
            </w:r>
          </w:p>
        </w:tc>
      </w:tr>
      <w:tr w:rsidR="007A3977" w:rsidRPr="006C3C19" w:rsidTr="006E3DE8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 w:rsidP="006E3DE8">
            <w:pPr>
              <w:pStyle w:val="apodproceduratabelaIItreoan"/>
            </w:pPr>
            <w:r w:rsidRPr="006C3C19">
              <w:rPr>
                <w:color w:val="000000"/>
              </w:rPr>
              <w:t>3.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 w:rsidP="006E3DE8">
            <w:pPr>
              <w:pStyle w:val="apodproceduratabelaIItreoan"/>
              <w:rPr>
                <w:color w:val="000000"/>
              </w:rPr>
            </w:pPr>
            <w:r w:rsidRPr="006C3C19">
              <w:rPr>
                <w:color w:val="000000"/>
              </w:rPr>
              <w:t>Wniosek dot. ujęcia w programie współpracy informacji dotyczących wsparcia szkoleniowodoradczego oraz animacji</w:t>
            </w:r>
          </w:p>
        </w:tc>
        <w:tc>
          <w:tcPr>
            <w:tcW w:w="4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 w:rsidP="006E3DE8">
            <w:pPr>
              <w:pStyle w:val="apodproceduratabelaIItreoab"/>
            </w:pPr>
            <w:r w:rsidRPr="006C3C19">
              <w:rPr>
                <w:color w:val="000000"/>
              </w:rPr>
              <w:t>Przekazanie wniosku do Zespołu Zadaniowego ds. tworzenia programu</w:t>
            </w:r>
          </w:p>
          <w:p w:rsidR="007A3977" w:rsidRPr="006C3C19" w:rsidRDefault="007A3977" w:rsidP="006E3DE8">
            <w:pPr>
              <w:pStyle w:val="apodproceduratabelaIItreoar"/>
            </w:pPr>
          </w:p>
          <w:p w:rsidR="007A3977" w:rsidRPr="006C3C19" w:rsidRDefault="007A3977" w:rsidP="006E3DE8">
            <w:pPr>
              <w:pStyle w:val="apodproceduratabelaIItreoar"/>
            </w:pPr>
            <w:r w:rsidRPr="006C3C19">
              <w:rPr>
                <w:color w:val="000000"/>
              </w:rPr>
              <w:t>Możliwość kontynuacji</w:t>
            </w:r>
          </w:p>
          <w:p w:rsidR="007A3977" w:rsidRPr="006C3C19" w:rsidRDefault="007A3977" w:rsidP="006E3DE8">
            <w:pPr>
              <w:rPr>
                <w:color w:val="000000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 w:rsidP="006E3DE8">
            <w:pPr>
              <w:pStyle w:val="apodproceduratabelaIItreoan"/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 w:rsidP="006E3DE8">
            <w:pPr>
              <w:pStyle w:val="apodproceduratabelaIItreoan"/>
              <w:rPr>
                <w:color w:val="000000"/>
              </w:rPr>
            </w:pPr>
            <w:r w:rsidRPr="006C3C19">
              <w:rPr>
                <w:color w:val="000000"/>
              </w:rPr>
              <w:t>Wydział Oświaty, Kultury i Promocji (OKP)</w:t>
            </w:r>
          </w:p>
        </w:tc>
      </w:tr>
    </w:tbl>
    <w:p w:rsidR="007A3977" w:rsidRDefault="007A3977" w:rsidP="00AB20E7">
      <w:pPr>
        <w:widowControl w:val="0"/>
        <w:rPr>
          <w:color w:val="000000"/>
        </w:rPr>
      </w:pPr>
    </w:p>
    <w:p w:rsidR="007A3977" w:rsidRDefault="007A3977" w:rsidP="00AB20E7">
      <w:pPr>
        <w:pStyle w:val="podproceduraodstep"/>
        <w:rPr>
          <w:color w:val="000000"/>
        </w:rPr>
      </w:pPr>
    </w:p>
    <w:p w:rsidR="007A3977" w:rsidRDefault="007A3977" w:rsidP="00AB20E7">
      <w:pPr>
        <w:pStyle w:val="podproceduratabelaIIItytu3"/>
      </w:pPr>
      <w:r>
        <w:rPr>
          <w:color w:val="000000"/>
        </w:rPr>
        <w:t>TABELA III WYNIK REALIZACJI PODPROCEDURY</w:t>
      </w:r>
    </w:p>
    <w:p w:rsidR="007A3977" w:rsidRDefault="007A3977" w:rsidP="00AB20E7">
      <w:pPr>
        <w:widowControl w:val="0"/>
        <w:rPr>
          <w:rFonts w:ascii="Arial" w:hAnsi="Arial" w:cs="Arial"/>
          <w:sz w:val="24"/>
          <w:szCs w:val="24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551"/>
        <w:gridCol w:w="4337"/>
        <w:gridCol w:w="4819"/>
      </w:tblGrid>
      <w:tr w:rsidR="007A3977" w:rsidRPr="006C3C19" w:rsidTr="006E3DE8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977" w:rsidRPr="006C3C19" w:rsidRDefault="007A3977" w:rsidP="006E3DE8">
            <w:pPr>
              <w:pStyle w:val="podproceduratabelaIIInag3wek"/>
            </w:pPr>
            <w:r w:rsidRPr="006C3C19">
              <w:rPr>
                <w:color w:val="000000"/>
              </w:rPr>
              <w:t>L.p.</w:t>
            </w:r>
          </w:p>
        </w:tc>
        <w:tc>
          <w:tcPr>
            <w:tcW w:w="4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977" w:rsidRPr="006C3C19" w:rsidRDefault="007A3977" w:rsidP="006E3DE8">
            <w:pPr>
              <w:pStyle w:val="podproceduratabelaIIInag3wek"/>
            </w:pPr>
            <w:r w:rsidRPr="006C3C19">
              <w:rPr>
                <w:color w:val="000000"/>
              </w:rPr>
              <w:t>Odbiorca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977" w:rsidRPr="006C3C19" w:rsidRDefault="007A3977" w:rsidP="006E3DE8">
            <w:pPr>
              <w:pStyle w:val="podproceduratabelaIIInag3wek"/>
            </w:pPr>
            <w:r w:rsidRPr="006C3C19">
              <w:rPr>
                <w:color w:val="000000"/>
              </w:rPr>
              <w:t>Zdarzenie; Dokument</w:t>
            </w:r>
          </w:p>
        </w:tc>
      </w:tr>
      <w:tr w:rsidR="007A3977" w:rsidRPr="006C3C19" w:rsidTr="006E3DE8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977" w:rsidRPr="006C3C19" w:rsidRDefault="007A3977" w:rsidP="006E3DE8">
            <w:pPr>
              <w:pStyle w:val="podproceduratabelaIIItreoa"/>
            </w:pPr>
            <w:r w:rsidRPr="006C3C19">
              <w:rPr>
                <w:color w:val="000000"/>
              </w:rPr>
              <w:t xml:space="preserve"> 1.</w:t>
            </w:r>
          </w:p>
        </w:tc>
        <w:tc>
          <w:tcPr>
            <w:tcW w:w="4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977" w:rsidRPr="006C3C19" w:rsidRDefault="007A3977" w:rsidP="006E3DE8">
            <w:pPr>
              <w:pStyle w:val="podproceduratabelaIIItreoa"/>
            </w:pPr>
            <w:r w:rsidRPr="006C3C19">
              <w:rPr>
                <w:color w:val="000000"/>
              </w:rPr>
              <w:t>Zespół zadaniowy ds. tworzenia programu współpracy z NGO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977" w:rsidRPr="006C3C19" w:rsidRDefault="007A3977" w:rsidP="006E3DE8">
            <w:pPr>
              <w:pStyle w:val="podproceduratabelaIIItreoa"/>
            </w:pPr>
            <w:r w:rsidRPr="006C3C19">
              <w:rPr>
                <w:color w:val="000000"/>
              </w:rPr>
              <w:t>Zespół zadaniowy stworzył listę form wsparcia szkoleniowodoradczego oraz animacji, które powinny zostać zapisane w formie współpracy;</w:t>
            </w:r>
            <w:r w:rsidRPr="006C3C19">
              <w:rPr>
                <w:color w:val="000000"/>
              </w:rPr>
              <w:br/>
              <w:t>Lista form wsparcia szkoleniowodoradczego oraz animacji, które powinny zostać zapisane w formie współpracy</w:t>
            </w:r>
          </w:p>
        </w:tc>
      </w:tr>
    </w:tbl>
    <w:p w:rsidR="007A3977" w:rsidRDefault="007A3977" w:rsidP="00AB20E7">
      <w:pPr>
        <w:widowControl w:val="0"/>
        <w:rPr>
          <w:color w:val="000000"/>
        </w:rPr>
      </w:pPr>
    </w:p>
    <w:p w:rsidR="007A3977" w:rsidRDefault="007A3977" w:rsidP="00AB20E7">
      <w:pPr>
        <w:rPr>
          <w:color w:val="000000"/>
        </w:rPr>
      </w:pPr>
      <w:r>
        <w:rPr>
          <w:color w:val="000000"/>
        </w:rPr>
        <w:t>DOKUMENTY ZWIĄZANE:</w:t>
      </w:r>
    </w:p>
    <w:p w:rsidR="007A3977" w:rsidRDefault="007A3977" w:rsidP="00AB20E7">
      <w:pPr>
        <w:rPr>
          <w:color w:val="000000"/>
        </w:rPr>
      </w:pPr>
    </w:p>
    <w:p w:rsidR="007A3977" w:rsidRDefault="007A3977" w:rsidP="00AB20E7">
      <w:pPr>
        <w:rPr>
          <w:color w:val="000000"/>
        </w:rPr>
      </w:pPr>
      <w:r>
        <w:rPr>
          <w:color w:val="000000"/>
        </w:rPr>
        <w:t xml:space="preserve"> 1. Lista form wsparcia szkoleniowodoradczego oraz animacji, które powinny zostać zapisane w formie współpracy</w:t>
      </w:r>
    </w:p>
    <w:p w:rsidR="007A3977" w:rsidRDefault="007A3977" w:rsidP="00AB20E7">
      <w:pPr>
        <w:rPr>
          <w:color w:val="000000"/>
        </w:rPr>
      </w:pPr>
      <w:r>
        <w:rPr>
          <w:color w:val="000000"/>
        </w:rPr>
        <w:t xml:space="preserve"> 2. Lista form wsparcia szkoleniowodoradczego oraz animacji, które powinny zostać zapisane w formie współpracy</w:t>
      </w:r>
    </w:p>
    <w:p w:rsidR="007A3977" w:rsidRDefault="007A3977" w:rsidP="00AB20E7">
      <w:pPr>
        <w:rPr>
          <w:color w:val="000000"/>
        </w:rPr>
      </w:pPr>
      <w:r>
        <w:rPr>
          <w:color w:val="000000"/>
        </w:rPr>
        <w:t xml:space="preserve"> 3. Lista form wsparcia szkoleniowodoradczego oraz animacji, które powinny zostać zapisane w formie współpracy</w:t>
      </w:r>
    </w:p>
    <w:p w:rsidR="007A3977" w:rsidRDefault="007A3977" w:rsidP="00AB20E7">
      <w:pPr>
        <w:rPr>
          <w:color w:val="000000"/>
        </w:rPr>
      </w:pPr>
      <w:r>
        <w:rPr>
          <w:color w:val="000000"/>
        </w:rPr>
        <w:t xml:space="preserve"> 4. Wniosek dot. ujęcia w programie współpracy informacji dotyczących wsparcia szkoleniowodoradczego oraz animacji</w:t>
      </w:r>
    </w:p>
    <w:p w:rsidR="007A3977" w:rsidRDefault="007A3977" w:rsidP="00AB20E7">
      <w:pPr>
        <w:rPr>
          <w:color w:val="000000"/>
        </w:rPr>
      </w:pPr>
      <w:r>
        <w:rPr>
          <w:color w:val="000000"/>
        </w:rPr>
        <w:t xml:space="preserve"> 5. Wniosek dot. ujęcia w programie współpracy informacji dotyczących wsparcia szkoleniowodoradczego oraz animacji</w:t>
      </w:r>
    </w:p>
    <w:p w:rsidR="007A3977" w:rsidRPr="00AB20E7" w:rsidRDefault="007A3977" w:rsidP="00AB20E7">
      <w:pPr>
        <w:pStyle w:val="Heading3"/>
        <w:rPr>
          <w:i w:val="0"/>
          <w:color w:val="000000"/>
        </w:rPr>
      </w:pPr>
      <w:r>
        <w:rPr>
          <w:color w:val="000000"/>
        </w:rPr>
        <w:br w:type="page"/>
      </w:r>
      <w:r w:rsidRPr="00AB20E7">
        <w:rPr>
          <w:i w:val="0"/>
          <w:color w:val="000000"/>
        </w:rPr>
        <w:t>MODEL PROCESU:</w:t>
      </w:r>
      <w:r w:rsidRPr="00AB20E7">
        <w:rPr>
          <w:rFonts w:ascii="Arial" w:hAnsi="Arial" w:cs="Arial"/>
          <w:noProof/>
          <w:sz w:val="24"/>
          <w:szCs w:val="24"/>
        </w:rPr>
        <w:t xml:space="preserve"> </w:t>
      </w:r>
      <w:r w:rsidRPr="006C3C19">
        <w:rPr>
          <w:rFonts w:ascii="Arial" w:hAnsi="Arial" w:cs="Arial"/>
          <w:noProof/>
          <w:sz w:val="24"/>
          <w:szCs w:val="24"/>
        </w:rPr>
        <w:pict>
          <v:shape id="Obraz 20" o:spid="_x0000_i1026" type="#_x0000_t75" style="width:429pt;height:663.75pt;visibility:visible">
            <v:imagedata r:id="rId5" o:title=""/>
          </v:shape>
        </w:pict>
      </w:r>
    </w:p>
    <w:p w:rsidR="007A3977" w:rsidRDefault="007A3977" w:rsidP="00AB20E7">
      <w:pPr>
        <w:pStyle w:val="Heading3"/>
        <w:rPr>
          <w:rFonts w:ascii="Arial" w:hAnsi="Arial" w:cs="Arial"/>
          <w:noProof/>
          <w:sz w:val="24"/>
          <w:szCs w:val="24"/>
        </w:rPr>
      </w:pPr>
    </w:p>
    <w:p w:rsidR="007A3977" w:rsidRDefault="007A3977" w:rsidP="00AB20E7">
      <w:pPr>
        <w:pStyle w:val="Heading3"/>
        <w:rPr>
          <w:color w:val="000000"/>
        </w:rPr>
      </w:pPr>
    </w:p>
    <w:p w:rsidR="007A3977" w:rsidRDefault="007A3977" w:rsidP="003B67E1">
      <w:pPr>
        <w:pStyle w:val="Heading3"/>
        <w:jc w:val="both"/>
        <w:rPr>
          <w:color w:val="000000"/>
        </w:rPr>
      </w:pPr>
      <w:r>
        <w:rPr>
          <w:rFonts w:ascii="Calibri" w:hAnsi="Calibri"/>
          <w:i w:val="0"/>
          <w:color w:val="000000"/>
          <w:sz w:val="24"/>
          <w:u w:val="single"/>
        </w:rPr>
        <w:t>Procedura 3</w:t>
      </w:r>
      <w:r w:rsidRPr="00B344F5">
        <w:rPr>
          <w:rFonts w:ascii="Calibri" w:hAnsi="Calibri"/>
          <w:i w:val="0"/>
          <w:color w:val="000000"/>
          <w:sz w:val="24"/>
          <w:u w:val="single"/>
        </w:rPr>
        <w:t xml:space="preserve">. </w:t>
      </w:r>
      <w:r>
        <w:rPr>
          <w:rFonts w:ascii="Calibri" w:hAnsi="Calibri"/>
          <w:i w:val="0"/>
          <w:color w:val="000000"/>
          <w:sz w:val="24"/>
          <w:u w:val="single"/>
        </w:rPr>
        <w:t xml:space="preserve">Opracowanie procedur dot. możliwości udzielania pożyczek i gwarancji dla NGO na realizację zadań publicznych </w:t>
      </w:r>
    </w:p>
    <w:p w:rsidR="007A3977" w:rsidRDefault="007A3977" w:rsidP="003B67E1">
      <w:pPr>
        <w:pStyle w:val="Heading3"/>
        <w:rPr>
          <w:color w:val="000000"/>
        </w:rPr>
      </w:pPr>
    </w:p>
    <w:p w:rsidR="007A3977" w:rsidRPr="00427EAF" w:rsidRDefault="007A3977" w:rsidP="003B67E1">
      <w:pPr>
        <w:pStyle w:val="Heading3"/>
        <w:rPr>
          <w:rFonts w:ascii="Calibri" w:hAnsi="Calibri" w:cs="Arial"/>
          <w:b w:val="0"/>
          <w:i w:val="0"/>
          <w:sz w:val="24"/>
          <w:szCs w:val="24"/>
        </w:rPr>
      </w:pPr>
      <w:r w:rsidRPr="00427EAF">
        <w:rPr>
          <w:rFonts w:ascii="Calibri" w:hAnsi="Calibri" w:cs="Arial"/>
          <w:b w:val="0"/>
          <w:i w:val="0"/>
          <w:color w:val="000000"/>
          <w:sz w:val="24"/>
          <w:szCs w:val="24"/>
        </w:rPr>
        <w:t>Proces 2</w:t>
      </w:r>
      <w:r>
        <w:rPr>
          <w:rFonts w:ascii="Calibri" w:hAnsi="Calibri" w:cs="Arial"/>
          <w:b w:val="0"/>
          <w:i w:val="0"/>
          <w:color w:val="000000"/>
          <w:sz w:val="24"/>
          <w:szCs w:val="24"/>
        </w:rPr>
        <w:t>4</w:t>
      </w:r>
    </w:p>
    <w:p w:rsidR="007A3977" w:rsidRDefault="007A3977">
      <w:pPr>
        <w:pStyle w:val="podproceduraodstep"/>
      </w:pPr>
    </w:p>
    <w:p w:rsidR="007A3977" w:rsidRDefault="007A3977" w:rsidP="003B67E1">
      <w:pPr>
        <w:pStyle w:val="Heading3"/>
      </w:pPr>
      <w:r>
        <w:rPr>
          <w:rFonts w:ascii="Arial" w:hAnsi="Arial" w:cs="Arial"/>
          <w:sz w:val="24"/>
          <w:szCs w:val="24"/>
        </w:rPr>
        <w:t xml:space="preserve"> </w:t>
      </w:r>
    </w:p>
    <w:p w:rsidR="007A3977" w:rsidRDefault="007A3977">
      <w:pPr>
        <w:pStyle w:val="podproceduratabelaItytu3"/>
      </w:pPr>
      <w:r>
        <w:rPr>
          <w:color w:val="000000"/>
        </w:rPr>
        <w:t>TABELA I INICJACJA PODPROCEDURY</w:t>
      </w:r>
    </w:p>
    <w:p w:rsidR="007A3977" w:rsidRDefault="007A3977">
      <w:pPr>
        <w:widowControl w:val="0"/>
        <w:rPr>
          <w:rFonts w:ascii="Arial" w:hAnsi="Arial" w:cs="Arial"/>
          <w:sz w:val="24"/>
          <w:szCs w:val="24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551"/>
        <w:gridCol w:w="4337"/>
        <w:gridCol w:w="4819"/>
      </w:tblGrid>
      <w:tr w:rsidR="007A3977" w:rsidRPr="006C3C19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977" w:rsidRPr="006C3C19" w:rsidRDefault="007A3977">
            <w:pPr>
              <w:pStyle w:val="podproceduratabelaInag3wek"/>
            </w:pPr>
            <w:r w:rsidRPr="006C3C19">
              <w:rPr>
                <w:color w:val="000000"/>
              </w:rPr>
              <w:t>L.p.</w:t>
            </w:r>
          </w:p>
        </w:tc>
        <w:tc>
          <w:tcPr>
            <w:tcW w:w="4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977" w:rsidRPr="006C3C19" w:rsidRDefault="007A3977">
            <w:pPr>
              <w:pStyle w:val="podproceduratabelaInag3wek"/>
            </w:pPr>
            <w:r w:rsidRPr="006C3C19">
              <w:rPr>
                <w:color w:val="000000"/>
              </w:rPr>
              <w:t>Dostawca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977" w:rsidRPr="006C3C19" w:rsidRDefault="007A3977">
            <w:pPr>
              <w:pStyle w:val="podproceduratabelaInag3wek"/>
            </w:pPr>
            <w:r w:rsidRPr="006C3C19">
              <w:rPr>
                <w:color w:val="000000"/>
              </w:rPr>
              <w:t>Zdarzenie; Dokument</w:t>
            </w:r>
          </w:p>
        </w:tc>
      </w:tr>
      <w:tr w:rsidR="007A3977" w:rsidRPr="006C3C19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977" w:rsidRPr="006C3C19" w:rsidRDefault="007A3977">
            <w:pPr>
              <w:pStyle w:val="podproceduratabelaItreoa"/>
            </w:pPr>
            <w:r w:rsidRPr="006C3C19">
              <w:rPr>
                <w:color w:val="000000"/>
              </w:rPr>
              <w:t xml:space="preserve"> 1.</w:t>
            </w:r>
          </w:p>
        </w:tc>
        <w:tc>
          <w:tcPr>
            <w:tcW w:w="4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977" w:rsidRPr="006C3C19" w:rsidRDefault="007A3977">
            <w:pPr>
              <w:pStyle w:val="podproceduratabelaItreoa"/>
            </w:pP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977" w:rsidRPr="006C3C19" w:rsidRDefault="007A3977">
            <w:pPr>
              <w:pStyle w:val="podproceduratabelaItreoa"/>
            </w:pPr>
            <w:r w:rsidRPr="006C3C19">
              <w:rPr>
                <w:color w:val="000000"/>
              </w:rPr>
              <w:t>Wpłynął wniosek od NGO</w:t>
            </w:r>
          </w:p>
        </w:tc>
      </w:tr>
    </w:tbl>
    <w:p w:rsidR="007A3977" w:rsidRDefault="007A3977">
      <w:pPr>
        <w:widowControl w:val="0"/>
        <w:rPr>
          <w:color w:val="000000"/>
        </w:rPr>
      </w:pPr>
    </w:p>
    <w:p w:rsidR="007A3977" w:rsidRDefault="007A3977">
      <w:pPr>
        <w:pStyle w:val="podproceduraodstep"/>
        <w:rPr>
          <w:color w:val="000000"/>
        </w:rPr>
      </w:pPr>
    </w:p>
    <w:p w:rsidR="007A3977" w:rsidRDefault="007A3977">
      <w:pPr>
        <w:pStyle w:val="apodproceduratabelaIItytu3"/>
      </w:pPr>
      <w:r>
        <w:rPr>
          <w:color w:val="000000"/>
        </w:rPr>
        <w:t>TABELA II OPIS PRACY</w:t>
      </w:r>
    </w:p>
    <w:p w:rsidR="007A3977" w:rsidRDefault="007A3977">
      <w:pPr>
        <w:widowControl w:val="0"/>
        <w:rPr>
          <w:rFonts w:ascii="Arial" w:hAnsi="Arial" w:cs="Arial"/>
          <w:sz w:val="24"/>
          <w:szCs w:val="24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551"/>
        <w:gridCol w:w="1542"/>
        <w:gridCol w:w="4530"/>
        <w:gridCol w:w="1542"/>
        <w:gridCol w:w="1542"/>
      </w:tblGrid>
      <w:tr w:rsidR="007A3977" w:rsidRPr="006C3C19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nag3wek2"/>
            </w:pPr>
            <w:r w:rsidRPr="006C3C19">
              <w:rPr>
                <w:color w:val="000000"/>
              </w:rPr>
              <w:t>L.p.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nag3wek2"/>
            </w:pPr>
            <w:r w:rsidRPr="006C3C19">
              <w:rPr>
                <w:color w:val="000000"/>
              </w:rPr>
              <w:t>Dokument na wejściu do czynności</w:t>
            </w:r>
          </w:p>
        </w:tc>
        <w:tc>
          <w:tcPr>
            <w:tcW w:w="4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nag3wek2"/>
            </w:pPr>
            <w:r w:rsidRPr="006C3C19">
              <w:rPr>
                <w:color w:val="000000"/>
              </w:rPr>
              <w:t>Opis czynności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nag3wek2"/>
            </w:pPr>
            <w:r w:rsidRPr="006C3C19">
              <w:rPr>
                <w:color w:val="000000"/>
              </w:rPr>
              <w:t>Dokument na wyjściu z czynności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nag3wek2"/>
            </w:pPr>
            <w:r w:rsidRPr="006C3C19">
              <w:rPr>
                <w:color w:val="000000"/>
              </w:rPr>
              <w:t>Stanowisko wykonujące czynność</w:t>
            </w:r>
          </w:p>
        </w:tc>
      </w:tr>
      <w:tr w:rsidR="007A3977" w:rsidRPr="006C3C19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n"/>
            </w:pPr>
            <w:r w:rsidRPr="006C3C19">
              <w:rPr>
                <w:color w:val="000000"/>
              </w:rPr>
              <w:t>1.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n"/>
              <w:rPr>
                <w:color w:val="000000"/>
              </w:rPr>
            </w:pPr>
            <w:r w:rsidRPr="006C3C19">
              <w:rPr>
                <w:color w:val="000000"/>
              </w:rPr>
              <w:t>Lista form wsparcia finansowego, które powinny zostać zapisane w formie współpracy</w:t>
            </w:r>
          </w:p>
        </w:tc>
        <w:tc>
          <w:tcPr>
            <w:tcW w:w="4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b"/>
            </w:pPr>
            <w:r w:rsidRPr="006C3C19">
              <w:rPr>
                <w:color w:val="000000"/>
              </w:rPr>
              <w:t xml:space="preserve">Oszacowanie skutków finansowych przyjęcia proponowanych form wsparcia </w:t>
            </w:r>
          </w:p>
          <w:p w:rsidR="007A3977" w:rsidRPr="006C3C19" w:rsidRDefault="007A3977">
            <w:pPr>
              <w:pStyle w:val="apodproceduratabelaIItreoar"/>
            </w:pPr>
          </w:p>
          <w:p w:rsidR="007A3977" w:rsidRPr="006C3C19" w:rsidRDefault="007A3977">
            <w:pPr>
              <w:pStyle w:val="apodproceduratabelaIItreoar"/>
            </w:pPr>
            <w:r w:rsidRPr="006C3C19">
              <w:rPr>
                <w:color w:val="000000"/>
              </w:rPr>
              <w:t>Możliwość kontynuacji</w:t>
            </w:r>
          </w:p>
          <w:p w:rsidR="007A3977" w:rsidRPr="006C3C19" w:rsidRDefault="007A3977">
            <w:pPr>
              <w:rPr>
                <w:color w:val="000000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n"/>
              <w:rPr>
                <w:color w:val="000000"/>
              </w:rPr>
            </w:pPr>
            <w:r w:rsidRPr="006C3C19">
              <w:rPr>
                <w:color w:val="000000"/>
              </w:rPr>
              <w:t>Lista form wsparcia finansowego, które powinny zostać zapisane w formie współpracy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n"/>
              <w:rPr>
                <w:color w:val="000000"/>
              </w:rPr>
            </w:pPr>
            <w:r w:rsidRPr="006C3C19">
              <w:rPr>
                <w:color w:val="000000"/>
              </w:rPr>
              <w:t>Zespół zadaniowy ds. tworzenia programu współpracy z NGO</w:t>
            </w:r>
          </w:p>
        </w:tc>
      </w:tr>
      <w:tr w:rsidR="007A3977" w:rsidRPr="006C3C19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n"/>
            </w:pPr>
            <w:r w:rsidRPr="006C3C19">
              <w:rPr>
                <w:color w:val="000000"/>
              </w:rPr>
              <w:t>2.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n"/>
              <w:rPr>
                <w:color w:val="000000"/>
              </w:rPr>
            </w:pPr>
            <w:r w:rsidRPr="006C3C19">
              <w:rPr>
                <w:color w:val="000000"/>
              </w:rPr>
              <w:t xml:space="preserve">Wniosek dot. ujęcia w programie współpracy możliwości udzielania pożyczek i gwarancji dla NGO   </w:t>
            </w:r>
          </w:p>
        </w:tc>
        <w:tc>
          <w:tcPr>
            <w:tcW w:w="4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b"/>
            </w:pPr>
            <w:r w:rsidRPr="006C3C19">
              <w:rPr>
                <w:color w:val="000000"/>
              </w:rPr>
              <w:t>Przekazanie wniosku do Zespołu Zadaniowego ds. tworzenia programu</w:t>
            </w:r>
          </w:p>
          <w:p w:rsidR="007A3977" w:rsidRPr="006C3C19" w:rsidRDefault="007A3977">
            <w:pPr>
              <w:pStyle w:val="apodproceduratabelaIItreoar"/>
            </w:pPr>
          </w:p>
          <w:p w:rsidR="007A3977" w:rsidRPr="006C3C19" w:rsidRDefault="007A3977">
            <w:pPr>
              <w:pStyle w:val="apodproceduratabelaIItreoar"/>
            </w:pPr>
            <w:r w:rsidRPr="006C3C19">
              <w:rPr>
                <w:color w:val="000000"/>
              </w:rPr>
              <w:t>Możliwość kontynuacji</w:t>
            </w:r>
          </w:p>
          <w:p w:rsidR="007A3977" w:rsidRPr="006C3C19" w:rsidRDefault="007A3977">
            <w:pPr>
              <w:rPr>
                <w:color w:val="000000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n"/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n"/>
              <w:rPr>
                <w:color w:val="000000"/>
              </w:rPr>
            </w:pPr>
            <w:r w:rsidRPr="006C3C19">
              <w:rPr>
                <w:color w:val="000000"/>
              </w:rPr>
              <w:t>Wydział Oświaty, Kultury i Promocji (OKP)</w:t>
            </w:r>
          </w:p>
        </w:tc>
      </w:tr>
      <w:tr w:rsidR="007A3977" w:rsidRPr="006C3C19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n"/>
            </w:pPr>
            <w:r w:rsidRPr="006C3C19">
              <w:rPr>
                <w:color w:val="000000"/>
              </w:rPr>
              <w:t>3.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n"/>
              <w:rPr>
                <w:color w:val="000000"/>
              </w:rPr>
            </w:pPr>
            <w:r w:rsidRPr="006C3C19">
              <w:rPr>
                <w:color w:val="000000"/>
              </w:rPr>
              <w:t xml:space="preserve">Wniosek dot. ujęcia w programie współpracy możliwości udzielania pożyczek i gwarancji dla NGO   </w:t>
            </w:r>
          </w:p>
        </w:tc>
        <w:tc>
          <w:tcPr>
            <w:tcW w:w="4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b"/>
            </w:pPr>
            <w:r w:rsidRPr="006C3C19">
              <w:rPr>
                <w:color w:val="000000"/>
              </w:rPr>
              <w:t xml:space="preserve">Ułożenie listy form wsparcia instytucjonalnego, które powinny być zapisane w programie współpracy </w:t>
            </w:r>
          </w:p>
          <w:p w:rsidR="007A3977" w:rsidRPr="006C3C19" w:rsidRDefault="007A3977">
            <w:pPr>
              <w:pStyle w:val="apodproceduratabelaIItreoar"/>
            </w:pPr>
          </w:p>
          <w:p w:rsidR="007A3977" w:rsidRPr="006C3C19" w:rsidRDefault="007A3977">
            <w:pPr>
              <w:pStyle w:val="apodproceduratabelaIItreoar"/>
            </w:pPr>
            <w:r w:rsidRPr="006C3C19">
              <w:rPr>
                <w:color w:val="000000"/>
              </w:rPr>
              <w:t>Możliwość kontynuacji</w:t>
            </w:r>
          </w:p>
          <w:p w:rsidR="007A3977" w:rsidRPr="006C3C19" w:rsidRDefault="007A3977">
            <w:pPr>
              <w:rPr>
                <w:color w:val="000000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n"/>
              <w:rPr>
                <w:color w:val="000000"/>
              </w:rPr>
            </w:pPr>
            <w:r w:rsidRPr="006C3C19">
              <w:rPr>
                <w:color w:val="000000"/>
              </w:rPr>
              <w:t>Lista form wsparcia finansowego, które powinny zostać zapisane w formie współpracy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n"/>
              <w:rPr>
                <w:color w:val="000000"/>
              </w:rPr>
            </w:pPr>
            <w:r w:rsidRPr="006C3C19">
              <w:rPr>
                <w:color w:val="000000"/>
              </w:rPr>
              <w:t>Zespół zadaniowy ds. tworzenia programu współpracy z NGO</w:t>
            </w:r>
          </w:p>
        </w:tc>
      </w:tr>
    </w:tbl>
    <w:p w:rsidR="007A3977" w:rsidRDefault="007A3977">
      <w:pPr>
        <w:widowControl w:val="0"/>
        <w:rPr>
          <w:color w:val="000000"/>
        </w:rPr>
      </w:pPr>
    </w:p>
    <w:p w:rsidR="007A3977" w:rsidRDefault="007A3977">
      <w:pPr>
        <w:pStyle w:val="podproceduraodstep"/>
        <w:rPr>
          <w:color w:val="000000"/>
        </w:rPr>
      </w:pPr>
    </w:p>
    <w:p w:rsidR="007A3977" w:rsidRDefault="007A3977">
      <w:pPr>
        <w:pStyle w:val="podproceduratabelaIIItytu3"/>
      </w:pPr>
      <w:r>
        <w:rPr>
          <w:color w:val="000000"/>
        </w:rPr>
        <w:t>TABELA III WYNIK REALIZACJI PODPROCEDURY</w:t>
      </w:r>
    </w:p>
    <w:p w:rsidR="007A3977" w:rsidRDefault="007A3977">
      <w:pPr>
        <w:widowControl w:val="0"/>
        <w:rPr>
          <w:rFonts w:ascii="Arial" w:hAnsi="Arial" w:cs="Arial"/>
          <w:sz w:val="24"/>
          <w:szCs w:val="24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551"/>
        <w:gridCol w:w="4337"/>
        <w:gridCol w:w="4819"/>
      </w:tblGrid>
      <w:tr w:rsidR="007A3977" w:rsidRPr="006C3C19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977" w:rsidRPr="006C3C19" w:rsidRDefault="007A3977">
            <w:pPr>
              <w:pStyle w:val="podproceduratabelaIIInag3wek"/>
            </w:pPr>
            <w:r w:rsidRPr="006C3C19">
              <w:rPr>
                <w:color w:val="000000"/>
              </w:rPr>
              <w:t>L.p.</w:t>
            </w:r>
          </w:p>
        </w:tc>
        <w:tc>
          <w:tcPr>
            <w:tcW w:w="4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977" w:rsidRPr="006C3C19" w:rsidRDefault="007A3977">
            <w:pPr>
              <w:pStyle w:val="podproceduratabelaIIInag3wek"/>
            </w:pPr>
            <w:r w:rsidRPr="006C3C19">
              <w:rPr>
                <w:color w:val="000000"/>
              </w:rPr>
              <w:t>Odbiorca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977" w:rsidRPr="006C3C19" w:rsidRDefault="007A3977">
            <w:pPr>
              <w:pStyle w:val="podproceduratabelaIIInag3wek"/>
            </w:pPr>
            <w:r w:rsidRPr="006C3C19">
              <w:rPr>
                <w:color w:val="000000"/>
              </w:rPr>
              <w:t>Zdarzenie; Dokument</w:t>
            </w:r>
          </w:p>
        </w:tc>
      </w:tr>
      <w:tr w:rsidR="007A3977" w:rsidRPr="006C3C19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977" w:rsidRPr="006C3C19" w:rsidRDefault="007A3977">
            <w:pPr>
              <w:pStyle w:val="podproceduratabelaIIItreoa"/>
            </w:pPr>
            <w:r w:rsidRPr="006C3C19">
              <w:rPr>
                <w:color w:val="000000"/>
              </w:rPr>
              <w:t xml:space="preserve"> 1.</w:t>
            </w:r>
          </w:p>
        </w:tc>
        <w:tc>
          <w:tcPr>
            <w:tcW w:w="4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977" w:rsidRPr="006C3C19" w:rsidRDefault="007A3977">
            <w:pPr>
              <w:pStyle w:val="podproceduratabelaIIItreoa"/>
            </w:pPr>
            <w:r w:rsidRPr="006C3C19">
              <w:rPr>
                <w:color w:val="000000"/>
              </w:rPr>
              <w:t>Zespół zadaniowy ds. tworzenia programu współpracy z NGO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977" w:rsidRPr="006C3C19" w:rsidRDefault="007A3977">
            <w:pPr>
              <w:pStyle w:val="podproceduratabelaIIItreoa"/>
            </w:pPr>
            <w:r w:rsidRPr="006C3C19">
              <w:rPr>
                <w:color w:val="000000"/>
              </w:rPr>
              <w:t>Zespół zadaniowy stworzył listę form wsparcia finansowego, które powinny zostać zapisane w formie współpracy;</w:t>
            </w:r>
            <w:r w:rsidRPr="006C3C19">
              <w:rPr>
                <w:color w:val="000000"/>
              </w:rPr>
              <w:br/>
              <w:t>Lista form wsparcia finansowego, które powinny zostać zapisane w formie współpracy</w:t>
            </w:r>
          </w:p>
        </w:tc>
      </w:tr>
    </w:tbl>
    <w:p w:rsidR="007A3977" w:rsidRDefault="007A3977">
      <w:pPr>
        <w:widowControl w:val="0"/>
        <w:rPr>
          <w:color w:val="000000"/>
        </w:rPr>
      </w:pPr>
    </w:p>
    <w:p w:rsidR="007A3977" w:rsidRDefault="007A3977">
      <w:pPr>
        <w:rPr>
          <w:color w:val="000000"/>
        </w:rPr>
      </w:pPr>
      <w:r>
        <w:rPr>
          <w:color w:val="000000"/>
        </w:rPr>
        <w:t>DOKUMENTY ZWIĄZANE:</w:t>
      </w:r>
    </w:p>
    <w:p w:rsidR="007A3977" w:rsidRDefault="007A3977">
      <w:pPr>
        <w:rPr>
          <w:color w:val="000000"/>
        </w:rPr>
      </w:pPr>
    </w:p>
    <w:p w:rsidR="007A3977" w:rsidRDefault="007A3977">
      <w:pPr>
        <w:rPr>
          <w:color w:val="000000"/>
        </w:rPr>
      </w:pPr>
      <w:r>
        <w:rPr>
          <w:color w:val="000000"/>
        </w:rPr>
        <w:t xml:space="preserve"> 1. Lista form wsparcia finansowego, które powinny zostać zapisane w formie współpracy</w:t>
      </w:r>
    </w:p>
    <w:p w:rsidR="007A3977" w:rsidRDefault="007A3977">
      <w:pPr>
        <w:rPr>
          <w:color w:val="000000"/>
        </w:rPr>
      </w:pPr>
      <w:r>
        <w:rPr>
          <w:color w:val="000000"/>
        </w:rPr>
        <w:t xml:space="preserve"> 2. Lista form wsparcia finansowego, które powinny zostać zapisane w formie współpracy</w:t>
      </w:r>
    </w:p>
    <w:p w:rsidR="007A3977" w:rsidRDefault="007A3977">
      <w:pPr>
        <w:rPr>
          <w:color w:val="000000"/>
        </w:rPr>
      </w:pPr>
      <w:r>
        <w:rPr>
          <w:color w:val="000000"/>
        </w:rPr>
        <w:t xml:space="preserve"> 3. Lista form wsparcia finansowego, które powinny zostać zapisane w formie współpracy</w:t>
      </w:r>
    </w:p>
    <w:p w:rsidR="007A3977" w:rsidRDefault="007A3977">
      <w:pPr>
        <w:rPr>
          <w:color w:val="000000"/>
        </w:rPr>
      </w:pPr>
      <w:r>
        <w:rPr>
          <w:color w:val="000000"/>
        </w:rPr>
        <w:t xml:space="preserve"> 4. Wniosek dot. ujęcia w programie współpracy możliwości udzielania pożyczek i gwarancji dla NGO   </w:t>
      </w:r>
    </w:p>
    <w:p w:rsidR="007A3977" w:rsidRDefault="007A3977">
      <w:pPr>
        <w:rPr>
          <w:color w:val="000000"/>
        </w:rPr>
      </w:pPr>
      <w:r>
        <w:rPr>
          <w:color w:val="000000"/>
        </w:rPr>
        <w:t xml:space="preserve"> 5. Wniosek dot. ujęcia w programie współpracy możliwości udzielania pożyczek i gwarancji dla NGO   </w:t>
      </w:r>
    </w:p>
    <w:p w:rsidR="007A3977" w:rsidRDefault="007A3977">
      <w:pPr>
        <w:pStyle w:val="podproceduratabelaIIItytu3"/>
        <w:rPr>
          <w:color w:val="000000"/>
        </w:rPr>
      </w:pPr>
      <w:r>
        <w:rPr>
          <w:color w:val="000000"/>
        </w:rPr>
        <w:br w:type="page"/>
        <w:t>MODEL PROCESU:</w:t>
      </w:r>
    </w:p>
    <w:p w:rsidR="007A3977" w:rsidRDefault="007A3977">
      <w:pPr>
        <w:pStyle w:val="Heading3"/>
        <w:rPr>
          <w:color w:val="000000"/>
        </w:rPr>
      </w:pPr>
      <w:r w:rsidRPr="006C3C19">
        <w:rPr>
          <w:rFonts w:ascii="Arial" w:hAnsi="Arial" w:cs="Arial"/>
          <w:noProof/>
          <w:sz w:val="24"/>
          <w:szCs w:val="24"/>
        </w:rPr>
        <w:pict>
          <v:shape id="Obraz 5" o:spid="_x0000_i1027" type="#_x0000_t75" style="width:475.5pt;height:678pt;visibility:visible">
            <v:imagedata r:id="rId6" o:title=""/>
          </v:shape>
        </w:pic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color w:val="000000"/>
        </w:rPr>
        <w:br w:type="page"/>
      </w:r>
    </w:p>
    <w:p w:rsidR="007A3977" w:rsidRDefault="007A3977" w:rsidP="003B67E1">
      <w:pPr>
        <w:pStyle w:val="Heading3"/>
        <w:jc w:val="both"/>
        <w:rPr>
          <w:color w:val="000000"/>
        </w:rPr>
      </w:pPr>
      <w:r>
        <w:rPr>
          <w:rFonts w:ascii="Calibri" w:hAnsi="Calibri"/>
          <w:i w:val="0"/>
          <w:color w:val="000000"/>
          <w:sz w:val="24"/>
          <w:u w:val="single"/>
        </w:rPr>
        <w:t>Procedura 4</w:t>
      </w:r>
      <w:r w:rsidRPr="00B344F5">
        <w:rPr>
          <w:rFonts w:ascii="Calibri" w:hAnsi="Calibri"/>
          <w:i w:val="0"/>
          <w:color w:val="000000"/>
          <w:sz w:val="24"/>
          <w:u w:val="single"/>
        </w:rPr>
        <w:t xml:space="preserve">. </w:t>
      </w:r>
      <w:r>
        <w:rPr>
          <w:rFonts w:ascii="Calibri" w:hAnsi="Calibri"/>
          <w:i w:val="0"/>
          <w:color w:val="000000"/>
          <w:sz w:val="24"/>
          <w:u w:val="single"/>
        </w:rPr>
        <w:t xml:space="preserve">Opracowanie procedur dot. określenia w programie współpracy kompetencji pełnomocnika, obejmującego dbałość o stosowanie zasad zasad współpracy, rozdzielenia zadań i roli pełnomocnika od zlecania realizacji zadań publicznych i kontroli ich realizacji. </w:t>
      </w:r>
    </w:p>
    <w:p w:rsidR="007A3977" w:rsidRDefault="007A3977" w:rsidP="003B67E1">
      <w:pPr>
        <w:pStyle w:val="Heading3"/>
        <w:rPr>
          <w:color w:val="000000"/>
        </w:rPr>
      </w:pPr>
    </w:p>
    <w:p w:rsidR="007A3977" w:rsidRPr="00427EAF" w:rsidRDefault="007A3977" w:rsidP="003B67E1">
      <w:pPr>
        <w:pStyle w:val="Heading3"/>
        <w:rPr>
          <w:rFonts w:ascii="Calibri" w:hAnsi="Calibri" w:cs="Arial"/>
          <w:b w:val="0"/>
          <w:i w:val="0"/>
          <w:sz w:val="24"/>
          <w:szCs w:val="24"/>
        </w:rPr>
      </w:pPr>
      <w:r w:rsidRPr="00427EAF">
        <w:rPr>
          <w:rFonts w:ascii="Calibri" w:hAnsi="Calibri" w:cs="Arial"/>
          <w:b w:val="0"/>
          <w:i w:val="0"/>
          <w:color w:val="000000"/>
          <w:sz w:val="24"/>
          <w:szCs w:val="24"/>
        </w:rPr>
        <w:t>Proces 2</w:t>
      </w:r>
      <w:r>
        <w:rPr>
          <w:rFonts w:ascii="Calibri" w:hAnsi="Calibri" w:cs="Arial"/>
          <w:b w:val="0"/>
          <w:i w:val="0"/>
          <w:color w:val="000000"/>
          <w:sz w:val="24"/>
          <w:szCs w:val="24"/>
        </w:rPr>
        <w:t>5</w:t>
      </w:r>
    </w:p>
    <w:p w:rsidR="007A3977" w:rsidRDefault="007A3977">
      <w:pPr>
        <w:pStyle w:val="podproceduraodstep"/>
      </w:pPr>
    </w:p>
    <w:p w:rsidR="007A3977" w:rsidRDefault="007A3977">
      <w:pPr>
        <w:pStyle w:val="podproceduratabelaItytu3"/>
      </w:pPr>
      <w:r>
        <w:rPr>
          <w:color w:val="000000"/>
        </w:rPr>
        <w:t>TABELA I INICJACJA PODPROCEDURY</w:t>
      </w:r>
    </w:p>
    <w:p w:rsidR="007A3977" w:rsidRDefault="007A3977">
      <w:pPr>
        <w:widowControl w:val="0"/>
        <w:rPr>
          <w:rFonts w:ascii="Arial" w:hAnsi="Arial" w:cs="Arial"/>
          <w:sz w:val="24"/>
          <w:szCs w:val="24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551"/>
        <w:gridCol w:w="4337"/>
        <w:gridCol w:w="4819"/>
      </w:tblGrid>
      <w:tr w:rsidR="007A3977" w:rsidRPr="006C3C19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977" w:rsidRPr="006C3C19" w:rsidRDefault="007A3977">
            <w:pPr>
              <w:pStyle w:val="podproceduratabelaInag3wek"/>
            </w:pPr>
            <w:r w:rsidRPr="006C3C19">
              <w:rPr>
                <w:color w:val="000000"/>
              </w:rPr>
              <w:t>L.p.</w:t>
            </w:r>
          </w:p>
        </w:tc>
        <w:tc>
          <w:tcPr>
            <w:tcW w:w="4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977" w:rsidRPr="006C3C19" w:rsidRDefault="007A3977">
            <w:pPr>
              <w:pStyle w:val="podproceduratabelaInag3wek"/>
            </w:pPr>
            <w:r w:rsidRPr="006C3C19">
              <w:rPr>
                <w:color w:val="000000"/>
              </w:rPr>
              <w:t>Dostawca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977" w:rsidRPr="006C3C19" w:rsidRDefault="007A3977">
            <w:pPr>
              <w:pStyle w:val="podproceduratabelaInag3wek"/>
            </w:pPr>
            <w:r w:rsidRPr="006C3C19">
              <w:rPr>
                <w:color w:val="000000"/>
              </w:rPr>
              <w:t>Zdarzenie; Dokument</w:t>
            </w:r>
          </w:p>
        </w:tc>
      </w:tr>
      <w:tr w:rsidR="007A3977" w:rsidRPr="006C3C19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977" w:rsidRPr="006C3C19" w:rsidRDefault="007A3977">
            <w:pPr>
              <w:pStyle w:val="podproceduratabelaItreoa"/>
            </w:pPr>
            <w:r w:rsidRPr="006C3C19">
              <w:rPr>
                <w:color w:val="000000"/>
              </w:rPr>
              <w:t xml:space="preserve"> 1.</w:t>
            </w:r>
          </w:p>
        </w:tc>
        <w:tc>
          <w:tcPr>
            <w:tcW w:w="4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977" w:rsidRPr="006C3C19" w:rsidRDefault="007A3977">
            <w:pPr>
              <w:pStyle w:val="podproceduratabelaItreoa"/>
            </w:pP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977" w:rsidRPr="006C3C19" w:rsidRDefault="007A3977">
            <w:pPr>
              <w:pStyle w:val="podproceduratabelaItreoa"/>
            </w:pPr>
            <w:r w:rsidRPr="006C3C19">
              <w:rPr>
                <w:color w:val="000000"/>
              </w:rPr>
              <w:t>Wpłynął wniosek od NGO</w:t>
            </w:r>
          </w:p>
        </w:tc>
      </w:tr>
    </w:tbl>
    <w:p w:rsidR="007A3977" w:rsidRDefault="007A3977">
      <w:pPr>
        <w:widowControl w:val="0"/>
        <w:rPr>
          <w:color w:val="000000"/>
        </w:rPr>
      </w:pPr>
    </w:p>
    <w:p w:rsidR="007A3977" w:rsidRDefault="007A3977">
      <w:pPr>
        <w:pStyle w:val="podproceduraodstep"/>
        <w:rPr>
          <w:color w:val="000000"/>
        </w:rPr>
      </w:pPr>
    </w:p>
    <w:p w:rsidR="007A3977" w:rsidRDefault="007A3977">
      <w:pPr>
        <w:pStyle w:val="apodproceduratabelaIItytu3"/>
      </w:pPr>
      <w:r>
        <w:rPr>
          <w:color w:val="000000"/>
        </w:rPr>
        <w:t>TABELA II OPIS PRACY</w:t>
      </w:r>
    </w:p>
    <w:p w:rsidR="007A3977" w:rsidRDefault="007A3977">
      <w:pPr>
        <w:widowControl w:val="0"/>
        <w:rPr>
          <w:rFonts w:ascii="Arial" w:hAnsi="Arial" w:cs="Arial"/>
          <w:sz w:val="24"/>
          <w:szCs w:val="24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551"/>
        <w:gridCol w:w="1542"/>
        <w:gridCol w:w="4530"/>
        <w:gridCol w:w="1542"/>
        <w:gridCol w:w="1542"/>
      </w:tblGrid>
      <w:tr w:rsidR="007A3977" w:rsidRPr="006C3C19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nag3wek2"/>
            </w:pPr>
            <w:r w:rsidRPr="006C3C19">
              <w:rPr>
                <w:color w:val="000000"/>
              </w:rPr>
              <w:t>L.p.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nag3wek2"/>
            </w:pPr>
            <w:r w:rsidRPr="006C3C19">
              <w:rPr>
                <w:color w:val="000000"/>
              </w:rPr>
              <w:t>Dokument na wejściu do czynności</w:t>
            </w:r>
          </w:p>
        </w:tc>
        <w:tc>
          <w:tcPr>
            <w:tcW w:w="4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nag3wek2"/>
            </w:pPr>
            <w:r w:rsidRPr="006C3C19">
              <w:rPr>
                <w:color w:val="000000"/>
              </w:rPr>
              <w:t>Opis czynności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nag3wek2"/>
            </w:pPr>
            <w:r w:rsidRPr="006C3C19">
              <w:rPr>
                <w:color w:val="000000"/>
              </w:rPr>
              <w:t>Dokument na wyjściu z czynności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nag3wek2"/>
            </w:pPr>
            <w:r w:rsidRPr="006C3C19">
              <w:rPr>
                <w:color w:val="000000"/>
              </w:rPr>
              <w:t>Stanowisko wykonujące czynność</w:t>
            </w:r>
          </w:p>
        </w:tc>
      </w:tr>
      <w:tr w:rsidR="007A3977" w:rsidRPr="006C3C19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n"/>
            </w:pPr>
            <w:r w:rsidRPr="006C3C19">
              <w:rPr>
                <w:color w:val="000000"/>
              </w:rPr>
              <w:t>1.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n"/>
              <w:rPr>
                <w:color w:val="000000"/>
              </w:rPr>
            </w:pPr>
            <w:r w:rsidRPr="006C3C19">
              <w:rPr>
                <w:color w:val="000000"/>
              </w:rPr>
              <w:t>Wniosek dot. ujęcia w programie współpracy kompetencji pełnomocnika</w:t>
            </w:r>
          </w:p>
        </w:tc>
        <w:tc>
          <w:tcPr>
            <w:tcW w:w="4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b"/>
            </w:pPr>
            <w:r w:rsidRPr="006C3C19">
              <w:rPr>
                <w:color w:val="000000"/>
              </w:rPr>
              <w:t>Przekazanie wniosku do Zespołu Zadaniowego ds. tworzenia programu</w:t>
            </w:r>
          </w:p>
          <w:p w:rsidR="007A3977" w:rsidRPr="006C3C19" w:rsidRDefault="007A3977">
            <w:pPr>
              <w:pStyle w:val="apodproceduratabelaIItreoar"/>
            </w:pPr>
          </w:p>
          <w:p w:rsidR="007A3977" w:rsidRPr="006C3C19" w:rsidRDefault="007A3977">
            <w:pPr>
              <w:pStyle w:val="apodproceduratabelaIItreoar"/>
            </w:pPr>
            <w:r w:rsidRPr="006C3C19">
              <w:rPr>
                <w:color w:val="000000"/>
              </w:rPr>
              <w:t>Możliwość kontynuacji</w:t>
            </w:r>
          </w:p>
          <w:p w:rsidR="007A3977" w:rsidRPr="006C3C19" w:rsidRDefault="007A3977">
            <w:pPr>
              <w:rPr>
                <w:color w:val="000000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n"/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n"/>
              <w:rPr>
                <w:color w:val="000000"/>
              </w:rPr>
            </w:pPr>
            <w:r w:rsidRPr="006C3C19">
              <w:rPr>
                <w:color w:val="000000"/>
              </w:rPr>
              <w:t>Wydział Oświaty, Kultury i Promocji (OKP)</w:t>
            </w:r>
          </w:p>
        </w:tc>
      </w:tr>
      <w:tr w:rsidR="007A3977" w:rsidRPr="006C3C19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n"/>
            </w:pPr>
            <w:r w:rsidRPr="006C3C19">
              <w:rPr>
                <w:color w:val="000000"/>
              </w:rPr>
              <w:t>2.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n"/>
              <w:rPr>
                <w:color w:val="000000"/>
              </w:rPr>
            </w:pPr>
            <w:r w:rsidRPr="006C3C19">
              <w:rPr>
                <w:color w:val="000000"/>
              </w:rPr>
              <w:t>Wniosek dot. ujęcia w programie współpracy kompetencji pełnomocnika</w:t>
            </w:r>
          </w:p>
        </w:tc>
        <w:tc>
          <w:tcPr>
            <w:tcW w:w="4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b"/>
            </w:pPr>
            <w:r w:rsidRPr="006C3C19">
              <w:rPr>
                <w:color w:val="000000"/>
              </w:rPr>
              <w:t xml:space="preserve">Ułożenie listy kompetencji pełnomocnika, które powinny być zapisane w programie współpracy </w:t>
            </w:r>
          </w:p>
          <w:p w:rsidR="007A3977" w:rsidRPr="006C3C19" w:rsidRDefault="007A3977">
            <w:pPr>
              <w:pStyle w:val="apodproceduratabelaIItreoar"/>
            </w:pPr>
          </w:p>
          <w:p w:rsidR="007A3977" w:rsidRPr="006C3C19" w:rsidRDefault="007A3977">
            <w:pPr>
              <w:pStyle w:val="apodproceduratabelaIItreoar"/>
            </w:pPr>
            <w:r w:rsidRPr="006C3C19">
              <w:rPr>
                <w:color w:val="000000"/>
              </w:rPr>
              <w:t>Możliwość kontynuacji</w:t>
            </w:r>
          </w:p>
          <w:p w:rsidR="007A3977" w:rsidRPr="006C3C19" w:rsidRDefault="007A3977">
            <w:pPr>
              <w:rPr>
                <w:color w:val="000000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n"/>
              <w:rPr>
                <w:color w:val="000000"/>
              </w:rPr>
            </w:pPr>
            <w:r w:rsidRPr="006C3C19">
              <w:rPr>
                <w:color w:val="000000"/>
              </w:rPr>
              <w:t xml:space="preserve">Lista kompetencji pełnomocnika, które powinny być zapisane w programie współpracy 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n"/>
              <w:rPr>
                <w:color w:val="000000"/>
              </w:rPr>
            </w:pPr>
            <w:r w:rsidRPr="006C3C19">
              <w:rPr>
                <w:color w:val="000000"/>
              </w:rPr>
              <w:t>Zespół zadaniowy ds. tworzenia programu współpracy z NGO</w:t>
            </w:r>
          </w:p>
        </w:tc>
      </w:tr>
      <w:tr w:rsidR="007A3977" w:rsidRPr="006C3C19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n"/>
            </w:pPr>
            <w:r w:rsidRPr="006C3C19">
              <w:rPr>
                <w:color w:val="000000"/>
              </w:rPr>
              <w:t>3.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n"/>
              <w:rPr>
                <w:color w:val="000000"/>
              </w:rPr>
            </w:pPr>
            <w:r w:rsidRPr="006C3C19">
              <w:rPr>
                <w:color w:val="000000"/>
              </w:rPr>
              <w:t xml:space="preserve">Lista kompetencji pełnomocnika, które powinny być zapisane w programie współpracy </w:t>
            </w:r>
          </w:p>
        </w:tc>
        <w:tc>
          <w:tcPr>
            <w:tcW w:w="4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b"/>
            </w:pPr>
            <w:r w:rsidRPr="006C3C19">
              <w:rPr>
                <w:color w:val="000000"/>
              </w:rPr>
              <w:t>Oszacowanie skutków finansowych przyjęcia proponowanych zmian</w:t>
            </w:r>
          </w:p>
          <w:p w:rsidR="007A3977" w:rsidRPr="006C3C19" w:rsidRDefault="007A3977">
            <w:pPr>
              <w:pStyle w:val="apodproceduratabelaIItreoar"/>
            </w:pPr>
          </w:p>
          <w:p w:rsidR="007A3977" w:rsidRPr="006C3C19" w:rsidRDefault="007A3977">
            <w:pPr>
              <w:pStyle w:val="apodproceduratabelaIItreoar"/>
            </w:pPr>
            <w:r w:rsidRPr="006C3C19">
              <w:rPr>
                <w:color w:val="000000"/>
              </w:rPr>
              <w:t>Możliwość kontynuacji</w:t>
            </w:r>
          </w:p>
          <w:p w:rsidR="007A3977" w:rsidRPr="006C3C19" w:rsidRDefault="007A3977">
            <w:pPr>
              <w:rPr>
                <w:color w:val="000000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n"/>
              <w:rPr>
                <w:color w:val="000000"/>
              </w:rPr>
            </w:pPr>
            <w:r w:rsidRPr="006C3C19">
              <w:rPr>
                <w:color w:val="000000"/>
              </w:rPr>
              <w:t xml:space="preserve">Lista kompetencji pełnomocnika, które powinny być zapisane w programie współpracy 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n"/>
              <w:rPr>
                <w:color w:val="000000"/>
              </w:rPr>
            </w:pPr>
            <w:r w:rsidRPr="006C3C19">
              <w:rPr>
                <w:color w:val="000000"/>
              </w:rPr>
              <w:t>Zespół zadaniowy ds. tworzenia programu współpracy z NGO</w:t>
            </w:r>
          </w:p>
        </w:tc>
      </w:tr>
    </w:tbl>
    <w:p w:rsidR="007A3977" w:rsidRDefault="007A3977">
      <w:pPr>
        <w:widowControl w:val="0"/>
        <w:rPr>
          <w:color w:val="000000"/>
        </w:rPr>
      </w:pPr>
    </w:p>
    <w:p w:rsidR="007A3977" w:rsidRDefault="007A3977">
      <w:pPr>
        <w:pStyle w:val="podproceduraodstep"/>
        <w:rPr>
          <w:color w:val="000000"/>
        </w:rPr>
      </w:pPr>
    </w:p>
    <w:p w:rsidR="007A3977" w:rsidRDefault="007A3977">
      <w:pPr>
        <w:pStyle w:val="podproceduratabelaIIItytu3"/>
      </w:pPr>
      <w:r>
        <w:rPr>
          <w:color w:val="000000"/>
        </w:rPr>
        <w:t>TABELA III WYNIK REALIZACJI PODPROCEDURY</w:t>
      </w:r>
    </w:p>
    <w:p w:rsidR="007A3977" w:rsidRDefault="007A3977">
      <w:pPr>
        <w:widowControl w:val="0"/>
        <w:rPr>
          <w:rFonts w:ascii="Arial" w:hAnsi="Arial" w:cs="Arial"/>
          <w:sz w:val="24"/>
          <w:szCs w:val="24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551"/>
        <w:gridCol w:w="4337"/>
        <w:gridCol w:w="4819"/>
      </w:tblGrid>
      <w:tr w:rsidR="007A3977" w:rsidRPr="006C3C19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977" w:rsidRPr="006C3C19" w:rsidRDefault="007A3977">
            <w:pPr>
              <w:pStyle w:val="podproceduratabelaIIInag3wek"/>
            </w:pPr>
            <w:r w:rsidRPr="006C3C19">
              <w:rPr>
                <w:color w:val="000000"/>
              </w:rPr>
              <w:t>L.p.</w:t>
            </w:r>
          </w:p>
        </w:tc>
        <w:tc>
          <w:tcPr>
            <w:tcW w:w="4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977" w:rsidRPr="006C3C19" w:rsidRDefault="007A3977">
            <w:pPr>
              <w:pStyle w:val="podproceduratabelaIIInag3wek"/>
            </w:pPr>
            <w:r w:rsidRPr="006C3C19">
              <w:rPr>
                <w:color w:val="000000"/>
              </w:rPr>
              <w:t>Odbiorca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977" w:rsidRPr="006C3C19" w:rsidRDefault="007A3977">
            <w:pPr>
              <w:pStyle w:val="podproceduratabelaIIInag3wek"/>
            </w:pPr>
            <w:r w:rsidRPr="006C3C19">
              <w:rPr>
                <w:color w:val="000000"/>
              </w:rPr>
              <w:t>Zdarzenie; Dokument</w:t>
            </w:r>
          </w:p>
        </w:tc>
      </w:tr>
      <w:tr w:rsidR="007A3977" w:rsidRPr="006C3C19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977" w:rsidRPr="006C3C19" w:rsidRDefault="007A3977">
            <w:pPr>
              <w:pStyle w:val="podproceduratabelaIIItreoa"/>
            </w:pPr>
            <w:r w:rsidRPr="006C3C19">
              <w:rPr>
                <w:color w:val="000000"/>
              </w:rPr>
              <w:t xml:space="preserve"> 1.</w:t>
            </w:r>
          </w:p>
        </w:tc>
        <w:tc>
          <w:tcPr>
            <w:tcW w:w="4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977" w:rsidRPr="006C3C19" w:rsidRDefault="007A3977">
            <w:pPr>
              <w:pStyle w:val="podproceduratabelaIIItreoa"/>
            </w:pPr>
            <w:r w:rsidRPr="006C3C19">
              <w:rPr>
                <w:color w:val="000000"/>
              </w:rPr>
              <w:t>Zespół zadaniowy ds. tworzenia programu współpracy z NGO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977" w:rsidRPr="006C3C19" w:rsidRDefault="007A3977">
            <w:pPr>
              <w:pStyle w:val="podproceduratabelaIIItreoa"/>
            </w:pPr>
            <w:r w:rsidRPr="006C3C19">
              <w:rPr>
                <w:color w:val="000000"/>
              </w:rPr>
              <w:t>Zespół zadaniowy stworzył listę kompetencji pełnomocnika, które powinny zostać zapisane w formie współpracy;</w:t>
            </w:r>
            <w:r w:rsidRPr="006C3C19">
              <w:rPr>
                <w:color w:val="000000"/>
              </w:rPr>
              <w:br/>
              <w:t xml:space="preserve">Lista kompetencji pełnomocnika, które powinny być zapisane w programie współpracy </w:t>
            </w:r>
          </w:p>
        </w:tc>
      </w:tr>
    </w:tbl>
    <w:p w:rsidR="007A3977" w:rsidRDefault="007A3977">
      <w:pPr>
        <w:widowControl w:val="0"/>
        <w:rPr>
          <w:color w:val="000000"/>
        </w:rPr>
      </w:pPr>
    </w:p>
    <w:p w:rsidR="007A3977" w:rsidRDefault="007A3977">
      <w:pPr>
        <w:rPr>
          <w:color w:val="000000"/>
        </w:rPr>
      </w:pPr>
      <w:r>
        <w:rPr>
          <w:color w:val="000000"/>
        </w:rPr>
        <w:t>DOKUMENTY ZWIĄZANE:</w:t>
      </w:r>
    </w:p>
    <w:p w:rsidR="007A3977" w:rsidRDefault="007A3977">
      <w:pPr>
        <w:rPr>
          <w:color w:val="000000"/>
        </w:rPr>
      </w:pPr>
    </w:p>
    <w:p w:rsidR="007A3977" w:rsidRDefault="007A3977">
      <w:pPr>
        <w:rPr>
          <w:color w:val="000000"/>
        </w:rPr>
      </w:pPr>
      <w:r>
        <w:rPr>
          <w:color w:val="000000"/>
        </w:rPr>
        <w:t xml:space="preserve"> 1. Lista kompetencji pełnomocnika, które powinny być zapisane w programie współpracy </w:t>
      </w:r>
    </w:p>
    <w:p w:rsidR="007A3977" w:rsidRDefault="007A3977">
      <w:pPr>
        <w:rPr>
          <w:color w:val="000000"/>
        </w:rPr>
      </w:pPr>
      <w:r>
        <w:rPr>
          <w:color w:val="000000"/>
        </w:rPr>
        <w:t xml:space="preserve"> 2. Lista kompetencji pełnomocnika, które powinny być zapisane w programie współpracy </w:t>
      </w:r>
    </w:p>
    <w:p w:rsidR="007A3977" w:rsidRDefault="007A3977">
      <w:pPr>
        <w:rPr>
          <w:color w:val="000000"/>
        </w:rPr>
      </w:pPr>
      <w:r>
        <w:rPr>
          <w:color w:val="000000"/>
        </w:rPr>
        <w:t xml:space="preserve"> 3. Lista kompetencji pełnomocnika, które powinny być zapisane w programie współpracy </w:t>
      </w:r>
    </w:p>
    <w:p w:rsidR="007A3977" w:rsidRDefault="007A3977">
      <w:pPr>
        <w:rPr>
          <w:color w:val="000000"/>
        </w:rPr>
      </w:pPr>
      <w:r>
        <w:rPr>
          <w:color w:val="000000"/>
        </w:rPr>
        <w:t xml:space="preserve"> 4. Wniosek dot. ujęcia w programie współpracy kompetencji pełnomocnika</w:t>
      </w:r>
    </w:p>
    <w:p w:rsidR="007A3977" w:rsidRDefault="007A3977">
      <w:pPr>
        <w:rPr>
          <w:color w:val="000000"/>
        </w:rPr>
      </w:pPr>
      <w:r>
        <w:rPr>
          <w:color w:val="000000"/>
        </w:rPr>
        <w:t xml:space="preserve"> 5. Wniosek dot. ujęcia w programie współpracy kompetencji pełnomocnika</w:t>
      </w:r>
    </w:p>
    <w:p w:rsidR="007A3977" w:rsidRDefault="007A3977">
      <w:pPr>
        <w:pStyle w:val="podproceduratabelaIIItytu3"/>
        <w:rPr>
          <w:color w:val="000000"/>
        </w:rPr>
      </w:pPr>
      <w:r>
        <w:rPr>
          <w:color w:val="000000"/>
        </w:rPr>
        <w:br w:type="page"/>
        <w:t>MODEL PROCESU:</w:t>
      </w:r>
    </w:p>
    <w:p w:rsidR="007A3977" w:rsidRDefault="007A3977">
      <w:pPr>
        <w:pStyle w:val="Heading3"/>
        <w:rPr>
          <w:color w:val="000000"/>
        </w:rPr>
      </w:pPr>
      <w:r w:rsidRPr="006C3C19">
        <w:rPr>
          <w:rFonts w:ascii="Arial" w:hAnsi="Arial" w:cs="Arial"/>
          <w:noProof/>
          <w:sz w:val="24"/>
          <w:szCs w:val="24"/>
        </w:rPr>
        <w:pict>
          <v:shape id="Obraz 6" o:spid="_x0000_i1028" type="#_x0000_t75" style="width:485.25pt;height:583.5pt;visibility:visible">
            <v:imagedata r:id="rId7" o:title=""/>
          </v:shape>
        </w:pic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color w:val="000000"/>
        </w:rPr>
        <w:br w:type="page"/>
      </w:r>
    </w:p>
    <w:p w:rsidR="007A3977" w:rsidRDefault="007A3977" w:rsidP="003B67E1">
      <w:pPr>
        <w:pStyle w:val="Heading3"/>
        <w:jc w:val="both"/>
        <w:rPr>
          <w:color w:val="000000"/>
        </w:rPr>
      </w:pPr>
      <w:r>
        <w:rPr>
          <w:rFonts w:ascii="Calibri" w:hAnsi="Calibri"/>
          <w:i w:val="0"/>
          <w:color w:val="000000"/>
          <w:sz w:val="24"/>
          <w:u w:val="single"/>
        </w:rPr>
        <w:t>Procedura 5</w:t>
      </w:r>
      <w:r w:rsidRPr="00B344F5">
        <w:rPr>
          <w:rFonts w:ascii="Calibri" w:hAnsi="Calibri"/>
          <w:i w:val="0"/>
          <w:color w:val="000000"/>
          <w:sz w:val="24"/>
          <w:u w:val="single"/>
        </w:rPr>
        <w:t xml:space="preserve">. </w:t>
      </w:r>
      <w:r>
        <w:rPr>
          <w:rFonts w:ascii="Calibri" w:hAnsi="Calibri"/>
          <w:i w:val="0"/>
          <w:color w:val="000000"/>
          <w:sz w:val="24"/>
          <w:u w:val="single"/>
        </w:rPr>
        <w:t xml:space="preserve">Opracowanie procedur dot. zlecania zadań w obszarze utworzenia ośrodka wspierania NGO i inicjatyw obywatelskich  </w:t>
      </w:r>
    </w:p>
    <w:p w:rsidR="007A3977" w:rsidRDefault="007A3977" w:rsidP="003B67E1">
      <w:pPr>
        <w:pStyle w:val="Heading3"/>
        <w:rPr>
          <w:color w:val="000000"/>
        </w:rPr>
      </w:pPr>
    </w:p>
    <w:p w:rsidR="007A3977" w:rsidRPr="00427EAF" w:rsidRDefault="007A3977" w:rsidP="003B67E1">
      <w:pPr>
        <w:pStyle w:val="Heading3"/>
        <w:rPr>
          <w:rFonts w:ascii="Calibri" w:hAnsi="Calibri" w:cs="Arial"/>
          <w:b w:val="0"/>
          <w:i w:val="0"/>
          <w:sz w:val="24"/>
          <w:szCs w:val="24"/>
        </w:rPr>
      </w:pPr>
      <w:r w:rsidRPr="00427EAF">
        <w:rPr>
          <w:rFonts w:ascii="Calibri" w:hAnsi="Calibri" w:cs="Arial"/>
          <w:b w:val="0"/>
          <w:i w:val="0"/>
          <w:color w:val="000000"/>
          <w:sz w:val="24"/>
          <w:szCs w:val="24"/>
        </w:rPr>
        <w:t>Proces 2</w:t>
      </w:r>
      <w:r>
        <w:rPr>
          <w:rFonts w:ascii="Calibri" w:hAnsi="Calibri" w:cs="Arial"/>
          <w:b w:val="0"/>
          <w:i w:val="0"/>
          <w:color w:val="000000"/>
          <w:sz w:val="24"/>
          <w:szCs w:val="24"/>
        </w:rPr>
        <w:t>6</w:t>
      </w:r>
    </w:p>
    <w:p w:rsidR="007A3977" w:rsidRDefault="007A3977">
      <w:pPr>
        <w:pStyle w:val="podproceduraodstep"/>
      </w:pPr>
    </w:p>
    <w:p w:rsidR="007A3977" w:rsidRDefault="007A3977">
      <w:pPr>
        <w:pStyle w:val="podproceduratabelaItytu3"/>
      </w:pPr>
      <w:r>
        <w:rPr>
          <w:color w:val="000000"/>
        </w:rPr>
        <w:t>TABELA I INICJACJA PODPROCEDURY</w:t>
      </w:r>
    </w:p>
    <w:p w:rsidR="007A3977" w:rsidRDefault="007A3977">
      <w:pPr>
        <w:widowControl w:val="0"/>
        <w:rPr>
          <w:rFonts w:ascii="Arial" w:hAnsi="Arial" w:cs="Arial"/>
          <w:sz w:val="24"/>
          <w:szCs w:val="24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551"/>
        <w:gridCol w:w="4337"/>
        <w:gridCol w:w="4819"/>
      </w:tblGrid>
      <w:tr w:rsidR="007A3977" w:rsidRPr="006C3C19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977" w:rsidRPr="006C3C19" w:rsidRDefault="007A3977">
            <w:pPr>
              <w:pStyle w:val="podproceduratabelaInag3wek"/>
            </w:pPr>
            <w:r w:rsidRPr="006C3C19">
              <w:rPr>
                <w:color w:val="000000"/>
              </w:rPr>
              <w:t>L.p.</w:t>
            </w:r>
          </w:p>
        </w:tc>
        <w:tc>
          <w:tcPr>
            <w:tcW w:w="4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977" w:rsidRPr="006C3C19" w:rsidRDefault="007A3977">
            <w:pPr>
              <w:pStyle w:val="podproceduratabelaInag3wek"/>
            </w:pPr>
            <w:r w:rsidRPr="006C3C19">
              <w:rPr>
                <w:color w:val="000000"/>
              </w:rPr>
              <w:t>Dostawca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977" w:rsidRPr="006C3C19" w:rsidRDefault="007A3977">
            <w:pPr>
              <w:pStyle w:val="podproceduratabelaInag3wek"/>
            </w:pPr>
            <w:r w:rsidRPr="006C3C19">
              <w:rPr>
                <w:color w:val="000000"/>
              </w:rPr>
              <w:t>Zdarzenie; Dokument</w:t>
            </w:r>
          </w:p>
        </w:tc>
      </w:tr>
      <w:tr w:rsidR="007A3977" w:rsidRPr="006C3C19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977" w:rsidRPr="006C3C19" w:rsidRDefault="007A3977">
            <w:pPr>
              <w:pStyle w:val="podproceduratabelaItreoa"/>
            </w:pPr>
            <w:r w:rsidRPr="006C3C19">
              <w:rPr>
                <w:color w:val="000000"/>
              </w:rPr>
              <w:t xml:space="preserve"> 1.</w:t>
            </w:r>
          </w:p>
        </w:tc>
        <w:tc>
          <w:tcPr>
            <w:tcW w:w="4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977" w:rsidRPr="006C3C19" w:rsidRDefault="007A3977">
            <w:pPr>
              <w:pStyle w:val="podproceduratabelaItreoa"/>
            </w:pP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977" w:rsidRPr="006C3C19" w:rsidRDefault="007A3977">
            <w:pPr>
              <w:pStyle w:val="podproceduratabelaItreoa"/>
            </w:pPr>
            <w:r w:rsidRPr="006C3C19">
              <w:rPr>
                <w:color w:val="000000"/>
              </w:rPr>
              <w:t>Zarząd Powiatu podjął decyzję o utworzeniu ośrodka i zleceniu zadań</w:t>
            </w:r>
          </w:p>
        </w:tc>
      </w:tr>
    </w:tbl>
    <w:p w:rsidR="007A3977" w:rsidRDefault="007A3977">
      <w:pPr>
        <w:widowControl w:val="0"/>
        <w:rPr>
          <w:color w:val="000000"/>
        </w:rPr>
      </w:pPr>
    </w:p>
    <w:p w:rsidR="007A3977" w:rsidRDefault="007A3977">
      <w:pPr>
        <w:pStyle w:val="podproceduraodstep"/>
        <w:rPr>
          <w:color w:val="000000"/>
        </w:rPr>
      </w:pPr>
    </w:p>
    <w:p w:rsidR="007A3977" w:rsidRDefault="007A3977">
      <w:pPr>
        <w:pStyle w:val="apodproceduratabelaIItytu3"/>
      </w:pPr>
      <w:r>
        <w:rPr>
          <w:color w:val="000000"/>
        </w:rPr>
        <w:t>TABELA II OPIS PRACY</w:t>
      </w:r>
    </w:p>
    <w:p w:rsidR="007A3977" w:rsidRDefault="007A3977">
      <w:pPr>
        <w:widowControl w:val="0"/>
        <w:rPr>
          <w:rFonts w:ascii="Arial" w:hAnsi="Arial" w:cs="Arial"/>
          <w:sz w:val="24"/>
          <w:szCs w:val="24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551"/>
        <w:gridCol w:w="1542"/>
        <w:gridCol w:w="4530"/>
        <w:gridCol w:w="1542"/>
        <w:gridCol w:w="1542"/>
      </w:tblGrid>
      <w:tr w:rsidR="007A3977" w:rsidRPr="006C3C19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nag3wek2"/>
            </w:pPr>
            <w:r w:rsidRPr="006C3C19">
              <w:rPr>
                <w:color w:val="000000"/>
              </w:rPr>
              <w:t>L.p.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nag3wek2"/>
            </w:pPr>
            <w:r w:rsidRPr="006C3C19">
              <w:rPr>
                <w:color w:val="000000"/>
              </w:rPr>
              <w:t>Dokument na wejściu do czynności</w:t>
            </w:r>
          </w:p>
        </w:tc>
        <w:tc>
          <w:tcPr>
            <w:tcW w:w="4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nag3wek2"/>
            </w:pPr>
            <w:r w:rsidRPr="006C3C19">
              <w:rPr>
                <w:color w:val="000000"/>
              </w:rPr>
              <w:t>Opis czynności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nag3wek2"/>
            </w:pPr>
            <w:r w:rsidRPr="006C3C19">
              <w:rPr>
                <w:color w:val="000000"/>
              </w:rPr>
              <w:t>Dokument na wyjściu z czynności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nag3wek2"/>
            </w:pPr>
            <w:r w:rsidRPr="006C3C19">
              <w:rPr>
                <w:color w:val="000000"/>
              </w:rPr>
              <w:t>Stanowisko wykonujące czynność</w:t>
            </w:r>
          </w:p>
        </w:tc>
      </w:tr>
      <w:tr w:rsidR="007A3977" w:rsidRPr="006C3C19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n"/>
            </w:pPr>
            <w:r w:rsidRPr="006C3C19">
              <w:rPr>
                <w:color w:val="000000"/>
              </w:rPr>
              <w:t>1.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n"/>
            </w:pPr>
          </w:p>
        </w:tc>
        <w:tc>
          <w:tcPr>
            <w:tcW w:w="4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b"/>
            </w:pPr>
            <w:r w:rsidRPr="006C3C19">
              <w:rPr>
                <w:color w:val="000000"/>
              </w:rPr>
              <w:t>Opracowanie dokumentacji konkursowej</w:t>
            </w:r>
          </w:p>
          <w:p w:rsidR="007A3977" w:rsidRPr="006C3C19" w:rsidRDefault="007A3977">
            <w:pPr>
              <w:pStyle w:val="apodproceduratabelaIItreoar"/>
            </w:pPr>
          </w:p>
          <w:p w:rsidR="007A3977" w:rsidRPr="006C3C19" w:rsidRDefault="007A3977">
            <w:pPr>
              <w:pStyle w:val="apodproceduratabelaIItreoar"/>
            </w:pPr>
            <w:r w:rsidRPr="006C3C19">
              <w:rPr>
                <w:color w:val="000000"/>
              </w:rPr>
              <w:t>Możliwość kontynuacji</w:t>
            </w:r>
          </w:p>
          <w:p w:rsidR="007A3977" w:rsidRPr="006C3C19" w:rsidRDefault="007A3977">
            <w:pPr>
              <w:rPr>
                <w:color w:val="000000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n"/>
              <w:rPr>
                <w:color w:val="000000"/>
              </w:rPr>
            </w:pPr>
            <w:r w:rsidRPr="006C3C19">
              <w:rPr>
                <w:color w:val="000000"/>
              </w:rPr>
              <w:t>Dokumentacja konkursowa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n"/>
              <w:rPr>
                <w:color w:val="000000"/>
              </w:rPr>
            </w:pPr>
            <w:r w:rsidRPr="006C3C19">
              <w:rPr>
                <w:color w:val="000000"/>
              </w:rPr>
              <w:t>Wydział Oświaty, Kultury i Promocji (OKP)</w:t>
            </w:r>
          </w:p>
        </w:tc>
      </w:tr>
      <w:tr w:rsidR="007A3977" w:rsidRPr="006C3C19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n"/>
            </w:pPr>
            <w:r w:rsidRPr="006C3C19">
              <w:rPr>
                <w:color w:val="000000"/>
              </w:rPr>
              <w:t>2.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n"/>
            </w:pPr>
          </w:p>
        </w:tc>
        <w:tc>
          <w:tcPr>
            <w:tcW w:w="4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b"/>
            </w:pPr>
            <w:r w:rsidRPr="006C3C19">
              <w:rPr>
                <w:color w:val="000000"/>
              </w:rPr>
              <w:t>Podjęcie decyzji o rozpoczęciu naboru ofert na utworzenie ośrodka wspierania NGO i inicjatyw obywatelskich</w:t>
            </w:r>
          </w:p>
          <w:p w:rsidR="007A3977" w:rsidRPr="006C3C19" w:rsidRDefault="007A3977">
            <w:pPr>
              <w:pStyle w:val="apodproceduratabelaIItreoar"/>
            </w:pPr>
          </w:p>
          <w:p w:rsidR="007A3977" w:rsidRPr="006C3C19" w:rsidRDefault="007A3977">
            <w:pPr>
              <w:pStyle w:val="apodproceduratabelaIItreoar"/>
            </w:pPr>
            <w:r w:rsidRPr="006C3C19">
              <w:rPr>
                <w:color w:val="000000"/>
              </w:rPr>
              <w:t>Możliwość kontynuacji</w:t>
            </w:r>
          </w:p>
          <w:p w:rsidR="007A3977" w:rsidRPr="006C3C19" w:rsidRDefault="007A3977">
            <w:pPr>
              <w:rPr>
                <w:color w:val="000000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n"/>
              <w:rPr>
                <w:color w:val="000000"/>
              </w:rPr>
            </w:pPr>
            <w:r w:rsidRPr="006C3C19">
              <w:rPr>
                <w:color w:val="000000"/>
              </w:rPr>
              <w:t>Uchwała Zarządu Powiatu o rozpoczęciu naboru ofert na utworzenie ośrodka wspierania NGO i inicjatyw obywatelskich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n"/>
              <w:rPr>
                <w:color w:val="000000"/>
              </w:rPr>
            </w:pPr>
            <w:r w:rsidRPr="006C3C19">
              <w:rPr>
                <w:color w:val="000000"/>
              </w:rPr>
              <w:t>Zarząd Powiatu</w:t>
            </w:r>
          </w:p>
        </w:tc>
      </w:tr>
      <w:tr w:rsidR="007A3977" w:rsidRPr="006C3C19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n"/>
            </w:pPr>
            <w:r w:rsidRPr="006C3C19">
              <w:rPr>
                <w:color w:val="000000"/>
              </w:rPr>
              <w:t>3.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n"/>
              <w:rPr>
                <w:color w:val="000000"/>
              </w:rPr>
            </w:pPr>
            <w:r w:rsidRPr="006C3C19">
              <w:rPr>
                <w:color w:val="000000"/>
              </w:rPr>
              <w:t>Kryteria wyboru oferty na utworzenie ośrodka wspierania NGO i inicjatyw obywatelskich</w:t>
            </w:r>
          </w:p>
        </w:tc>
        <w:tc>
          <w:tcPr>
            <w:tcW w:w="4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b"/>
            </w:pPr>
            <w:r w:rsidRPr="006C3C19">
              <w:rPr>
                <w:color w:val="000000"/>
              </w:rPr>
              <w:t>Przyjęcie kryteriów</w:t>
            </w:r>
          </w:p>
          <w:p w:rsidR="007A3977" w:rsidRPr="006C3C19" w:rsidRDefault="007A3977">
            <w:pPr>
              <w:pStyle w:val="apodproceduratabelaIItreoar"/>
            </w:pPr>
          </w:p>
          <w:p w:rsidR="007A3977" w:rsidRPr="006C3C19" w:rsidRDefault="007A3977">
            <w:pPr>
              <w:pStyle w:val="apodproceduratabelaIItreoar"/>
            </w:pPr>
            <w:r w:rsidRPr="006C3C19">
              <w:rPr>
                <w:color w:val="000000"/>
              </w:rPr>
              <w:t>Możliwość kontynuacji</w:t>
            </w:r>
          </w:p>
          <w:p w:rsidR="007A3977" w:rsidRPr="006C3C19" w:rsidRDefault="007A3977">
            <w:pPr>
              <w:rPr>
                <w:color w:val="000000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n"/>
              <w:rPr>
                <w:color w:val="000000"/>
              </w:rPr>
            </w:pPr>
            <w:r w:rsidRPr="006C3C19">
              <w:rPr>
                <w:color w:val="000000"/>
              </w:rPr>
              <w:t>Kryteria wyboru oferty na utworzenie ośrodka wspierania NGO i inicjatyw obywatelskich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n"/>
              <w:rPr>
                <w:color w:val="000000"/>
              </w:rPr>
            </w:pPr>
            <w:r w:rsidRPr="006C3C19">
              <w:rPr>
                <w:color w:val="000000"/>
              </w:rPr>
              <w:t>Zarząd Powiatu</w:t>
            </w:r>
          </w:p>
        </w:tc>
      </w:tr>
      <w:tr w:rsidR="007A3977" w:rsidRPr="006C3C19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n"/>
            </w:pPr>
            <w:r w:rsidRPr="006C3C19">
              <w:rPr>
                <w:color w:val="000000"/>
              </w:rPr>
              <w:t>4.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n"/>
              <w:rPr>
                <w:color w:val="000000"/>
              </w:rPr>
            </w:pPr>
            <w:r w:rsidRPr="006C3C19">
              <w:rPr>
                <w:color w:val="000000"/>
              </w:rPr>
              <w:t>Kryteria wyboru oferty na utworzenie ośrodka wspierania NGO i inicjatyw obywatelskich</w:t>
            </w:r>
          </w:p>
        </w:tc>
        <w:tc>
          <w:tcPr>
            <w:tcW w:w="4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b"/>
            </w:pPr>
            <w:r w:rsidRPr="006C3C19">
              <w:rPr>
                <w:color w:val="000000"/>
              </w:rPr>
              <w:t>Opiniowanie</w:t>
            </w:r>
          </w:p>
          <w:p w:rsidR="007A3977" w:rsidRPr="006C3C19" w:rsidRDefault="007A3977">
            <w:pPr>
              <w:pStyle w:val="apodproceduratabelaIItreoar"/>
            </w:pPr>
          </w:p>
          <w:p w:rsidR="007A3977" w:rsidRPr="006C3C19" w:rsidRDefault="007A3977">
            <w:pPr>
              <w:pStyle w:val="apodproceduratabelaIItreoar"/>
            </w:pPr>
            <w:r w:rsidRPr="006C3C19">
              <w:rPr>
                <w:color w:val="000000"/>
              </w:rPr>
              <w:t>Możliwość kontynuacji</w:t>
            </w:r>
          </w:p>
          <w:p w:rsidR="007A3977" w:rsidRPr="006C3C19" w:rsidRDefault="007A3977">
            <w:pPr>
              <w:rPr>
                <w:color w:val="000000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n"/>
              <w:rPr>
                <w:color w:val="000000"/>
              </w:rPr>
            </w:pPr>
            <w:r w:rsidRPr="006C3C19">
              <w:rPr>
                <w:color w:val="000000"/>
              </w:rPr>
              <w:t>Kryteria wyboru oferty na utworzenie ośrodka wspierania NGO i inicjatyw obywatelskich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n"/>
              <w:rPr>
                <w:color w:val="000000"/>
              </w:rPr>
            </w:pPr>
            <w:r w:rsidRPr="006C3C19">
              <w:rPr>
                <w:color w:val="000000"/>
              </w:rPr>
              <w:t>Rada Powiatu</w:t>
            </w:r>
          </w:p>
        </w:tc>
      </w:tr>
      <w:tr w:rsidR="007A3977" w:rsidRPr="006C3C19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n"/>
            </w:pPr>
            <w:r w:rsidRPr="006C3C19">
              <w:rPr>
                <w:color w:val="000000"/>
              </w:rPr>
              <w:t>5.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n"/>
            </w:pPr>
          </w:p>
        </w:tc>
        <w:tc>
          <w:tcPr>
            <w:tcW w:w="4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b"/>
            </w:pPr>
            <w:r w:rsidRPr="006C3C19">
              <w:rPr>
                <w:color w:val="000000"/>
              </w:rPr>
              <w:t>Opracowanie kryteriów wyboru oferty na utworzenie ośrodka wspierania NGO i inicjatyw obywatelskich</w:t>
            </w:r>
          </w:p>
          <w:p w:rsidR="007A3977" w:rsidRPr="006C3C19" w:rsidRDefault="007A3977">
            <w:pPr>
              <w:pStyle w:val="apodproceduratabelaIItreoar"/>
            </w:pPr>
          </w:p>
          <w:p w:rsidR="007A3977" w:rsidRPr="006C3C19" w:rsidRDefault="007A3977">
            <w:pPr>
              <w:pStyle w:val="apodproceduratabelaIItreoar"/>
            </w:pPr>
            <w:r w:rsidRPr="006C3C19">
              <w:rPr>
                <w:color w:val="000000"/>
              </w:rPr>
              <w:t>Możliwość kontynuacji</w:t>
            </w:r>
          </w:p>
          <w:p w:rsidR="007A3977" w:rsidRPr="006C3C19" w:rsidRDefault="007A3977">
            <w:pPr>
              <w:rPr>
                <w:color w:val="000000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n"/>
              <w:rPr>
                <w:color w:val="000000"/>
              </w:rPr>
            </w:pPr>
            <w:r w:rsidRPr="006C3C19">
              <w:rPr>
                <w:color w:val="000000"/>
              </w:rPr>
              <w:t>Kryteria wyboru oferty na utworzenie ośrodka wspierania NGO i inicjatyw obywatelskich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n"/>
              <w:rPr>
                <w:color w:val="000000"/>
              </w:rPr>
            </w:pPr>
            <w:r w:rsidRPr="006C3C19">
              <w:rPr>
                <w:color w:val="000000"/>
              </w:rPr>
              <w:t>Komisja powołana przez Starostę</w:t>
            </w:r>
          </w:p>
        </w:tc>
      </w:tr>
    </w:tbl>
    <w:p w:rsidR="007A3977" w:rsidRDefault="007A3977">
      <w:pPr>
        <w:widowControl w:val="0"/>
        <w:rPr>
          <w:color w:val="000000"/>
        </w:rPr>
      </w:pPr>
    </w:p>
    <w:p w:rsidR="007A3977" w:rsidRDefault="007A3977">
      <w:pPr>
        <w:pStyle w:val="podproceduraodstep"/>
        <w:rPr>
          <w:color w:val="000000"/>
        </w:rPr>
      </w:pPr>
    </w:p>
    <w:p w:rsidR="007A3977" w:rsidRDefault="007A3977">
      <w:pPr>
        <w:pStyle w:val="podproceduratabelaIIItytu3"/>
      </w:pPr>
      <w:r>
        <w:rPr>
          <w:color w:val="000000"/>
        </w:rPr>
        <w:t>TABELA III WYNIK REALIZACJI PODPROCEDURY</w:t>
      </w:r>
    </w:p>
    <w:p w:rsidR="007A3977" w:rsidRDefault="007A3977">
      <w:pPr>
        <w:widowControl w:val="0"/>
        <w:rPr>
          <w:rFonts w:ascii="Arial" w:hAnsi="Arial" w:cs="Arial"/>
          <w:sz w:val="24"/>
          <w:szCs w:val="24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551"/>
        <w:gridCol w:w="4337"/>
        <w:gridCol w:w="4819"/>
      </w:tblGrid>
      <w:tr w:rsidR="007A3977" w:rsidRPr="006C3C19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977" w:rsidRPr="006C3C19" w:rsidRDefault="007A3977">
            <w:pPr>
              <w:pStyle w:val="podproceduratabelaIIInag3wek"/>
            </w:pPr>
            <w:r w:rsidRPr="006C3C19">
              <w:rPr>
                <w:color w:val="000000"/>
              </w:rPr>
              <w:t>L.p.</w:t>
            </w:r>
          </w:p>
        </w:tc>
        <w:tc>
          <w:tcPr>
            <w:tcW w:w="4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977" w:rsidRPr="006C3C19" w:rsidRDefault="007A3977">
            <w:pPr>
              <w:pStyle w:val="podproceduratabelaIIInag3wek"/>
            </w:pPr>
            <w:r w:rsidRPr="006C3C19">
              <w:rPr>
                <w:color w:val="000000"/>
              </w:rPr>
              <w:t>Odbiorca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977" w:rsidRPr="006C3C19" w:rsidRDefault="007A3977">
            <w:pPr>
              <w:pStyle w:val="podproceduratabelaIIInag3wek"/>
            </w:pPr>
            <w:r w:rsidRPr="006C3C19">
              <w:rPr>
                <w:color w:val="000000"/>
              </w:rPr>
              <w:t>Zdarzenie; Dokument</w:t>
            </w:r>
          </w:p>
        </w:tc>
      </w:tr>
      <w:tr w:rsidR="007A3977" w:rsidRPr="006C3C19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977" w:rsidRPr="006C3C19" w:rsidRDefault="007A3977">
            <w:pPr>
              <w:pStyle w:val="podproceduratabelaIIItreoa"/>
            </w:pPr>
            <w:r w:rsidRPr="006C3C19">
              <w:rPr>
                <w:color w:val="000000"/>
              </w:rPr>
              <w:t xml:space="preserve"> 1.</w:t>
            </w:r>
          </w:p>
        </w:tc>
        <w:tc>
          <w:tcPr>
            <w:tcW w:w="4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977" w:rsidRPr="006C3C19" w:rsidRDefault="007A3977">
            <w:pPr>
              <w:pStyle w:val="podproceduratabelaIIItreoa"/>
            </w:pPr>
            <w:r w:rsidRPr="006C3C19">
              <w:rPr>
                <w:color w:val="000000"/>
              </w:rPr>
              <w:t>Wydział Oświaty, Kultury i Promocji (OKP)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977" w:rsidRPr="006C3C19" w:rsidRDefault="007A3977">
            <w:pPr>
              <w:pStyle w:val="podproceduratabelaIIItreoa"/>
            </w:pPr>
            <w:r w:rsidRPr="006C3C19">
              <w:rPr>
                <w:color w:val="000000"/>
              </w:rPr>
              <w:t>Opracowano dokumentację konkursową dot. utworzenia ośrodka i zleceniu zadań;</w:t>
            </w:r>
            <w:r w:rsidRPr="006C3C19">
              <w:rPr>
                <w:color w:val="000000"/>
              </w:rPr>
              <w:br/>
              <w:t>Dokumentacja konkursowa</w:t>
            </w:r>
          </w:p>
        </w:tc>
      </w:tr>
    </w:tbl>
    <w:p w:rsidR="007A3977" w:rsidRDefault="007A3977">
      <w:pPr>
        <w:widowControl w:val="0"/>
        <w:rPr>
          <w:color w:val="000000"/>
        </w:rPr>
      </w:pPr>
    </w:p>
    <w:p w:rsidR="007A3977" w:rsidRDefault="007A3977">
      <w:pPr>
        <w:rPr>
          <w:color w:val="000000"/>
        </w:rPr>
      </w:pPr>
      <w:r>
        <w:rPr>
          <w:color w:val="000000"/>
        </w:rPr>
        <w:t>DOKUMENTY ZWIĄZANE:</w:t>
      </w:r>
    </w:p>
    <w:p w:rsidR="007A3977" w:rsidRDefault="007A3977">
      <w:pPr>
        <w:rPr>
          <w:color w:val="000000"/>
        </w:rPr>
      </w:pPr>
    </w:p>
    <w:p w:rsidR="007A3977" w:rsidRDefault="007A3977">
      <w:pPr>
        <w:rPr>
          <w:color w:val="000000"/>
        </w:rPr>
      </w:pPr>
      <w:r>
        <w:rPr>
          <w:color w:val="000000"/>
        </w:rPr>
        <w:t xml:space="preserve"> 1. Dokumentacja konkursowa</w:t>
      </w:r>
    </w:p>
    <w:p w:rsidR="007A3977" w:rsidRDefault="007A3977">
      <w:pPr>
        <w:rPr>
          <w:color w:val="000000"/>
        </w:rPr>
      </w:pPr>
      <w:r>
        <w:rPr>
          <w:color w:val="000000"/>
        </w:rPr>
        <w:t xml:space="preserve"> 2. Kryteria wyboru oferty na utworzenie ośrodka wspierania NGO i inicjatyw obywatelskich</w:t>
      </w:r>
    </w:p>
    <w:p w:rsidR="007A3977" w:rsidRDefault="007A3977">
      <w:pPr>
        <w:rPr>
          <w:color w:val="000000"/>
        </w:rPr>
      </w:pPr>
      <w:r>
        <w:rPr>
          <w:color w:val="000000"/>
        </w:rPr>
        <w:t xml:space="preserve"> 3. Uchwała Zarządu Powiatu o rozpoczęciu naboru ofert na utworzenie ośrodka wspierania NGO i inicjatyw obywatelskich</w:t>
      </w:r>
    </w:p>
    <w:p w:rsidR="007A3977" w:rsidRDefault="007A3977">
      <w:pPr>
        <w:pStyle w:val="podproceduratabelaIIItytu3"/>
        <w:rPr>
          <w:color w:val="000000"/>
        </w:rPr>
      </w:pPr>
      <w:r>
        <w:rPr>
          <w:color w:val="000000"/>
        </w:rPr>
        <w:br w:type="page"/>
        <w:t>MODEL PROCESU:</w:t>
      </w:r>
    </w:p>
    <w:p w:rsidR="007A3977" w:rsidRDefault="007A3977">
      <w:pPr>
        <w:pStyle w:val="Heading3"/>
        <w:rPr>
          <w:color w:val="000000"/>
        </w:rPr>
      </w:pPr>
      <w:r w:rsidRPr="006C3C19">
        <w:rPr>
          <w:rFonts w:ascii="Arial" w:hAnsi="Arial" w:cs="Arial"/>
          <w:noProof/>
          <w:sz w:val="24"/>
          <w:szCs w:val="24"/>
        </w:rPr>
        <w:pict>
          <v:shape id="Obraz 7" o:spid="_x0000_i1029" type="#_x0000_t75" style="width:5in;height:675.75pt;visibility:visible">
            <v:imagedata r:id="rId8" o:title=""/>
          </v:shape>
        </w:pic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color w:val="000000"/>
        </w:rPr>
        <w:br w:type="page"/>
      </w:r>
    </w:p>
    <w:p w:rsidR="007A3977" w:rsidRDefault="007A3977" w:rsidP="00A9723C">
      <w:pPr>
        <w:pStyle w:val="Heading3"/>
        <w:jc w:val="both"/>
        <w:rPr>
          <w:color w:val="000000"/>
        </w:rPr>
      </w:pPr>
      <w:r>
        <w:rPr>
          <w:rFonts w:ascii="Calibri" w:hAnsi="Calibri"/>
          <w:i w:val="0"/>
          <w:color w:val="000000"/>
          <w:sz w:val="24"/>
          <w:u w:val="single"/>
        </w:rPr>
        <w:t>Procedura 6</w:t>
      </w:r>
      <w:r w:rsidRPr="00B344F5">
        <w:rPr>
          <w:rFonts w:ascii="Calibri" w:hAnsi="Calibri"/>
          <w:i w:val="0"/>
          <w:color w:val="000000"/>
          <w:sz w:val="24"/>
          <w:u w:val="single"/>
        </w:rPr>
        <w:t xml:space="preserve">. </w:t>
      </w:r>
      <w:r>
        <w:rPr>
          <w:rFonts w:ascii="Calibri" w:hAnsi="Calibri"/>
          <w:i w:val="0"/>
          <w:color w:val="000000"/>
          <w:sz w:val="24"/>
          <w:u w:val="single"/>
        </w:rPr>
        <w:t>Opracowanie procedur dot. zawarcia partnerstwa publiczno-społecznych na prowadzenie ośrodków wspierania NGO i inicjatyw obywatelskich.</w:t>
      </w:r>
    </w:p>
    <w:p w:rsidR="007A3977" w:rsidRDefault="007A3977" w:rsidP="00A9723C">
      <w:pPr>
        <w:pStyle w:val="Heading3"/>
        <w:rPr>
          <w:color w:val="000000"/>
        </w:rPr>
      </w:pPr>
    </w:p>
    <w:p w:rsidR="007A3977" w:rsidRPr="00427EAF" w:rsidRDefault="007A3977" w:rsidP="00A9723C">
      <w:pPr>
        <w:pStyle w:val="Heading3"/>
        <w:rPr>
          <w:rFonts w:ascii="Calibri" w:hAnsi="Calibri" w:cs="Arial"/>
          <w:b w:val="0"/>
          <w:i w:val="0"/>
          <w:sz w:val="24"/>
          <w:szCs w:val="24"/>
        </w:rPr>
      </w:pPr>
      <w:r w:rsidRPr="00427EAF">
        <w:rPr>
          <w:rFonts w:ascii="Calibri" w:hAnsi="Calibri" w:cs="Arial"/>
          <w:b w:val="0"/>
          <w:i w:val="0"/>
          <w:color w:val="000000"/>
          <w:sz w:val="24"/>
          <w:szCs w:val="24"/>
        </w:rPr>
        <w:t xml:space="preserve">Proces </w:t>
      </w:r>
      <w:r>
        <w:rPr>
          <w:rFonts w:ascii="Calibri" w:hAnsi="Calibri" w:cs="Arial"/>
          <w:b w:val="0"/>
          <w:i w:val="0"/>
          <w:color w:val="000000"/>
          <w:sz w:val="24"/>
          <w:szCs w:val="24"/>
        </w:rPr>
        <w:t>27</w:t>
      </w:r>
    </w:p>
    <w:p w:rsidR="007A3977" w:rsidRDefault="007A3977">
      <w:pPr>
        <w:pStyle w:val="podproceduraodstep"/>
      </w:pPr>
    </w:p>
    <w:p w:rsidR="007A3977" w:rsidRDefault="007A3977">
      <w:pPr>
        <w:pStyle w:val="podproceduratabelaItytu3"/>
      </w:pPr>
      <w:r>
        <w:rPr>
          <w:color w:val="000000"/>
        </w:rPr>
        <w:t>TABELA I INICJACJA PODPROCEDURY</w:t>
      </w:r>
    </w:p>
    <w:p w:rsidR="007A3977" w:rsidRDefault="007A3977">
      <w:pPr>
        <w:widowControl w:val="0"/>
        <w:rPr>
          <w:rFonts w:ascii="Arial" w:hAnsi="Arial" w:cs="Arial"/>
          <w:sz w:val="24"/>
          <w:szCs w:val="24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551"/>
        <w:gridCol w:w="4337"/>
        <w:gridCol w:w="4819"/>
      </w:tblGrid>
      <w:tr w:rsidR="007A3977" w:rsidRPr="006C3C19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977" w:rsidRPr="006C3C19" w:rsidRDefault="007A3977">
            <w:pPr>
              <w:pStyle w:val="podproceduratabelaInag3wek"/>
            </w:pPr>
            <w:r w:rsidRPr="006C3C19">
              <w:rPr>
                <w:color w:val="000000"/>
              </w:rPr>
              <w:t>L.p.</w:t>
            </w:r>
          </w:p>
        </w:tc>
        <w:tc>
          <w:tcPr>
            <w:tcW w:w="4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977" w:rsidRPr="006C3C19" w:rsidRDefault="007A3977">
            <w:pPr>
              <w:pStyle w:val="podproceduratabelaInag3wek"/>
            </w:pPr>
            <w:r w:rsidRPr="006C3C19">
              <w:rPr>
                <w:color w:val="000000"/>
              </w:rPr>
              <w:t>Dostawca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977" w:rsidRPr="006C3C19" w:rsidRDefault="007A3977">
            <w:pPr>
              <w:pStyle w:val="podproceduratabelaInag3wek"/>
            </w:pPr>
            <w:r w:rsidRPr="006C3C19">
              <w:rPr>
                <w:color w:val="000000"/>
              </w:rPr>
              <w:t>Zdarzenie; Dokument</w:t>
            </w:r>
          </w:p>
        </w:tc>
      </w:tr>
      <w:tr w:rsidR="007A3977" w:rsidRPr="006C3C19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977" w:rsidRPr="006C3C19" w:rsidRDefault="007A3977">
            <w:pPr>
              <w:pStyle w:val="podproceduratabelaItreoa"/>
            </w:pPr>
            <w:r w:rsidRPr="006C3C19">
              <w:rPr>
                <w:color w:val="000000"/>
              </w:rPr>
              <w:t xml:space="preserve"> 1.</w:t>
            </w:r>
          </w:p>
        </w:tc>
        <w:tc>
          <w:tcPr>
            <w:tcW w:w="4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977" w:rsidRPr="006C3C19" w:rsidRDefault="007A3977">
            <w:pPr>
              <w:pStyle w:val="podproceduratabelaItreoa"/>
            </w:pP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977" w:rsidRPr="006C3C19" w:rsidRDefault="007A3977">
            <w:pPr>
              <w:pStyle w:val="podproceduratabelaItreoa"/>
            </w:pPr>
            <w:r w:rsidRPr="006C3C19">
              <w:rPr>
                <w:color w:val="000000"/>
              </w:rPr>
              <w:t>NGO zaproponowało prowadzenie ośrodka wspierania NGO i inicjatyw obywatelskich w formie partnerstwa</w:t>
            </w:r>
          </w:p>
        </w:tc>
      </w:tr>
      <w:tr w:rsidR="007A3977" w:rsidRPr="006C3C19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977" w:rsidRPr="006C3C19" w:rsidRDefault="007A3977">
            <w:pPr>
              <w:pStyle w:val="podproceduratabelaItreoa"/>
            </w:pPr>
            <w:r w:rsidRPr="006C3C19">
              <w:rPr>
                <w:color w:val="000000"/>
              </w:rPr>
              <w:t xml:space="preserve"> 2.</w:t>
            </w:r>
          </w:p>
        </w:tc>
        <w:tc>
          <w:tcPr>
            <w:tcW w:w="4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977" w:rsidRPr="006C3C19" w:rsidRDefault="007A3977">
            <w:pPr>
              <w:pStyle w:val="podproceduratabelaItreoa"/>
            </w:pP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977" w:rsidRPr="006C3C19" w:rsidRDefault="007A3977">
            <w:pPr>
              <w:pStyle w:val="podproceduratabelaItreoa"/>
            </w:pPr>
            <w:r w:rsidRPr="006C3C19">
              <w:rPr>
                <w:color w:val="000000"/>
              </w:rPr>
              <w:t>JST zidentyfikowało możliwość zawarcia partnerstwa na prowadzenie ośrodka wspierania NGO i inicjatyw obywatelskich w formie partnerstwa</w:t>
            </w:r>
          </w:p>
        </w:tc>
      </w:tr>
    </w:tbl>
    <w:p w:rsidR="007A3977" w:rsidRDefault="007A3977">
      <w:pPr>
        <w:widowControl w:val="0"/>
        <w:rPr>
          <w:color w:val="000000"/>
        </w:rPr>
      </w:pPr>
    </w:p>
    <w:p w:rsidR="007A3977" w:rsidRDefault="007A3977">
      <w:pPr>
        <w:pStyle w:val="podproceduraodstep"/>
        <w:rPr>
          <w:color w:val="000000"/>
        </w:rPr>
      </w:pPr>
    </w:p>
    <w:p w:rsidR="007A3977" w:rsidRDefault="007A3977">
      <w:pPr>
        <w:pStyle w:val="apodproceduratabelaIItytu3"/>
      </w:pPr>
      <w:r>
        <w:rPr>
          <w:color w:val="000000"/>
        </w:rPr>
        <w:t>TABELA II OPIS PRACY</w:t>
      </w:r>
    </w:p>
    <w:p w:rsidR="007A3977" w:rsidRDefault="007A3977">
      <w:pPr>
        <w:widowControl w:val="0"/>
        <w:rPr>
          <w:rFonts w:ascii="Arial" w:hAnsi="Arial" w:cs="Arial"/>
          <w:sz w:val="24"/>
          <w:szCs w:val="24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551"/>
        <w:gridCol w:w="1542"/>
        <w:gridCol w:w="4530"/>
        <w:gridCol w:w="1542"/>
        <w:gridCol w:w="1542"/>
      </w:tblGrid>
      <w:tr w:rsidR="007A3977" w:rsidRPr="006C3C19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nag3wek2"/>
            </w:pPr>
            <w:r w:rsidRPr="006C3C19">
              <w:rPr>
                <w:color w:val="000000"/>
              </w:rPr>
              <w:t>L.p.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nag3wek2"/>
            </w:pPr>
            <w:r w:rsidRPr="006C3C19">
              <w:rPr>
                <w:color w:val="000000"/>
              </w:rPr>
              <w:t>Dokument na wejściu do czynności</w:t>
            </w:r>
          </w:p>
        </w:tc>
        <w:tc>
          <w:tcPr>
            <w:tcW w:w="4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nag3wek2"/>
            </w:pPr>
            <w:r w:rsidRPr="006C3C19">
              <w:rPr>
                <w:color w:val="000000"/>
              </w:rPr>
              <w:t>Opis czynności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nag3wek2"/>
            </w:pPr>
            <w:r w:rsidRPr="006C3C19">
              <w:rPr>
                <w:color w:val="000000"/>
              </w:rPr>
              <w:t>Dokument na wyjściu z czynności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nag3wek2"/>
            </w:pPr>
            <w:r w:rsidRPr="006C3C19">
              <w:rPr>
                <w:color w:val="000000"/>
              </w:rPr>
              <w:t>Stanowisko wykonujące czynność</w:t>
            </w:r>
          </w:p>
        </w:tc>
      </w:tr>
      <w:tr w:rsidR="007A3977" w:rsidRPr="006C3C19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n"/>
            </w:pPr>
            <w:r w:rsidRPr="006C3C19">
              <w:rPr>
                <w:color w:val="000000"/>
              </w:rPr>
              <w:t>1.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n"/>
              <w:rPr>
                <w:color w:val="000000"/>
              </w:rPr>
            </w:pPr>
            <w:r w:rsidRPr="006C3C19">
              <w:rPr>
                <w:color w:val="000000"/>
              </w:rPr>
              <w:t>Projekt umowy partnerskiej</w:t>
            </w:r>
          </w:p>
        </w:tc>
        <w:tc>
          <w:tcPr>
            <w:tcW w:w="4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b"/>
            </w:pPr>
            <w:r w:rsidRPr="006C3C19">
              <w:rPr>
                <w:color w:val="000000"/>
              </w:rPr>
              <w:t xml:space="preserve">Podpisanie umowy partnerskiej </w:t>
            </w:r>
          </w:p>
          <w:p w:rsidR="007A3977" w:rsidRPr="006C3C19" w:rsidRDefault="007A3977">
            <w:pPr>
              <w:pStyle w:val="apodproceduratabelaIItreoar"/>
            </w:pPr>
          </w:p>
          <w:p w:rsidR="007A3977" w:rsidRPr="006C3C19" w:rsidRDefault="007A3977">
            <w:pPr>
              <w:pStyle w:val="apodproceduratabelaIItreoar"/>
            </w:pPr>
            <w:r w:rsidRPr="006C3C19">
              <w:rPr>
                <w:color w:val="000000"/>
              </w:rPr>
              <w:t>Możliwość kontynuacji</w:t>
            </w:r>
          </w:p>
          <w:p w:rsidR="007A3977" w:rsidRPr="006C3C19" w:rsidRDefault="007A3977">
            <w:pPr>
              <w:rPr>
                <w:color w:val="000000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n"/>
              <w:rPr>
                <w:color w:val="000000"/>
              </w:rPr>
            </w:pPr>
            <w:r w:rsidRPr="006C3C19">
              <w:rPr>
                <w:color w:val="000000"/>
              </w:rPr>
              <w:t>Umowa partnerska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n"/>
              <w:rPr>
                <w:color w:val="000000"/>
              </w:rPr>
            </w:pPr>
            <w:r w:rsidRPr="006C3C19">
              <w:rPr>
                <w:color w:val="000000"/>
              </w:rPr>
              <w:t>NGO;</w:t>
            </w:r>
          </w:p>
          <w:p w:rsidR="007A3977" w:rsidRPr="006C3C19" w:rsidRDefault="007A3977">
            <w:pPr>
              <w:pStyle w:val="apodproceduratabelaIItreoan"/>
              <w:rPr>
                <w:color w:val="000000"/>
              </w:rPr>
            </w:pPr>
            <w:r w:rsidRPr="006C3C19">
              <w:rPr>
                <w:color w:val="000000"/>
              </w:rPr>
              <w:t>Zarząd Powiatu</w:t>
            </w:r>
          </w:p>
        </w:tc>
      </w:tr>
      <w:tr w:rsidR="007A3977" w:rsidRPr="006C3C19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n"/>
            </w:pPr>
            <w:r w:rsidRPr="006C3C19">
              <w:rPr>
                <w:color w:val="000000"/>
              </w:rPr>
              <w:t>2.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n"/>
            </w:pPr>
          </w:p>
        </w:tc>
        <w:tc>
          <w:tcPr>
            <w:tcW w:w="4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b"/>
            </w:pPr>
            <w:r w:rsidRPr="006C3C19">
              <w:rPr>
                <w:color w:val="000000"/>
              </w:rPr>
              <w:t>Zaproszenie NGO do udziału w partnerstwie</w:t>
            </w:r>
          </w:p>
          <w:p w:rsidR="007A3977" w:rsidRPr="006C3C19" w:rsidRDefault="007A3977">
            <w:pPr>
              <w:pStyle w:val="apodproceduratabelaIItreoar"/>
            </w:pPr>
          </w:p>
          <w:p w:rsidR="007A3977" w:rsidRPr="006C3C19" w:rsidRDefault="007A3977">
            <w:pPr>
              <w:pStyle w:val="apodproceduratabelaIItreoar"/>
            </w:pPr>
            <w:r w:rsidRPr="006C3C19">
              <w:rPr>
                <w:color w:val="000000"/>
              </w:rPr>
              <w:t>Możliwość kontynuacji</w:t>
            </w:r>
          </w:p>
          <w:p w:rsidR="007A3977" w:rsidRPr="006C3C19" w:rsidRDefault="007A3977">
            <w:pPr>
              <w:rPr>
                <w:color w:val="000000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n"/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n"/>
              <w:rPr>
                <w:color w:val="000000"/>
              </w:rPr>
            </w:pPr>
            <w:r w:rsidRPr="006C3C19">
              <w:rPr>
                <w:color w:val="000000"/>
              </w:rPr>
              <w:t>Wydział Oświaty, Kultury i Promocji (OKP)</w:t>
            </w:r>
          </w:p>
        </w:tc>
      </w:tr>
      <w:tr w:rsidR="007A3977" w:rsidRPr="006C3C19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n"/>
            </w:pPr>
            <w:r w:rsidRPr="006C3C19">
              <w:rPr>
                <w:color w:val="000000"/>
              </w:rPr>
              <w:t>3.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n"/>
            </w:pPr>
          </w:p>
        </w:tc>
        <w:tc>
          <w:tcPr>
            <w:tcW w:w="4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b"/>
            </w:pPr>
            <w:r w:rsidRPr="006C3C19">
              <w:rPr>
                <w:color w:val="000000"/>
              </w:rPr>
              <w:t>Podjęcie decyzji o zawarciu partnerstwa publiczno- społecznego prowadzenia ośrodka wspierania NGO i inicjatyw obywatelskich</w:t>
            </w:r>
          </w:p>
          <w:p w:rsidR="007A3977" w:rsidRPr="006C3C19" w:rsidRDefault="007A3977">
            <w:pPr>
              <w:pStyle w:val="apodproceduratabelaIItreoar"/>
            </w:pPr>
          </w:p>
          <w:p w:rsidR="007A3977" w:rsidRPr="006C3C19" w:rsidRDefault="007A3977">
            <w:pPr>
              <w:pStyle w:val="apodproceduratabelaIItreoar"/>
            </w:pPr>
            <w:r w:rsidRPr="006C3C19">
              <w:rPr>
                <w:color w:val="000000"/>
              </w:rPr>
              <w:t>Możliwość kontynuacji</w:t>
            </w:r>
          </w:p>
          <w:p w:rsidR="007A3977" w:rsidRPr="006C3C19" w:rsidRDefault="007A3977">
            <w:pPr>
              <w:rPr>
                <w:color w:val="000000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n"/>
              <w:rPr>
                <w:color w:val="000000"/>
              </w:rPr>
            </w:pPr>
            <w:r w:rsidRPr="006C3C19">
              <w:rPr>
                <w:color w:val="000000"/>
              </w:rPr>
              <w:t>Uchwała Zarządu Powiatu o zawarciu partnerstwa publiczno- społecznego prowadzenia ośrodka wspierania NGO i inicjatyw obywatelskich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n"/>
              <w:rPr>
                <w:color w:val="000000"/>
              </w:rPr>
            </w:pPr>
            <w:r w:rsidRPr="006C3C19">
              <w:rPr>
                <w:color w:val="000000"/>
              </w:rPr>
              <w:t>Zarząd Powiatu</w:t>
            </w:r>
          </w:p>
        </w:tc>
      </w:tr>
      <w:tr w:rsidR="007A3977" w:rsidRPr="006C3C19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n"/>
            </w:pPr>
            <w:r w:rsidRPr="006C3C19">
              <w:rPr>
                <w:color w:val="000000"/>
              </w:rPr>
              <w:t>4.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n"/>
              <w:rPr>
                <w:color w:val="000000"/>
              </w:rPr>
            </w:pPr>
            <w:r w:rsidRPr="006C3C19">
              <w:rPr>
                <w:color w:val="000000"/>
              </w:rPr>
              <w:t>Oferta na prowadzenie ośrodka wspierania NGO i inicjatyw obywatelskich</w:t>
            </w:r>
          </w:p>
        </w:tc>
        <w:tc>
          <w:tcPr>
            <w:tcW w:w="4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b"/>
            </w:pPr>
            <w:r w:rsidRPr="006C3C19">
              <w:rPr>
                <w:color w:val="000000"/>
              </w:rPr>
              <w:t>Podjęcie decyzji o wyborze NGO do partnerstwa</w:t>
            </w:r>
          </w:p>
          <w:p w:rsidR="007A3977" w:rsidRPr="006C3C19" w:rsidRDefault="007A3977">
            <w:pPr>
              <w:pStyle w:val="apodproceduratabelaIItreoar"/>
            </w:pPr>
          </w:p>
          <w:p w:rsidR="007A3977" w:rsidRPr="006C3C19" w:rsidRDefault="007A3977">
            <w:pPr>
              <w:pStyle w:val="apodproceduratabelaIItreoar"/>
            </w:pPr>
            <w:r w:rsidRPr="006C3C19">
              <w:rPr>
                <w:color w:val="000000"/>
              </w:rPr>
              <w:t>Możliwość kontynuacji</w:t>
            </w:r>
          </w:p>
          <w:p w:rsidR="007A3977" w:rsidRPr="006C3C19" w:rsidRDefault="007A3977">
            <w:pPr>
              <w:rPr>
                <w:color w:val="000000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n"/>
              <w:rPr>
                <w:color w:val="000000"/>
              </w:rPr>
            </w:pPr>
            <w:r w:rsidRPr="006C3C19">
              <w:rPr>
                <w:color w:val="000000"/>
              </w:rPr>
              <w:t>Uchwała Zarządu Powiatu o wyborze NGO do partnerstwa  publiczno - społecznego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n"/>
              <w:rPr>
                <w:color w:val="000000"/>
              </w:rPr>
            </w:pPr>
            <w:r w:rsidRPr="006C3C19">
              <w:rPr>
                <w:color w:val="000000"/>
              </w:rPr>
              <w:t>Zarząd Powiatu</w:t>
            </w:r>
          </w:p>
        </w:tc>
      </w:tr>
      <w:tr w:rsidR="007A3977" w:rsidRPr="006C3C19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n"/>
            </w:pPr>
            <w:r w:rsidRPr="006C3C19">
              <w:rPr>
                <w:color w:val="000000"/>
              </w:rPr>
              <w:t>5.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n"/>
            </w:pPr>
          </w:p>
        </w:tc>
        <w:tc>
          <w:tcPr>
            <w:tcW w:w="4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b"/>
            </w:pPr>
            <w:r w:rsidRPr="006C3C19">
              <w:rPr>
                <w:color w:val="000000"/>
              </w:rPr>
              <w:t>Opracowanie kryteriów wyboru ofert na prowadzenie ośrodka wspierania NGO i inicjatyw obywatelskich</w:t>
            </w:r>
          </w:p>
          <w:p w:rsidR="007A3977" w:rsidRPr="006C3C19" w:rsidRDefault="007A3977">
            <w:pPr>
              <w:pStyle w:val="apodproceduratabelaIItreoar"/>
            </w:pPr>
          </w:p>
          <w:p w:rsidR="007A3977" w:rsidRPr="006C3C19" w:rsidRDefault="007A3977">
            <w:pPr>
              <w:pStyle w:val="apodproceduratabelaIItreoar"/>
            </w:pPr>
            <w:r w:rsidRPr="006C3C19">
              <w:rPr>
                <w:color w:val="000000"/>
              </w:rPr>
              <w:t>Możliwość kontynuacji</w:t>
            </w:r>
          </w:p>
          <w:p w:rsidR="007A3977" w:rsidRPr="006C3C19" w:rsidRDefault="007A3977">
            <w:pPr>
              <w:rPr>
                <w:color w:val="000000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n"/>
              <w:rPr>
                <w:color w:val="000000"/>
              </w:rPr>
            </w:pPr>
            <w:r w:rsidRPr="006C3C19">
              <w:rPr>
                <w:color w:val="000000"/>
              </w:rPr>
              <w:t>Kryteria wyboru ofert na prowadzenie ośrodka wspierania NGO i inicjatyw obywatelskich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n"/>
              <w:rPr>
                <w:color w:val="000000"/>
              </w:rPr>
            </w:pPr>
            <w:r w:rsidRPr="006C3C19">
              <w:rPr>
                <w:color w:val="000000"/>
              </w:rPr>
              <w:t>Zespół powołany przez Starostę</w:t>
            </w:r>
          </w:p>
        </w:tc>
      </w:tr>
      <w:tr w:rsidR="007A3977" w:rsidRPr="006C3C19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n"/>
            </w:pPr>
            <w:r w:rsidRPr="006C3C19">
              <w:rPr>
                <w:color w:val="000000"/>
              </w:rPr>
              <w:t>6.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n"/>
            </w:pPr>
          </w:p>
        </w:tc>
        <w:tc>
          <w:tcPr>
            <w:tcW w:w="4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b"/>
            </w:pPr>
            <w:r w:rsidRPr="006C3C19">
              <w:rPr>
                <w:color w:val="000000"/>
              </w:rPr>
              <w:t xml:space="preserve">Przygotowanie projektu umowy partnerskiej </w:t>
            </w:r>
          </w:p>
          <w:p w:rsidR="007A3977" w:rsidRPr="006C3C19" w:rsidRDefault="007A3977">
            <w:pPr>
              <w:pStyle w:val="apodproceduratabelaIItreoar"/>
            </w:pPr>
          </w:p>
          <w:p w:rsidR="007A3977" w:rsidRPr="006C3C19" w:rsidRDefault="007A3977">
            <w:pPr>
              <w:pStyle w:val="apodproceduratabelaIItreoar"/>
            </w:pPr>
            <w:r w:rsidRPr="006C3C19">
              <w:rPr>
                <w:color w:val="000000"/>
              </w:rPr>
              <w:t>Możliwość kontynuacji</w:t>
            </w:r>
          </w:p>
          <w:p w:rsidR="007A3977" w:rsidRPr="006C3C19" w:rsidRDefault="007A3977">
            <w:pPr>
              <w:rPr>
                <w:color w:val="000000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n"/>
              <w:rPr>
                <w:color w:val="000000"/>
              </w:rPr>
            </w:pPr>
            <w:r w:rsidRPr="006C3C19">
              <w:rPr>
                <w:color w:val="000000"/>
              </w:rPr>
              <w:t>Projekt umowy partnerskiej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n"/>
              <w:rPr>
                <w:color w:val="000000"/>
              </w:rPr>
            </w:pPr>
            <w:r w:rsidRPr="006C3C19">
              <w:rPr>
                <w:color w:val="000000"/>
              </w:rPr>
              <w:t>Wydział Oświaty, Kultury i Promocji (OKP)</w:t>
            </w:r>
          </w:p>
        </w:tc>
      </w:tr>
      <w:tr w:rsidR="007A3977" w:rsidRPr="006C3C19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n"/>
            </w:pPr>
            <w:r w:rsidRPr="006C3C19">
              <w:rPr>
                <w:color w:val="000000"/>
              </w:rPr>
              <w:t>7.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n"/>
              <w:rPr>
                <w:color w:val="000000"/>
              </w:rPr>
            </w:pPr>
            <w:r w:rsidRPr="006C3C19">
              <w:rPr>
                <w:color w:val="000000"/>
              </w:rPr>
              <w:t>Oferta na prowadzenie ośrodka wspierania NGO i inicjatyw obywatelskich</w:t>
            </w:r>
          </w:p>
        </w:tc>
        <w:tc>
          <w:tcPr>
            <w:tcW w:w="4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b"/>
            </w:pPr>
            <w:r w:rsidRPr="006C3C19">
              <w:rPr>
                <w:color w:val="000000"/>
              </w:rPr>
              <w:t xml:space="preserve">Ocena ofert na prowadzenie ośrodka wspierania NGO i inicjatyw obywatelskich  </w:t>
            </w:r>
          </w:p>
          <w:p w:rsidR="007A3977" w:rsidRPr="006C3C19" w:rsidRDefault="007A3977">
            <w:pPr>
              <w:pStyle w:val="apodproceduratabelaIItreoar"/>
            </w:pPr>
          </w:p>
          <w:p w:rsidR="007A3977" w:rsidRPr="006C3C19" w:rsidRDefault="007A3977">
            <w:pPr>
              <w:pStyle w:val="apodproceduratabelaIItreoar"/>
            </w:pPr>
            <w:r w:rsidRPr="006C3C19">
              <w:rPr>
                <w:color w:val="000000"/>
              </w:rPr>
              <w:t>Możliwość kontynuacji</w:t>
            </w:r>
          </w:p>
          <w:p w:rsidR="007A3977" w:rsidRPr="006C3C19" w:rsidRDefault="007A3977">
            <w:pPr>
              <w:rPr>
                <w:color w:val="000000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n"/>
              <w:rPr>
                <w:color w:val="000000"/>
              </w:rPr>
            </w:pPr>
            <w:r w:rsidRPr="006C3C19">
              <w:rPr>
                <w:color w:val="000000"/>
              </w:rPr>
              <w:t>Oferta na prowadzenie ośrodka wspierania NGO i inicjatyw obywatelskich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n"/>
              <w:rPr>
                <w:color w:val="000000"/>
              </w:rPr>
            </w:pPr>
            <w:r w:rsidRPr="006C3C19">
              <w:rPr>
                <w:color w:val="000000"/>
              </w:rPr>
              <w:t>Komisja powołana przez Starostę</w:t>
            </w:r>
          </w:p>
        </w:tc>
      </w:tr>
    </w:tbl>
    <w:p w:rsidR="007A3977" w:rsidRDefault="007A3977">
      <w:pPr>
        <w:widowControl w:val="0"/>
        <w:rPr>
          <w:color w:val="000000"/>
        </w:rPr>
      </w:pPr>
    </w:p>
    <w:p w:rsidR="007A3977" w:rsidRDefault="007A3977">
      <w:pPr>
        <w:pStyle w:val="podproceduraodstep"/>
        <w:rPr>
          <w:color w:val="000000"/>
        </w:rPr>
      </w:pPr>
    </w:p>
    <w:p w:rsidR="007A3977" w:rsidRDefault="007A3977">
      <w:pPr>
        <w:pStyle w:val="podproceduratabelaIIItytu3"/>
      </w:pPr>
      <w:r>
        <w:rPr>
          <w:color w:val="000000"/>
        </w:rPr>
        <w:t>TABELA III WYNIK REALIZACJI PODPROCEDURY</w:t>
      </w:r>
    </w:p>
    <w:p w:rsidR="007A3977" w:rsidRDefault="007A3977">
      <w:pPr>
        <w:widowControl w:val="0"/>
        <w:rPr>
          <w:rFonts w:ascii="Arial" w:hAnsi="Arial" w:cs="Arial"/>
          <w:sz w:val="24"/>
          <w:szCs w:val="24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551"/>
        <w:gridCol w:w="4337"/>
        <w:gridCol w:w="4819"/>
      </w:tblGrid>
      <w:tr w:rsidR="007A3977" w:rsidRPr="006C3C19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977" w:rsidRPr="006C3C19" w:rsidRDefault="007A3977">
            <w:pPr>
              <w:pStyle w:val="podproceduratabelaIIInag3wek"/>
            </w:pPr>
            <w:r w:rsidRPr="006C3C19">
              <w:rPr>
                <w:color w:val="000000"/>
              </w:rPr>
              <w:t>L.p.</w:t>
            </w:r>
          </w:p>
        </w:tc>
        <w:tc>
          <w:tcPr>
            <w:tcW w:w="4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977" w:rsidRPr="006C3C19" w:rsidRDefault="007A3977">
            <w:pPr>
              <w:pStyle w:val="podproceduratabelaIIInag3wek"/>
            </w:pPr>
            <w:r w:rsidRPr="006C3C19">
              <w:rPr>
                <w:color w:val="000000"/>
              </w:rPr>
              <w:t>Odbiorca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977" w:rsidRPr="006C3C19" w:rsidRDefault="007A3977">
            <w:pPr>
              <w:pStyle w:val="podproceduratabelaIIInag3wek"/>
            </w:pPr>
            <w:r w:rsidRPr="006C3C19">
              <w:rPr>
                <w:color w:val="000000"/>
              </w:rPr>
              <w:t>Zdarzenie; Dokument</w:t>
            </w:r>
          </w:p>
        </w:tc>
      </w:tr>
      <w:tr w:rsidR="007A3977" w:rsidRPr="006C3C19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977" w:rsidRPr="006C3C19" w:rsidRDefault="007A3977">
            <w:pPr>
              <w:pStyle w:val="podproceduratabelaIIItreoa"/>
            </w:pPr>
            <w:r w:rsidRPr="006C3C19">
              <w:rPr>
                <w:color w:val="000000"/>
              </w:rPr>
              <w:t xml:space="preserve"> 1.</w:t>
            </w:r>
          </w:p>
        </w:tc>
        <w:tc>
          <w:tcPr>
            <w:tcW w:w="4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977" w:rsidRPr="006C3C19" w:rsidRDefault="007A3977">
            <w:pPr>
              <w:pStyle w:val="podproceduratabelaIIItreoa"/>
            </w:pPr>
            <w:r w:rsidRPr="006C3C19">
              <w:rPr>
                <w:color w:val="000000"/>
              </w:rPr>
              <w:t>NGO;</w:t>
            </w:r>
            <w:r w:rsidRPr="006C3C19">
              <w:rPr>
                <w:color w:val="000000"/>
              </w:rPr>
              <w:br/>
              <w:t>Zarząd Powiatu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977" w:rsidRPr="006C3C19" w:rsidRDefault="007A3977">
            <w:pPr>
              <w:pStyle w:val="podproceduratabelaIIItreoa"/>
            </w:pPr>
            <w:r w:rsidRPr="006C3C19">
              <w:rPr>
                <w:color w:val="000000"/>
              </w:rPr>
              <w:t>Podpisano umowę partnerską prowadzenia ośrodka wspierania NGO i inicjatyw obywatelskich;</w:t>
            </w:r>
            <w:r w:rsidRPr="006C3C19">
              <w:rPr>
                <w:color w:val="000000"/>
              </w:rPr>
              <w:br/>
              <w:t>Umowa partnerska</w:t>
            </w:r>
          </w:p>
        </w:tc>
      </w:tr>
    </w:tbl>
    <w:p w:rsidR="007A3977" w:rsidRDefault="007A3977">
      <w:pPr>
        <w:widowControl w:val="0"/>
        <w:rPr>
          <w:color w:val="000000"/>
        </w:rPr>
      </w:pPr>
    </w:p>
    <w:p w:rsidR="007A3977" w:rsidRDefault="007A3977">
      <w:pPr>
        <w:rPr>
          <w:color w:val="000000"/>
        </w:rPr>
      </w:pPr>
      <w:r>
        <w:rPr>
          <w:color w:val="000000"/>
        </w:rPr>
        <w:t>DOKUMENTY ZWIĄZANE:</w:t>
      </w:r>
    </w:p>
    <w:p w:rsidR="007A3977" w:rsidRDefault="007A3977">
      <w:pPr>
        <w:rPr>
          <w:color w:val="000000"/>
        </w:rPr>
      </w:pPr>
    </w:p>
    <w:p w:rsidR="007A3977" w:rsidRDefault="007A3977">
      <w:pPr>
        <w:rPr>
          <w:color w:val="000000"/>
        </w:rPr>
      </w:pPr>
      <w:r>
        <w:rPr>
          <w:color w:val="000000"/>
        </w:rPr>
        <w:t xml:space="preserve"> 1. Kryteria wyboru ofert na prowadzenie ośrodka wspierania NGO i inicjatyw obywatelskich</w:t>
      </w:r>
    </w:p>
    <w:p w:rsidR="007A3977" w:rsidRDefault="007A3977">
      <w:pPr>
        <w:rPr>
          <w:color w:val="000000"/>
        </w:rPr>
      </w:pPr>
      <w:r>
        <w:rPr>
          <w:color w:val="000000"/>
        </w:rPr>
        <w:t xml:space="preserve"> 2. Oferta na prowadzenie ośrodka wspierania NGO i inicjatyw obywatelskich</w:t>
      </w:r>
    </w:p>
    <w:p w:rsidR="007A3977" w:rsidRDefault="007A3977">
      <w:pPr>
        <w:rPr>
          <w:color w:val="000000"/>
        </w:rPr>
      </w:pPr>
      <w:r>
        <w:rPr>
          <w:color w:val="000000"/>
        </w:rPr>
        <w:t xml:space="preserve"> 3. Oferta na prowadzenie ośrodka wspierania NGO i inicjatyw obywatelskich</w:t>
      </w:r>
    </w:p>
    <w:p w:rsidR="007A3977" w:rsidRDefault="007A3977">
      <w:pPr>
        <w:rPr>
          <w:color w:val="000000"/>
        </w:rPr>
      </w:pPr>
      <w:r>
        <w:rPr>
          <w:color w:val="000000"/>
        </w:rPr>
        <w:t xml:space="preserve"> 4. Oferta na prowadzenie ośrodka wspierania NGO i inicjatyw obywatelskich</w:t>
      </w:r>
    </w:p>
    <w:p w:rsidR="007A3977" w:rsidRDefault="007A3977">
      <w:pPr>
        <w:rPr>
          <w:color w:val="000000"/>
        </w:rPr>
      </w:pPr>
      <w:r>
        <w:rPr>
          <w:color w:val="000000"/>
        </w:rPr>
        <w:t xml:space="preserve"> 5. Projekt umowy partnerskiej</w:t>
      </w:r>
    </w:p>
    <w:p w:rsidR="007A3977" w:rsidRDefault="007A3977">
      <w:pPr>
        <w:rPr>
          <w:color w:val="000000"/>
        </w:rPr>
      </w:pPr>
      <w:r>
        <w:rPr>
          <w:color w:val="000000"/>
        </w:rPr>
        <w:t xml:space="preserve"> 6. Projekt umowy partnerskiej</w:t>
      </w:r>
    </w:p>
    <w:p w:rsidR="007A3977" w:rsidRDefault="007A3977">
      <w:pPr>
        <w:rPr>
          <w:color w:val="000000"/>
        </w:rPr>
      </w:pPr>
      <w:r>
        <w:rPr>
          <w:color w:val="000000"/>
        </w:rPr>
        <w:t xml:space="preserve"> 7. Uchwała Zarządu Powiatu o wyborze NGO do partnerstwa  publiczno - społecznego</w:t>
      </w:r>
    </w:p>
    <w:p w:rsidR="007A3977" w:rsidRDefault="007A3977">
      <w:pPr>
        <w:rPr>
          <w:color w:val="000000"/>
        </w:rPr>
      </w:pPr>
      <w:r>
        <w:rPr>
          <w:color w:val="000000"/>
        </w:rPr>
        <w:t xml:space="preserve"> 8. Uchwała Zarządu Powiatu o zawarciu partnerstwa publiczno- społecznego prowadzenia ośrodka wspierania NGO i inicjatyw obywatelskich</w:t>
      </w:r>
    </w:p>
    <w:p w:rsidR="007A3977" w:rsidRDefault="007A3977">
      <w:pPr>
        <w:rPr>
          <w:color w:val="000000"/>
        </w:rPr>
      </w:pPr>
      <w:r>
        <w:rPr>
          <w:color w:val="000000"/>
        </w:rPr>
        <w:t xml:space="preserve"> 9. Umowa partnerska</w:t>
      </w:r>
    </w:p>
    <w:p w:rsidR="007A3977" w:rsidRDefault="007A3977">
      <w:pPr>
        <w:pStyle w:val="podproceduratabelaIIItytu3"/>
        <w:rPr>
          <w:color w:val="000000"/>
        </w:rPr>
      </w:pPr>
      <w:r>
        <w:rPr>
          <w:color w:val="000000"/>
        </w:rPr>
        <w:br w:type="page"/>
        <w:t>MODEL PROCESU:</w:t>
      </w:r>
    </w:p>
    <w:p w:rsidR="007A3977" w:rsidRDefault="007A3977">
      <w:pPr>
        <w:pStyle w:val="Heading3"/>
        <w:rPr>
          <w:color w:val="000000"/>
        </w:rPr>
      </w:pPr>
      <w:r w:rsidRPr="006C3C19">
        <w:rPr>
          <w:rFonts w:ascii="Arial" w:hAnsi="Arial" w:cs="Arial"/>
          <w:noProof/>
          <w:sz w:val="24"/>
          <w:szCs w:val="24"/>
        </w:rPr>
        <w:pict>
          <v:shape id="Obraz 8" o:spid="_x0000_i1030" type="#_x0000_t75" style="width:283.5pt;height:663.75pt;visibility:visible">
            <v:imagedata r:id="rId9" o:title=""/>
          </v:shape>
        </w:pic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color w:val="000000"/>
        </w:rPr>
        <w:br w:type="page"/>
      </w:r>
    </w:p>
    <w:p w:rsidR="007A3977" w:rsidRDefault="007A3977" w:rsidP="00EF2FA5">
      <w:pPr>
        <w:pStyle w:val="Heading3"/>
        <w:jc w:val="both"/>
        <w:rPr>
          <w:color w:val="000000"/>
        </w:rPr>
      </w:pPr>
      <w:r w:rsidRPr="00B344F5">
        <w:rPr>
          <w:rFonts w:ascii="Calibri" w:hAnsi="Calibri"/>
          <w:i w:val="0"/>
          <w:color w:val="000000"/>
          <w:sz w:val="24"/>
          <w:u w:val="single"/>
        </w:rPr>
        <w:t xml:space="preserve">Procedura </w:t>
      </w:r>
      <w:r>
        <w:rPr>
          <w:rFonts w:ascii="Calibri" w:hAnsi="Calibri"/>
          <w:i w:val="0"/>
          <w:color w:val="000000"/>
          <w:sz w:val="24"/>
          <w:u w:val="single"/>
        </w:rPr>
        <w:t>7</w:t>
      </w:r>
      <w:r w:rsidRPr="00B344F5">
        <w:rPr>
          <w:rFonts w:ascii="Calibri" w:hAnsi="Calibri"/>
          <w:i w:val="0"/>
          <w:color w:val="000000"/>
          <w:sz w:val="24"/>
          <w:u w:val="single"/>
        </w:rPr>
        <w:t xml:space="preserve">. </w:t>
      </w:r>
      <w:r>
        <w:rPr>
          <w:rFonts w:ascii="Calibri" w:hAnsi="Calibri"/>
          <w:i w:val="0"/>
          <w:color w:val="000000"/>
          <w:sz w:val="24"/>
          <w:u w:val="single"/>
        </w:rPr>
        <w:t xml:space="preserve">Opracowanie procedur dot. powoływania grup roboczych przewidujących udział przedstawicieli grup nieformalnych. </w:t>
      </w:r>
    </w:p>
    <w:p w:rsidR="007A3977" w:rsidRDefault="007A3977" w:rsidP="00EF2FA5">
      <w:pPr>
        <w:pStyle w:val="Heading3"/>
        <w:rPr>
          <w:color w:val="000000"/>
        </w:rPr>
      </w:pPr>
    </w:p>
    <w:p w:rsidR="007A3977" w:rsidRPr="00427EAF" w:rsidRDefault="007A3977" w:rsidP="00EF2FA5">
      <w:pPr>
        <w:pStyle w:val="Heading3"/>
        <w:rPr>
          <w:rFonts w:ascii="Calibri" w:hAnsi="Calibri" w:cs="Arial"/>
          <w:b w:val="0"/>
          <w:i w:val="0"/>
          <w:sz w:val="24"/>
          <w:szCs w:val="24"/>
        </w:rPr>
      </w:pPr>
      <w:r w:rsidRPr="00427EAF">
        <w:rPr>
          <w:rFonts w:ascii="Calibri" w:hAnsi="Calibri" w:cs="Arial"/>
          <w:b w:val="0"/>
          <w:i w:val="0"/>
          <w:color w:val="000000"/>
          <w:sz w:val="24"/>
          <w:szCs w:val="24"/>
        </w:rPr>
        <w:t xml:space="preserve">Proces </w:t>
      </w:r>
      <w:r>
        <w:rPr>
          <w:rFonts w:ascii="Calibri" w:hAnsi="Calibri" w:cs="Arial"/>
          <w:b w:val="0"/>
          <w:i w:val="0"/>
          <w:color w:val="000000"/>
          <w:sz w:val="24"/>
          <w:szCs w:val="24"/>
        </w:rPr>
        <w:t>28</w:t>
      </w:r>
    </w:p>
    <w:p w:rsidR="007A3977" w:rsidRDefault="007A3977" w:rsidP="00EF2FA5">
      <w:pPr>
        <w:pStyle w:val="Heading3"/>
        <w:jc w:val="both"/>
        <w:rPr>
          <w:rFonts w:ascii="Calibri" w:hAnsi="Calibri"/>
          <w:i w:val="0"/>
          <w:color w:val="000000"/>
          <w:sz w:val="24"/>
          <w:u w:val="single"/>
        </w:rPr>
      </w:pPr>
    </w:p>
    <w:p w:rsidR="007A3977" w:rsidRPr="00EF2FA5" w:rsidRDefault="007A3977" w:rsidP="00EF2FA5">
      <w:pPr>
        <w:pStyle w:val="Heading3"/>
        <w:jc w:val="both"/>
        <w:rPr>
          <w:rFonts w:ascii="Calibri" w:hAnsi="Calibri"/>
          <w:i w:val="0"/>
          <w:color w:val="000000"/>
          <w:sz w:val="24"/>
        </w:rPr>
      </w:pPr>
      <w:r w:rsidRPr="00EF2FA5">
        <w:rPr>
          <w:rFonts w:ascii="Calibri" w:hAnsi="Calibri"/>
          <w:i w:val="0"/>
          <w:color w:val="000000"/>
          <w:sz w:val="24"/>
        </w:rPr>
        <w:t xml:space="preserve">Zasady postepowania zgodnie z Płaszczyzną 1, obszar 1, procedura 2. </w:t>
      </w:r>
    </w:p>
    <w:p w:rsidR="007A3977" w:rsidRDefault="007A3977" w:rsidP="00A9723C">
      <w:pPr>
        <w:pStyle w:val="Heading3"/>
        <w:jc w:val="both"/>
        <w:rPr>
          <w:rFonts w:ascii="Calibri" w:hAnsi="Calibri"/>
          <w:i w:val="0"/>
          <w:color w:val="000000"/>
          <w:sz w:val="24"/>
          <w:u w:val="single"/>
        </w:rPr>
      </w:pPr>
    </w:p>
    <w:p w:rsidR="007A3977" w:rsidRDefault="007A3977" w:rsidP="00A9723C">
      <w:pPr>
        <w:pStyle w:val="Heading3"/>
        <w:jc w:val="both"/>
        <w:rPr>
          <w:color w:val="000000"/>
        </w:rPr>
      </w:pPr>
      <w:r>
        <w:rPr>
          <w:rFonts w:ascii="Calibri" w:hAnsi="Calibri"/>
          <w:i w:val="0"/>
          <w:color w:val="000000"/>
          <w:sz w:val="24"/>
          <w:u w:val="single"/>
        </w:rPr>
        <w:t>Procedura 8</w:t>
      </w:r>
      <w:r w:rsidRPr="00B344F5">
        <w:rPr>
          <w:rFonts w:ascii="Calibri" w:hAnsi="Calibri"/>
          <w:i w:val="0"/>
          <w:color w:val="000000"/>
          <w:sz w:val="24"/>
          <w:u w:val="single"/>
        </w:rPr>
        <w:t xml:space="preserve">. </w:t>
      </w:r>
      <w:r>
        <w:rPr>
          <w:rFonts w:ascii="Calibri" w:hAnsi="Calibri"/>
          <w:i w:val="0"/>
          <w:color w:val="000000"/>
          <w:sz w:val="24"/>
          <w:u w:val="single"/>
        </w:rPr>
        <w:t xml:space="preserve">Opracowanie procedur dot. inicjatyw lokalnych jako narzędzi realizacji zadań publicznych z możliwym udziałem NGO jak reprezentujących mieszkańców. </w:t>
      </w:r>
    </w:p>
    <w:p w:rsidR="007A3977" w:rsidRPr="00427EAF" w:rsidRDefault="007A3977" w:rsidP="00A9723C">
      <w:pPr>
        <w:pStyle w:val="Heading3"/>
        <w:rPr>
          <w:rFonts w:ascii="Calibri" w:hAnsi="Calibri" w:cs="Arial"/>
          <w:b w:val="0"/>
          <w:i w:val="0"/>
          <w:sz w:val="24"/>
          <w:szCs w:val="24"/>
        </w:rPr>
      </w:pPr>
      <w:r w:rsidRPr="00427EAF">
        <w:rPr>
          <w:rFonts w:ascii="Calibri" w:hAnsi="Calibri" w:cs="Arial"/>
          <w:b w:val="0"/>
          <w:i w:val="0"/>
          <w:color w:val="000000"/>
          <w:sz w:val="24"/>
          <w:szCs w:val="24"/>
        </w:rPr>
        <w:t>Proces 2</w:t>
      </w:r>
      <w:r>
        <w:rPr>
          <w:rFonts w:ascii="Calibri" w:hAnsi="Calibri" w:cs="Arial"/>
          <w:b w:val="0"/>
          <w:i w:val="0"/>
          <w:color w:val="000000"/>
          <w:sz w:val="24"/>
          <w:szCs w:val="24"/>
        </w:rPr>
        <w:t>9</w:t>
      </w:r>
    </w:p>
    <w:p w:rsidR="007A3977" w:rsidRDefault="007A3977">
      <w:pPr>
        <w:pStyle w:val="podproceduraodstep"/>
      </w:pPr>
    </w:p>
    <w:p w:rsidR="007A3977" w:rsidRDefault="007A3977">
      <w:pPr>
        <w:pStyle w:val="podproceduratabelaItytu3"/>
      </w:pPr>
      <w:r>
        <w:rPr>
          <w:color w:val="000000"/>
        </w:rPr>
        <w:t>TABELA I INICJACJA PODPROCEDURY</w:t>
      </w:r>
    </w:p>
    <w:p w:rsidR="007A3977" w:rsidRDefault="007A3977">
      <w:pPr>
        <w:widowControl w:val="0"/>
        <w:rPr>
          <w:rFonts w:ascii="Arial" w:hAnsi="Arial" w:cs="Arial"/>
          <w:sz w:val="24"/>
          <w:szCs w:val="24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551"/>
        <w:gridCol w:w="4337"/>
        <w:gridCol w:w="4819"/>
      </w:tblGrid>
      <w:tr w:rsidR="007A3977" w:rsidRPr="006C3C19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977" w:rsidRPr="006C3C19" w:rsidRDefault="007A3977">
            <w:pPr>
              <w:pStyle w:val="podproceduratabelaInag3wek"/>
            </w:pPr>
            <w:r w:rsidRPr="006C3C19">
              <w:rPr>
                <w:color w:val="000000"/>
              </w:rPr>
              <w:t>L.p.</w:t>
            </w:r>
          </w:p>
        </w:tc>
        <w:tc>
          <w:tcPr>
            <w:tcW w:w="4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977" w:rsidRPr="006C3C19" w:rsidRDefault="007A3977">
            <w:pPr>
              <w:pStyle w:val="podproceduratabelaInag3wek"/>
            </w:pPr>
            <w:r w:rsidRPr="006C3C19">
              <w:rPr>
                <w:color w:val="000000"/>
              </w:rPr>
              <w:t>Dostawca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977" w:rsidRPr="006C3C19" w:rsidRDefault="007A3977">
            <w:pPr>
              <w:pStyle w:val="podproceduratabelaInag3wek"/>
            </w:pPr>
            <w:r w:rsidRPr="006C3C19">
              <w:rPr>
                <w:color w:val="000000"/>
              </w:rPr>
              <w:t>Zdarzenie; Dokument</w:t>
            </w:r>
          </w:p>
        </w:tc>
      </w:tr>
      <w:tr w:rsidR="007A3977" w:rsidRPr="006C3C19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977" w:rsidRPr="006C3C19" w:rsidRDefault="007A3977">
            <w:pPr>
              <w:pStyle w:val="podproceduratabelaItreoa"/>
            </w:pPr>
            <w:r w:rsidRPr="006C3C19">
              <w:rPr>
                <w:color w:val="000000"/>
              </w:rPr>
              <w:t xml:space="preserve"> 1.</w:t>
            </w:r>
          </w:p>
        </w:tc>
        <w:tc>
          <w:tcPr>
            <w:tcW w:w="4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977" w:rsidRPr="006C3C19" w:rsidRDefault="007A3977">
            <w:pPr>
              <w:pStyle w:val="podproceduratabelaItreoa"/>
            </w:pP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977" w:rsidRPr="006C3C19" w:rsidRDefault="007A3977">
            <w:pPr>
              <w:pStyle w:val="podproceduratabelaItreoa"/>
            </w:pPr>
            <w:r w:rsidRPr="006C3C19">
              <w:rPr>
                <w:color w:val="000000"/>
              </w:rPr>
              <w:t xml:space="preserve">Grupa mieszkańców złożyła wniosek o realizację inicjatywy lokalnej </w:t>
            </w:r>
          </w:p>
        </w:tc>
      </w:tr>
    </w:tbl>
    <w:p w:rsidR="007A3977" w:rsidRDefault="007A3977">
      <w:pPr>
        <w:widowControl w:val="0"/>
        <w:rPr>
          <w:color w:val="000000"/>
        </w:rPr>
      </w:pPr>
    </w:p>
    <w:p w:rsidR="007A3977" w:rsidRDefault="007A3977">
      <w:pPr>
        <w:pStyle w:val="podproceduraodstep"/>
        <w:rPr>
          <w:color w:val="000000"/>
        </w:rPr>
      </w:pPr>
    </w:p>
    <w:p w:rsidR="007A3977" w:rsidRDefault="007A3977">
      <w:pPr>
        <w:pStyle w:val="apodproceduratabelaIItytu3"/>
      </w:pPr>
      <w:r>
        <w:rPr>
          <w:color w:val="000000"/>
        </w:rPr>
        <w:t>TABELA II OPIS PRACY</w:t>
      </w:r>
    </w:p>
    <w:p w:rsidR="007A3977" w:rsidRDefault="007A3977">
      <w:pPr>
        <w:widowControl w:val="0"/>
        <w:rPr>
          <w:rFonts w:ascii="Arial" w:hAnsi="Arial" w:cs="Arial"/>
          <w:sz w:val="24"/>
          <w:szCs w:val="24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551"/>
        <w:gridCol w:w="1542"/>
        <w:gridCol w:w="4530"/>
        <w:gridCol w:w="1542"/>
        <w:gridCol w:w="1542"/>
      </w:tblGrid>
      <w:tr w:rsidR="007A3977" w:rsidRPr="006C3C19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nag3wek2"/>
            </w:pPr>
            <w:r w:rsidRPr="006C3C19">
              <w:rPr>
                <w:color w:val="000000"/>
              </w:rPr>
              <w:t>L.p.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nag3wek2"/>
            </w:pPr>
            <w:r w:rsidRPr="006C3C19">
              <w:rPr>
                <w:color w:val="000000"/>
              </w:rPr>
              <w:t>Dokument na wejściu do czynności</w:t>
            </w:r>
          </w:p>
        </w:tc>
        <w:tc>
          <w:tcPr>
            <w:tcW w:w="4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nag3wek2"/>
            </w:pPr>
            <w:r w:rsidRPr="006C3C19">
              <w:rPr>
                <w:color w:val="000000"/>
              </w:rPr>
              <w:t>Opis czynności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nag3wek2"/>
            </w:pPr>
            <w:r w:rsidRPr="006C3C19">
              <w:rPr>
                <w:color w:val="000000"/>
              </w:rPr>
              <w:t>Dokument na wyjściu z czynności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nag3wek2"/>
            </w:pPr>
            <w:r w:rsidRPr="006C3C19">
              <w:rPr>
                <w:color w:val="000000"/>
              </w:rPr>
              <w:t>Stanowisko wykonujące czynność</w:t>
            </w:r>
          </w:p>
        </w:tc>
      </w:tr>
      <w:tr w:rsidR="007A3977" w:rsidRPr="006C3C19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n"/>
            </w:pPr>
            <w:r w:rsidRPr="006C3C19">
              <w:rPr>
                <w:color w:val="000000"/>
              </w:rPr>
              <w:t>1.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n"/>
              <w:rPr>
                <w:color w:val="000000"/>
              </w:rPr>
            </w:pPr>
            <w:r w:rsidRPr="006C3C19">
              <w:rPr>
                <w:color w:val="000000"/>
              </w:rPr>
              <w:t>Wniosek o realizację inicjatywy lokalnej</w:t>
            </w:r>
          </w:p>
        </w:tc>
        <w:tc>
          <w:tcPr>
            <w:tcW w:w="4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b"/>
            </w:pPr>
            <w:r w:rsidRPr="006C3C19">
              <w:rPr>
                <w:color w:val="000000"/>
              </w:rPr>
              <w:t xml:space="preserve">Sprawdzenie, czy inicjatywa należy do zadań własnych powiatu    </w:t>
            </w:r>
          </w:p>
          <w:p w:rsidR="007A3977" w:rsidRPr="006C3C19" w:rsidRDefault="007A3977">
            <w:pPr>
              <w:pStyle w:val="apodproceduratabelaIItreoar"/>
            </w:pPr>
          </w:p>
          <w:p w:rsidR="007A3977" w:rsidRPr="006C3C19" w:rsidRDefault="007A3977">
            <w:pPr>
              <w:pStyle w:val="apodproceduratabelaIItreoar"/>
            </w:pPr>
            <w:r w:rsidRPr="006C3C19">
              <w:rPr>
                <w:color w:val="000000"/>
              </w:rPr>
              <w:t>Możliwość kontynuacji</w:t>
            </w:r>
          </w:p>
          <w:p w:rsidR="007A3977" w:rsidRPr="006C3C19" w:rsidRDefault="007A3977">
            <w:pPr>
              <w:rPr>
                <w:color w:val="000000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n"/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n"/>
              <w:rPr>
                <w:color w:val="000000"/>
              </w:rPr>
            </w:pPr>
            <w:r w:rsidRPr="006C3C19">
              <w:rPr>
                <w:color w:val="000000"/>
              </w:rPr>
              <w:t>Komórka organizacyjna Starostwa</w:t>
            </w:r>
          </w:p>
        </w:tc>
      </w:tr>
      <w:tr w:rsidR="007A3977" w:rsidRPr="006C3C19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n"/>
            </w:pPr>
            <w:r w:rsidRPr="006C3C19">
              <w:rPr>
                <w:color w:val="000000"/>
              </w:rPr>
              <w:t>2.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n"/>
              <w:rPr>
                <w:color w:val="000000"/>
              </w:rPr>
            </w:pPr>
            <w:r w:rsidRPr="006C3C19">
              <w:rPr>
                <w:color w:val="000000"/>
              </w:rPr>
              <w:t>Ocena kosztów inicjatywy;</w:t>
            </w:r>
          </w:p>
          <w:p w:rsidR="007A3977" w:rsidRPr="006C3C19" w:rsidRDefault="007A3977">
            <w:pPr>
              <w:pStyle w:val="apodproceduratabelaIItreoan"/>
              <w:rPr>
                <w:color w:val="000000"/>
              </w:rPr>
            </w:pPr>
            <w:r w:rsidRPr="006C3C19">
              <w:rPr>
                <w:color w:val="000000"/>
              </w:rPr>
              <w:t>Wniosek o realizację inicjatywy lokalnej</w:t>
            </w:r>
          </w:p>
        </w:tc>
        <w:tc>
          <w:tcPr>
            <w:tcW w:w="4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b"/>
            </w:pPr>
            <w:r w:rsidRPr="006C3C19">
              <w:rPr>
                <w:color w:val="000000"/>
              </w:rPr>
              <w:t>Ocena wniosku oraz oceny kosztów inicjatywy</w:t>
            </w:r>
          </w:p>
          <w:p w:rsidR="007A3977" w:rsidRPr="006C3C19" w:rsidRDefault="007A3977">
            <w:pPr>
              <w:pStyle w:val="apodproceduratabelaIItreoar"/>
            </w:pPr>
          </w:p>
          <w:p w:rsidR="007A3977" w:rsidRPr="006C3C19" w:rsidRDefault="007A3977">
            <w:pPr>
              <w:pStyle w:val="apodproceduratabelaIItreoar"/>
            </w:pPr>
            <w:r w:rsidRPr="006C3C19">
              <w:rPr>
                <w:color w:val="000000"/>
              </w:rPr>
              <w:t>Możliwość kontynuacji</w:t>
            </w:r>
          </w:p>
          <w:p w:rsidR="007A3977" w:rsidRPr="006C3C19" w:rsidRDefault="007A3977">
            <w:pPr>
              <w:rPr>
                <w:color w:val="000000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n"/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n"/>
              <w:rPr>
                <w:color w:val="000000"/>
              </w:rPr>
            </w:pPr>
            <w:r w:rsidRPr="006C3C19">
              <w:rPr>
                <w:color w:val="000000"/>
              </w:rPr>
              <w:t>Zarząd Powiatu</w:t>
            </w:r>
          </w:p>
        </w:tc>
      </w:tr>
      <w:tr w:rsidR="007A3977" w:rsidRPr="006C3C19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n"/>
            </w:pPr>
            <w:r w:rsidRPr="006C3C19">
              <w:rPr>
                <w:color w:val="000000"/>
              </w:rPr>
              <w:t>3.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n"/>
              <w:rPr>
                <w:color w:val="000000"/>
              </w:rPr>
            </w:pPr>
            <w:r w:rsidRPr="006C3C19">
              <w:rPr>
                <w:color w:val="000000"/>
              </w:rPr>
              <w:t>Wniosek o realizację inicjatywy lokalnej</w:t>
            </w:r>
          </w:p>
        </w:tc>
        <w:tc>
          <w:tcPr>
            <w:tcW w:w="4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b"/>
            </w:pPr>
            <w:r w:rsidRPr="006C3C19">
              <w:rPr>
                <w:color w:val="000000"/>
              </w:rPr>
              <w:t>Oszacowanie kosztów inicjatywy</w:t>
            </w:r>
          </w:p>
          <w:p w:rsidR="007A3977" w:rsidRPr="006C3C19" w:rsidRDefault="007A3977">
            <w:pPr>
              <w:pStyle w:val="apodproceduratabelaIItreoar"/>
            </w:pPr>
          </w:p>
          <w:p w:rsidR="007A3977" w:rsidRPr="006C3C19" w:rsidRDefault="007A3977">
            <w:pPr>
              <w:pStyle w:val="apodproceduratabelaIItreoar"/>
            </w:pPr>
            <w:r w:rsidRPr="006C3C19">
              <w:rPr>
                <w:color w:val="000000"/>
              </w:rPr>
              <w:t>Opis wykonania czynności</w:t>
            </w:r>
          </w:p>
          <w:p w:rsidR="007A3977" w:rsidRPr="006C3C19" w:rsidRDefault="007A3977">
            <w:pPr>
              <w:pStyle w:val="apodproceduratabelaIItreoar"/>
            </w:pPr>
            <w:r w:rsidRPr="006C3C19">
              <w:rPr>
                <w:color w:val="000000"/>
              </w:rPr>
              <w:t xml:space="preserve"> Przeprowadzenie oceny wg. ustalonych kryteriów: (udział inicjatora w łącznych kosztach realizacji inicjatywy, zgodność inicjatywy z potrzebami ujętymi w Strategii Rozwoju Powiatu, stopień złożoności inicjatywy, zaangażowanie środków  budżetowych powiatu, możliwy termin i adres realizacji inicjatywy)</w:t>
            </w:r>
            <w:r w:rsidRPr="006C3C19">
              <w:rPr>
                <w:color w:val="000000"/>
              </w:rPr>
              <w:br/>
            </w:r>
          </w:p>
          <w:p w:rsidR="007A3977" w:rsidRPr="006C3C19" w:rsidRDefault="007A3977">
            <w:pPr>
              <w:pStyle w:val="apodproceduratabelaIItreoar"/>
            </w:pPr>
          </w:p>
          <w:p w:rsidR="007A3977" w:rsidRPr="006C3C19" w:rsidRDefault="007A3977">
            <w:pPr>
              <w:pStyle w:val="apodproceduratabelaIItreoar"/>
            </w:pPr>
            <w:r w:rsidRPr="006C3C19">
              <w:rPr>
                <w:color w:val="000000"/>
              </w:rPr>
              <w:t>Możliwość kontynuacji</w:t>
            </w:r>
          </w:p>
          <w:p w:rsidR="007A3977" w:rsidRPr="006C3C19" w:rsidRDefault="007A3977">
            <w:pPr>
              <w:rPr>
                <w:color w:val="000000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n"/>
              <w:rPr>
                <w:color w:val="000000"/>
              </w:rPr>
            </w:pPr>
            <w:r w:rsidRPr="006C3C19">
              <w:rPr>
                <w:color w:val="000000"/>
              </w:rPr>
              <w:t>Ocena kosztów inicjatywy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n"/>
              <w:rPr>
                <w:color w:val="000000"/>
              </w:rPr>
            </w:pPr>
            <w:r w:rsidRPr="006C3C19">
              <w:rPr>
                <w:color w:val="000000"/>
              </w:rPr>
              <w:t>Komórka organizacyjna Starostwa</w:t>
            </w:r>
          </w:p>
        </w:tc>
      </w:tr>
      <w:tr w:rsidR="007A3977" w:rsidRPr="006C3C19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n"/>
            </w:pPr>
            <w:r w:rsidRPr="006C3C19">
              <w:rPr>
                <w:color w:val="000000"/>
              </w:rPr>
              <w:t>4.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n"/>
            </w:pPr>
          </w:p>
        </w:tc>
        <w:tc>
          <w:tcPr>
            <w:tcW w:w="4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b"/>
            </w:pPr>
            <w:r w:rsidRPr="006C3C19">
              <w:rPr>
                <w:color w:val="000000"/>
              </w:rPr>
              <w:t>Zamieszczenie informacji o przyjęciu wniosku na stronie www Starostwa</w:t>
            </w:r>
          </w:p>
          <w:p w:rsidR="007A3977" w:rsidRPr="006C3C19" w:rsidRDefault="007A3977">
            <w:pPr>
              <w:pStyle w:val="apodproceduratabelaIItreoar"/>
            </w:pPr>
          </w:p>
          <w:p w:rsidR="007A3977" w:rsidRPr="006C3C19" w:rsidRDefault="007A3977">
            <w:pPr>
              <w:pStyle w:val="apodproceduratabelaIItreoar"/>
            </w:pPr>
            <w:r w:rsidRPr="006C3C19">
              <w:rPr>
                <w:color w:val="000000"/>
              </w:rPr>
              <w:t>Opis wykonania czynności</w:t>
            </w:r>
          </w:p>
          <w:p w:rsidR="007A3977" w:rsidRPr="006C3C19" w:rsidRDefault="007A3977">
            <w:pPr>
              <w:pStyle w:val="apodproceduratabelaIItreoar"/>
            </w:pPr>
            <w:r w:rsidRPr="006C3C19">
              <w:rPr>
                <w:color w:val="000000"/>
              </w:rPr>
              <w:t xml:space="preserve"> Nazwa i adres inicjatora, dokładny opis inicjatywy, informacja o społecznych korzyściach a realizacji inicjatywy, wskazanie rodzaju i wielkości udziału inicjatora w realizacji inicjatywy</w:t>
            </w:r>
          </w:p>
          <w:p w:rsidR="007A3977" w:rsidRPr="006C3C19" w:rsidRDefault="007A3977">
            <w:pPr>
              <w:pStyle w:val="apodproceduratabelaIItreoar"/>
            </w:pPr>
          </w:p>
          <w:p w:rsidR="007A3977" w:rsidRPr="006C3C19" w:rsidRDefault="007A3977">
            <w:pPr>
              <w:pStyle w:val="apodproceduratabelaIItreoar"/>
            </w:pPr>
            <w:r w:rsidRPr="006C3C19">
              <w:rPr>
                <w:color w:val="000000"/>
              </w:rPr>
              <w:t>Wsparcie informatyczne</w:t>
            </w:r>
          </w:p>
          <w:p w:rsidR="007A3977" w:rsidRPr="006C3C19" w:rsidRDefault="007A3977">
            <w:pPr>
              <w:pStyle w:val="apodproceduratabelaIItreoar"/>
            </w:pPr>
            <w:r w:rsidRPr="006C3C19">
              <w:rPr>
                <w:color w:val="000000"/>
              </w:rPr>
              <w:t xml:space="preserve"> - System aplikacji: Strona internetowa starostwa</w:t>
            </w:r>
          </w:p>
          <w:p w:rsidR="007A3977" w:rsidRPr="006C3C19" w:rsidRDefault="007A3977">
            <w:pPr>
              <w:pStyle w:val="apodproceduratabelaIItreoar"/>
            </w:pPr>
          </w:p>
          <w:p w:rsidR="007A3977" w:rsidRPr="006C3C19" w:rsidRDefault="007A3977">
            <w:pPr>
              <w:pStyle w:val="apodproceduratabelaIItreoar"/>
            </w:pPr>
            <w:r w:rsidRPr="006C3C19">
              <w:rPr>
                <w:color w:val="000000"/>
              </w:rPr>
              <w:t>Możliwość kontynuacji</w:t>
            </w:r>
          </w:p>
          <w:p w:rsidR="007A3977" w:rsidRPr="006C3C19" w:rsidRDefault="007A3977">
            <w:pPr>
              <w:rPr>
                <w:color w:val="000000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n"/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n"/>
              <w:rPr>
                <w:color w:val="000000"/>
              </w:rPr>
            </w:pPr>
            <w:r w:rsidRPr="006C3C19">
              <w:rPr>
                <w:color w:val="000000"/>
              </w:rPr>
              <w:t>Komórka organizacyjna Starostwa</w:t>
            </w:r>
          </w:p>
        </w:tc>
      </w:tr>
      <w:tr w:rsidR="007A3977" w:rsidRPr="006C3C19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n"/>
            </w:pPr>
            <w:r w:rsidRPr="006C3C19">
              <w:rPr>
                <w:color w:val="000000"/>
              </w:rPr>
              <w:t>5.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n"/>
              <w:rPr>
                <w:color w:val="000000"/>
              </w:rPr>
            </w:pPr>
            <w:r w:rsidRPr="006C3C19">
              <w:rPr>
                <w:color w:val="000000"/>
              </w:rPr>
              <w:t>Pismo o konieczności uzupełnienia braków we wniosku</w:t>
            </w:r>
          </w:p>
        </w:tc>
        <w:tc>
          <w:tcPr>
            <w:tcW w:w="4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b"/>
            </w:pPr>
            <w:r w:rsidRPr="006C3C19">
              <w:rPr>
                <w:color w:val="000000"/>
              </w:rPr>
              <w:t>Przekazanie pisma o konieczności uzupełnienia braków</w:t>
            </w:r>
          </w:p>
          <w:p w:rsidR="007A3977" w:rsidRPr="006C3C19" w:rsidRDefault="007A3977">
            <w:pPr>
              <w:pStyle w:val="apodproceduratabelaIItreoar"/>
            </w:pPr>
          </w:p>
          <w:p w:rsidR="007A3977" w:rsidRPr="006C3C19" w:rsidRDefault="007A3977">
            <w:pPr>
              <w:pStyle w:val="apodproceduratabelaIItreoar"/>
            </w:pPr>
            <w:r w:rsidRPr="006C3C19">
              <w:rPr>
                <w:color w:val="000000"/>
              </w:rPr>
              <w:t>Możliwość kontynuacji</w:t>
            </w:r>
          </w:p>
          <w:p w:rsidR="007A3977" w:rsidRPr="006C3C19" w:rsidRDefault="007A3977">
            <w:pPr>
              <w:rPr>
                <w:color w:val="000000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n"/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n"/>
              <w:rPr>
                <w:color w:val="000000"/>
              </w:rPr>
            </w:pPr>
            <w:r w:rsidRPr="006C3C19">
              <w:rPr>
                <w:color w:val="000000"/>
              </w:rPr>
              <w:t>Komórka organizacyjna Starostwa</w:t>
            </w:r>
          </w:p>
        </w:tc>
      </w:tr>
      <w:tr w:rsidR="007A3977" w:rsidRPr="006C3C19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n"/>
            </w:pPr>
            <w:r w:rsidRPr="006C3C19">
              <w:rPr>
                <w:color w:val="000000"/>
              </w:rPr>
              <w:t>6.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n"/>
              <w:rPr>
                <w:color w:val="000000"/>
              </w:rPr>
            </w:pPr>
            <w:r w:rsidRPr="006C3C19">
              <w:rPr>
                <w:color w:val="000000"/>
              </w:rPr>
              <w:t>Wniosek o realizację inicjatywy lokalnej</w:t>
            </w:r>
          </w:p>
        </w:tc>
        <w:tc>
          <w:tcPr>
            <w:tcW w:w="4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b"/>
            </w:pPr>
            <w:r w:rsidRPr="006C3C19">
              <w:rPr>
                <w:color w:val="000000"/>
              </w:rPr>
              <w:t>Ocena kompletności wniosku</w:t>
            </w:r>
          </w:p>
          <w:p w:rsidR="007A3977" w:rsidRPr="006C3C19" w:rsidRDefault="007A3977">
            <w:pPr>
              <w:pStyle w:val="apodproceduratabelaIItreoar"/>
            </w:pPr>
          </w:p>
          <w:p w:rsidR="007A3977" w:rsidRPr="006C3C19" w:rsidRDefault="007A3977">
            <w:pPr>
              <w:pStyle w:val="apodproceduratabelaIItreoar"/>
            </w:pPr>
            <w:r w:rsidRPr="006C3C19">
              <w:rPr>
                <w:color w:val="000000"/>
              </w:rPr>
              <w:t>Opis wykonania czynności</w:t>
            </w:r>
          </w:p>
          <w:p w:rsidR="007A3977" w:rsidRPr="006C3C19" w:rsidRDefault="007A3977">
            <w:pPr>
              <w:pStyle w:val="apodproceduratabelaIItreoar"/>
            </w:pPr>
            <w:r w:rsidRPr="006C3C19">
              <w:rPr>
                <w:color w:val="000000"/>
              </w:rPr>
              <w:t xml:space="preserve"> Nazwa i adres inicjatora, dokładny opis inicjatywy, informacja o społecznych korzyściach a realizacji inicjatywy, wskazanie rodzaju i wielkości udziału inicjatora w realizacji inicjatywy</w:t>
            </w:r>
          </w:p>
          <w:p w:rsidR="007A3977" w:rsidRPr="006C3C19" w:rsidRDefault="007A3977">
            <w:pPr>
              <w:pStyle w:val="apodproceduratabelaIItreoar"/>
            </w:pPr>
          </w:p>
          <w:p w:rsidR="007A3977" w:rsidRPr="006C3C19" w:rsidRDefault="007A3977">
            <w:pPr>
              <w:pStyle w:val="apodproceduratabelaIItreoar"/>
            </w:pPr>
            <w:r w:rsidRPr="006C3C19">
              <w:rPr>
                <w:color w:val="000000"/>
              </w:rPr>
              <w:t>Możliwość kontynuacji</w:t>
            </w:r>
          </w:p>
          <w:p w:rsidR="007A3977" w:rsidRPr="006C3C19" w:rsidRDefault="007A3977">
            <w:pPr>
              <w:rPr>
                <w:color w:val="000000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n"/>
              <w:rPr>
                <w:color w:val="000000"/>
              </w:rPr>
            </w:pPr>
            <w:r w:rsidRPr="006C3C19">
              <w:rPr>
                <w:color w:val="000000"/>
              </w:rPr>
              <w:t>Wniosek o realizację inicjatywy lokalnej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n"/>
              <w:rPr>
                <w:color w:val="000000"/>
              </w:rPr>
            </w:pPr>
            <w:r w:rsidRPr="006C3C19">
              <w:rPr>
                <w:color w:val="000000"/>
              </w:rPr>
              <w:t>Komórka organizacyjna Starostwa</w:t>
            </w:r>
          </w:p>
        </w:tc>
      </w:tr>
      <w:tr w:rsidR="007A3977" w:rsidRPr="006C3C19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n"/>
            </w:pPr>
            <w:r w:rsidRPr="006C3C19">
              <w:rPr>
                <w:color w:val="000000"/>
              </w:rPr>
              <w:t>7.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n"/>
              <w:rPr>
                <w:color w:val="000000"/>
              </w:rPr>
            </w:pPr>
            <w:r w:rsidRPr="006C3C19">
              <w:rPr>
                <w:color w:val="000000"/>
              </w:rPr>
              <w:t>Wniosek o realizację inicjatywy lokalnej</w:t>
            </w:r>
          </w:p>
        </w:tc>
        <w:tc>
          <w:tcPr>
            <w:tcW w:w="4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b"/>
            </w:pPr>
            <w:r w:rsidRPr="006C3C19">
              <w:rPr>
                <w:color w:val="000000"/>
              </w:rPr>
              <w:t>Przekazanie wniosku do odpowiedniej komórki</w:t>
            </w:r>
          </w:p>
          <w:p w:rsidR="007A3977" w:rsidRPr="006C3C19" w:rsidRDefault="007A3977">
            <w:pPr>
              <w:pStyle w:val="apodproceduratabelaIItreoar"/>
            </w:pPr>
          </w:p>
          <w:p w:rsidR="007A3977" w:rsidRPr="006C3C19" w:rsidRDefault="007A3977">
            <w:pPr>
              <w:pStyle w:val="apodproceduratabelaIItreoar"/>
            </w:pPr>
            <w:r w:rsidRPr="006C3C19">
              <w:rPr>
                <w:color w:val="000000"/>
              </w:rPr>
              <w:t>Możliwość kontynuacji</w:t>
            </w:r>
          </w:p>
          <w:p w:rsidR="007A3977" w:rsidRPr="006C3C19" w:rsidRDefault="007A3977">
            <w:pPr>
              <w:rPr>
                <w:color w:val="000000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n"/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n"/>
              <w:rPr>
                <w:color w:val="000000"/>
              </w:rPr>
            </w:pPr>
            <w:r w:rsidRPr="006C3C19">
              <w:rPr>
                <w:color w:val="000000"/>
              </w:rPr>
              <w:t>Kancelaria Starostwa Powiatowego</w:t>
            </w:r>
          </w:p>
        </w:tc>
      </w:tr>
      <w:tr w:rsidR="007A3977" w:rsidRPr="006C3C19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n"/>
            </w:pPr>
            <w:r w:rsidRPr="006C3C19">
              <w:rPr>
                <w:color w:val="000000"/>
              </w:rPr>
              <w:t>8.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n"/>
              <w:rPr>
                <w:color w:val="000000"/>
              </w:rPr>
            </w:pPr>
            <w:r w:rsidRPr="006C3C19">
              <w:rPr>
                <w:color w:val="000000"/>
              </w:rPr>
              <w:t>Informacja o odrzuceniu wniosku</w:t>
            </w:r>
          </w:p>
        </w:tc>
        <w:tc>
          <w:tcPr>
            <w:tcW w:w="4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b"/>
            </w:pPr>
            <w:r w:rsidRPr="006C3C19">
              <w:rPr>
                <w:color w:val="000000"/>
              </w:rPr>
              <w:t>Przekazanie inicjatorowi informacji o odrzuceniu wniosku</w:t>
            </w:r>
          </w:p>
          <w:p w:rsidR="007A3977" w:rsidRPr="006C3C19" w:rsidRDefault="007A3977">
            <w:pPr>
              <w:pStyle w:val="apodproceduratabelaIItreoar"/>
            </w:pPr>
          </w:p>
          <w:p w:rsidR="007A3977" w:rsidRPr="006C3C19" w:rsidRDefault="007A3977">
            <w:pPr>
              <w:pStyle w:val="apodproceduratabelaIItreoar"/>
            </w:pPr>
            <w:r w:rsidRPr="006C3C19">
              <w:rPr>
                <w:color w:val="000000"/>
              </w:rPr>
              <w:t>Opis wykonania czynności</w:t>
            </w:r>
          </w:p>
          <w:p w:rsidR="007A3977" w:rsidRPr="006C3C19" w:rsidRDefault="007A3977">
            <w:pPr>
              <w:pStyle w:val="apodproceduratabelaIItreoar"/>
            </w:pPr>
            <w:r w:rsidRPr="006C3C19">
              <w:rPr>
                <w:color w:val="000000"/>
              </w:rPr>
              <w:t xml:space="preserve"> Nazwa i adres inicjatora, dokładny opis inicjatywy, informacja o społecznych korzyściach a realizacji inicjatywy, wskazanie rodzaju i wielkości udziału inicjatora w realizacji inicjatywy</w:t>
            </w:r>
          </w:p>
          <w:p w:rsidR="007A3977" w:rsidRPr="006C3C19" w:rsidRDefault="007A3977">
            <w:pPr>
              <w:pStyle w:val="apodproceduratabelaIItreoar"/>
            </w:pPr>
          </w:p>
          <w:p w:rsidR="007A3977" w:rsidRPr="006C3C19" w:rsidRDefault="007A3977">
            <w:pPr>
              <w:pStyle w:val="apodproceduratabelaIItreoar"/>
            </w:pPr>
            <w:r w:rsidRPr="006C3C19">
              <w:rPr>
                <w:color w:val="000000"/>
              </w:rPr>
              <w:t>Możliwość kontynuacji</w:t>
            </w:r>
          </w:p>
          <w:p w:rsidR="007A3977" w:rsidRPr="006C3C19" w:rsidRDefault="007A3977">
            <w:pPr>
              <w:rPr>
                <w:color w:val="000000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n"/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n"/>
              <w:rPr>
                <w:color w:val="000000"/>
              </w:rPr>
            </w:pPr>
            <w:r w:rsidRPr="006C3C19">
              <w:rPr>
                <w:color w:val="000000"/>
              </w:rPr>
              <w:t>Komórka organizacyjna Starostwa</w:t>
            </w:r>
          </w:p>
        </w:tc>
      </w:tr>
    </w:tbl>
    <w:p w:rsidR="007A3977" w:rsidRDefault="007A3977">
      <w:pPr>
        <w:widowControl w:val="0"/>
        <w:rPr>
          <w:color w:val="000000"/>
        </w:rPr>
      </w:pPr>
    </w:p>
    <w:p w:rsidR="007A3977" w:rsidRDefault="007A3977">
      <w:pPr>
        <w:pStyle w:val="podproceduraodstep"/>
        <w:rPr>
          <w:color w:val="000000"/>
        </w:rPr>
      </w:pPr>
    </w:p>
    <w:p w:rsidR="007A3977" w:rsidRDefault="007A3977">
      <w:pPr>
        <w:pStyle w:val="podproceduratabelaIIItytu3"/>
      </w:pPr>
      <w:r>
        <w:rPr>
          <w:color w:val="000000"/>
        </w:rPr>
        <w:t>TABELA III WYNIK REALIZACJI PODPROCEDURY</w:t>
      </w:r>
    </w:p>
    <w:p w:rsidR="007A3977" w:rsidRDefault="007A3977">
      <w:pPr>
        <w:widowControl w:val="0"/>
        <w:rPr>
          <w:rFonts w:ascii="Arial" w:hAnsi="Arial" w:cs="Arial"/>
          <w:sz w:val="24"/>
          <w:szCs w:val="24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551"/>
        <w:gridCol w:w="4337"/>
        <w:gridCol w:w="4819"/>
      </w:tblGrid>
      <w:tr w:rsidR="007A3977" w:rsidRPr="006C3C19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977" w:rsidRPr="006C3C19" w:rsidRDefault="007A3977">
            <w:pPr>
              <w:pStyle w:val="podproceduratabelaIIInag3wek"/>
            </w:pPr>
            <w:r w:rsidRPr="006C3C19">
              <w:rPr>
                <w:color w:val="000000"/>
              </w:rPr>
              <w:t>L.p.</w:t>
            </w:r>
          </w:p>
        </w:tc>
        <w:tc>
          <w:tcPr>
            <w:tcW w:w="4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977" w:rsidRPr="006C3C19" w:rsidRDefault="007A3977">
            <w:pPr>
              <w:pStyle w:val="podproceduratabelaIIInag3wek"/>
            </w:pPr>
            <w:r w:rsidRPr="006C3C19">
              <w:rPr>
                <w:color w:val="000000"/>
              </w:rPr>
              <w:t>Odbiorca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977" w:rsidRPr="006C3C19" w:rsidRDefault="007A3977">
            <w:pPr>
              <w:pStyle w:val="podproceduratabelaIIInag3wek"/>
            </w:pPr>
            <w:r w:rsidRPr="006C3C19">
              <w:rPr>
                <w:color w:val="000000"/>
              </w:rPr>
              <w:t>Zdarzenie; Dokument</w:t>
            </w:r>
          </w:p>
        </w:tc>
      </w:tr>
      <w:tr w:rsidR="007A3977" w:rsidRPr="006C3C19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977" w:rsidRPr="006C3C19" w:rsidRDefault="007A3977">
            <w:pPr>
              <w:pStyle w:val="podproceduratabelaIIItreoa"/>
            </w:pPr>
            <w:r w:rsidRPr="006C3C19">
              <w:rPr>
                <w:color w:val="000000"/>
              </w:rPr>
              <w:t xml:space="preserve"> 1.</w:t>
            </w:r>
          </w:p>
        </w:tc>
        <w:tc>
          <w:tcPr>
            <w:tcW w:w="4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977" w:rsidRPr="006C3C19" w:rsidRDefault="007A3977">
            <w:pPr>
              <w:pStyle w:val="podproceduratabelaIIItreoa"/>
            </w:pPr>
            <w:r w:rsidRPr="006C3C19">
              <w:rPr>
                <w:color w:val="000000"/>
              </w:rPr>
              <w:t>Komórka organizacyjna Starostwa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977" w:rsidRPr="006C3C19" w:rsidRDefault="007A3977">
            <w:pPr>
              <w:pStyle w:val="podproceduratabelaIIItreoa"/>
            </w:pPr>
            <w:r w:rsidRPr="006C3C19">
              <w:rPr>
                <w:color w:val="000000"/>
              </w:rPr>
              <w:t>Sprawa nie należy do zadań własnych powiatu - wniosek pozostaje bez rozpatrzenia</w:t>
            </w:r>
          </w:p>
        </w:tc>
      </w:tr>
      <w:tr w:rsidR="007A3977" w:rsidRPr="006C3C19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977" w:rsidRPr="006C3C19" w:rsidRDefault="007A3977">
            <w:pPr>
              <w:pStyle w:val="podproceduratabelaIIItreoa"/>
            </w:pPr>
            <w:r w:rsidRPr="006C3C19">
              <w:rPr>
                <w:color w:val="000000"/>
              </w:rPr>
              <w:t xml:space="preserve"> 2.</w:t>
            </w:r>
          </w:p>
        </w:tc>
        <w:tc>
          <w:tcPr>
            <w:tcW w:w="4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977" w:rsidRPr="006C3C19" w:rsidRDefault="007A3977">
            <w:pPr>
              <w:pStyle w:val="podproceduratabelaIIItreoa"/>
            </w:pPr>
            <w:r w:rsidRPr="006C3C19">
              <w:rPr>
                <w:color w:val="000000"/>
              </w:rPr>
              <w:t>Komórka organizacyjna Starostwa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977" w:rsidRPr="006C3C19" w:rsidRDefault="007A3977">
            <w:pPr>
              <w:pStyle w:val="podproceduratabelaIIItreoa"/>
            </w:pPr>
            <w:r w:rsidRPr="006C3C19">
              <w:rPr>
                <w:color w:val="000000"/>
              </w:rPr>
              <w:t>Informacja o przyjęciu wniosku została umieszczona na stronie www Starostwa</w:t>
            </w:r>
          </w:p>
        </w:tc>
      </w:tr>
      <w:tr w:rsidR="007A3977" w:rsidRPr="006C3C19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977" w:rsidRPr="006C3C19" w:rsidRDefault="007A3977">
            <w:pPr>
              <w:pStyle w:val="podproceduratabelaIIItreoa"/>
            </w:pPr>
            <w:r w:rsidRPr="006C3C19">
              <w:rPr>
                <w:color w:val="000000"/>
              </w:rPr>
              <w:t xml:space="preserve"> 3.</w:t>
            </w:r>
          </w:p>
        </w:tc>
        <w:tc>
          <w:tcPr>
            <w:tcW w:w="4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977" w:rsidRPr="006C3C19" w:rsidRDefault="007A3977">
            <w:pPr>
              <w:pStyle w:val="podproceduratabelaIIItreoa"/>
            </w:pPr>
            <w:r w:rsidRPr="006C3C19">
              <w:rPr>
                <w:color w:val="000000"/>
              </w:rPr>
              <w:t>Komórka organizacyjna Starostwa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977" w:rsidRPr="006C3C19" w:rsidRDefault="007A3977">
            <w:pPr>
              <w:pStyle w:val="podproceduratabelaIIItreoa"/>
            </w:pPr>
            <w:r w:rsidRPr="006C3C19">
              <w:rPr>
                <w:color w:val="000000"/>
              </w:rPr>
              <w:t>Inicjator został poinformowany o odrzuceniu wniosku</w:t>
            </w:r>
          </w:p>
        </w:tc>
      </w:tr>
    </w:tbl>
    <w:p w:rsidR="007A3977" w:rsidRDefault="007A3977">
      <w:pPr>
        <w:widowControl w:val="0"/>
        <w:rPr>
          <w:color w:val="000000"/>
        </w:rPr>
      </w:pPr>
    </w:p>
    <w:p w:rsidR="007A3977" w:rsidRDefault="007A3977">
      <w:pPr>
        <w:rPr>
          <w:color w:val="000000"/>
        </w:rPr>
      </w:pPr>
      <w:r>
        <w:rPr>
          <w:color w:val="000000"/>
        </w:rPr>
        <w:t>DOKUMENTY ZWIĄZANE:</w:t>
      </w:r>
    </w:p>
    <w:p w:rsidR="007A3977" w:rsidRDefault="007A3977">
      <w:pPr>
        <w:rPr>
          <w:color w:val="000000"/>
        </w:rPr>
      </w:pPr>
    </w:p>
    <w:p w:rsidR="007A3977" w:rsidRDefault="007A3977">
      <w:pPr>
        <w:rPr>
          <w:color w:val="000000"/>
        </w:rPr>
      </w:pPr>
      <w:r>
        <w:rPr>
          <w:color w:val="000000"/>
        </w:rPr>
        <w:t xml:space="preserve"> 1. Informacja o odrzuceniu wniosku</w:t>
      </w:r>
    </w:p>
    <w:p w:rsidR="007A3977" w:rsidRDefault="007A3977">
      <w:pPr>
        <w:rPr>
          <w:color w:val="000000"/>
        </w:rPr>
      </w:pPr>
      <w:r>
        <w:rPr>
          <w:color w:val="000000"/>
        </w:rPr>
        <w:t xml:space="preserve"> 2. Ocena kosztów inicjatywy</w:t>
      </w:r>
    </w:p>
    <w:p w:rsidR="007A3977" w:rsidRDefault="007A3977">
      <w:pPr>
        <w:rPr>
          <w:color w:val="000000"/>
        </w:rPr>
      </w:pPr>
      <w:r>
        <w:rPr>
          <w:color w:val="000000"/>
        </w:rPr>
        <w:t xml:space="preserve"> 3. Ocena kosztów inicjatywy</w:t>
      </w:r>
    </w:p>
    <w:p w:rsidR="007A3977" w:rsidRDefault="007A3977">
      <w:pPr>
        <w:rPr>
          <w:color w:val="000000"/>
        </w:rPr>
      </w:pPr>
      <w:r>
        <w:rPr>
          <w:color w:val="000000"/>
        </w:rPr>
        <w:t xml:space="preserve"> 4. Pismo o konieczności uzupełnienia braków we wniosku</w:t>
      </w:r>
    </w:p>
    <w:p w:rsidR="007A3977" w:rsidRDefault="007A3977">
      <w:pPr>
        <w:rPr>
          <w:color w:val="000000"/>
        </w:rPr>
      </w:pPr>
      <w:r>
        <w:rPr>
          <w:color w:val="000000"/>
        </w:rPr>
        <w:t xml:space="preserve"> 5. Wniosek o realizację inicjatywy lokalnej</w:t>
      </w:r>
    </w:p>
    <w:p w:rsidR="007A3977" w:rsidRDefault="007A3977">
      <w:pPr>
        <w:rPr>
          <w:color w:val="000000"/>
        </w:rPr>
      </w:pPr>
      <w:r>
        <w:rPr>
          <w:color w:val="000000"/>
        </w:rPr>
        <w:t xml:space="preserve"> 6. Wniosek o realizację inicjatywy lokalnej</w:t>
      </w:r>
    </w:p>
    <w:p w:rsidR="007A3977" w:rsidRDefault="007A3977">
      <w:pPr>
        <w:rPr>
          <w:color w:val="000000"/>
        </w:rPr>
      </w:pPr>
      <w:r>
        <w:rPr>
          <w:color w:val="000000"/>
        </w:rPr>
        <w:t xml:space="preserve"> 7. Wniosek o realizację inicjatywy lokalnej</w:t>
      </w:r>
    </w:p>
    <w:p w:rsidR="007A3977" w:rsidRDefault="007A3977">
      <w:pPr>
        <w:rPr>
          <w:color w:val="000000"/>
        </w:rPr>
      </w:pPr>
      <w:r>
        <w:rPr>
          <w:color w:val="000000"/>
        </w:rPr>
        <w:t xml:space="preserve"> 8. Wniosek o realizację inicjatywy lokalnej</w:t>
      </w:r>
    </w:p>
    <w:p w:rsidR="007A3977" w:rsidRDefault="007A3977">
      <w:pPr>
        <w:rPr>
          <w:color w:val="000000"/>
        </w:rPr>
      </w:pPr>
      <w:r>
        <w:rPr>
          <w:color w:val="000000"/>
        </w:rPr>
        <w:t xml:space="preserve"> 9. Wniosek o realizację inicjatywy lokalnej</w:t>
      </w:r>
    </w:p>
    <w:p w:rsidR="007A3977" w:rsidRDefault="007A3977">
      <w:pPr>
        <w:rPr>
          <w:color w:val="000000"/>
        </w:rPr>
      </w:pPr>
      <w:r>
        <w:rPr>
          <w:color w:val="000000"/>
        </w:rPr>
        <w:t xml:space="preserve"> 10. Wniosek o realizację inicjatywy lokalnej</w:t>
      </w:r>
    </w:p>
    <w:p w:rsidR="007A3977" w:rsidRDefault="007A3977">
      <w:pPr>
        <w:pStyle w:val="podproceduratabelaIIItytu3"/>
        <w:rPr>
          <w:color w:val="000000"/>
        </w:rPr>
      </w:pPr>
      <w:r>
        <w:rPr>
          <w:color w:val="000000"/>
        </w:rPr>
        <w:br w:type="page"/>
        <w:t>MODEL PROCESU:</w:t>
      </w:r>
    </w:p>
    <w:p w:rsidR="007A3977" w:rsidRDefault="007A3977">
      <w:pPr>
        <w:pStyle w:val="Heading3"/>
        <w:rPr>
          <w:rFonts w:ascii="Arial" w:hAnsi="Arial" w:cs="Arial"/>
          <w:sz w:val="24"/>
          <w:szCs w:val="24"/>
        </w:rPr>
      </w:pPr>
      <w:r w:rsidRPr="006C3C19">
        <w:rPr>
          <w:rFonts w:ascii="Arial" w:hAnsi="Arial" w:cs="Arial"/>
          <w:noProof/>
          <w:sz w:val="24"/>
          <w:szCs w:val="24"/>
        </w:rPr>
        <w:pict>
          <v:shape id="Obraz 9" o:spid="_x0000_i1031" type="#_x0000_t75" style="width:484.5pt;height:675pt;visibility:visible">
            <v:imagedata r:id="rId10" o:title=""/>
          </v:shape>
        </w:pict>
      </w:r>
      <w:r>
        <w:rPr>
          <w:rFonts w:ascii="Arial" w:hAnsi="Arial" w:cs="Arial"/>
          <w:sz w:val="24"/>
          <w:szCs w:val="24"/>
        </w:rPr>
        <w:t xml:space="preserve"> </w:t>
      </w:r>
    </w:p>
    <w:p w:rsidR="007A3977" w:rsidRDefault="007A3977" w:rsidP="00EF2FA5">
      <w:pPr>
        <w:pStyle w:val="Heading3"/>
        <w:jc w:val="both"/>
        <w:rPr>
          <w:color w:val="000000"/>
        </w:rPr>
      </w:pPr>
      <w:r w:rsidRPr="00B344F5">
        <w:rPr>
          <w:rFonts w:ascii="Calibri" w:hAnsi="Calibri"/>
          <w:i w:val="0"/>
          <w:color w:val="000000"/>
          <w:sz w:val="24"/>
          <w:u w:val="single"/>
        </w:rPr>
        <w:t xml:space="preserve">Procedura </w:t>
      </w:r>
      <w:r>
        <w:rPr>
          <w:rFonts w:ascii="Calibri" w:hAnsi="Calibri"/>
          <w:i w:val="0"/>
          <w:color w:val="000000"/>
          <w:sz w:val="24"/>
          <w:u w:val="single"/>
        </w:rPr>
        <w:t>9</w:t>
      </w:r>
      <w:r w:rsidRPr="00B344F5">
        <w:rPr>
          <w:rFonts w:ascii="Calibri" w:hAnsi="Calibri"/>
          <w:i w:val="0"/>
          <w:color w:val="000000"/>
          <w:sz w:val="24"/>
          <w:u w:val="single"/>
        </w:rPr>
        <w:t xml:space="preserve">. </w:t>
      </w:r>
      <w:r>
        <w:rPr>
          <w:rFonts w:ascii="Calibri" w:hAnsi="Calibri"/>
          <w:i w:val="0"/>
          <w:color w:val="000000"/>
          <w:sz w:val="24"/>
          <w:u w:val="single"/>
        </w:rPr>
        <w:t>Opracowanie procedur dot. organizowania spotkań informacyjnych o inicjatywie lokalnej.</w:t>
      </w:r>
    </w:p>
    <w:p w:rsidR="007A3977" w:rsidRDefault="007A3977" w:rsidP="00EF2FA5">
      <w:pPr>
        <w:pStyle w:val="Heading3"/>
        <w:rPr>
          <w:color w:val="000000"/>
        </w:rPr>
      </w:pPr>
    </w:p>
    <w:p w:rsidR="007A3977" w:rsidRPr="00427EAF" w:rsidRDefault="007A3977" w:rsidP="00EF2FA5">
      <w:pPr>
        <w:pStyle w:val="Heading3"/>
        <w:rPr>
          <w:rFonts w:ascii="Calibri" w:hAnsi="Calibri" w:cs="Arial"/>
          <w:b w:val="0"/>
          <w:i w:val="0"/>
          <w:sz w:val="24"/>
          <w:szCs w:val="24"/>
        </w:rPr>
      </w:pPr>
      <w:r w:rsidRPr="00427EAF">
        <w:rPr>
          <w:rFonts w:ascii="Calibri" w:hAnsi="Calibri" w:cs="Arial"/>
          <w:b w:val="0"/>
          <w:i w:val="0"/>
          <w:color w:val="000000"/>
          <w:sz w:val="24"/>
          <w:szCs w:val="24"/>
        </w:rPr>
        <w:t xml:space="preserve">Proces </w:t>
      </w:r>
      <w:r>
        <w:rPr>
          <w:rFonts w:ascii="Calibri" w:hAnsi="Calibri" w:cs="Arial"/>
          <w:b w:val="0"/>
          <w:i w:val="0"/>
          <w:color w:val="000000"/>
          <w:sz w:val="24"/>
          <w:szCs w:val="24"/>
        </w:rPr>
        <w:t>30</w:t>
      </w:r>
    </w:p>
    <w:p w:rsidR="007A3977" w:rsidRDefault="007A3977" w:rsidP="00EF2FA5">
      <w:pPr>
        <w:pStyle w:val="Heading3"/>
        <w:jc w:val="both"/>
        <w:rPr>
          <w:rFonts w:ascii="Calibri" w:hAnsi="Calibri"/>
          <w:i w:val="0"/>
          <w:color w:val="000000"/>
          <w:sz w:val="24"/>
          <w:u w:val="single"/>
        </w:rPr>
      </w:pPr>
    </w:p>
    <w:p w:rsidR="007A3977" w:rsidRPr="00EF2FA5" w:rsidRDefault="007A3977" w:rsidP="00EF2FA5">
      <w:pPr>
        <w:pStyle w:val="Heading3"/>
        <w:jc w:val="both"/>
        <w:rPr>
          <w:rFonts w:ascii="Calibri" w:hAnsi="Calibri"/>
          <w:i w:val="0"/>
          <w:color w:val="000000"/>
          <w:sz w:val="24"/>
        </w:rPr>
      </w:pPr>
      <w:r w:rsidRPr="00EF2FA5">
        <w:rPr>
          <w:rFonts w:ascii="Calibri" w:hAnsi="Calibri"/>
          <w:i w:val="0"/>
          <w:color w:val="000000"/>
          <w:sz w:val="24"/>
        </w:rPr>
        <w:t xml:space="preserve">Zasady postepowania zgodnie z Płaszczyzną 1, obszar </w:t>
      </w:r>
      <w:r>
        <w:rPr>
          <w:rFonts w:ascii="Calibri" w:hAnsi="Calibri"/>
          <w:i w:val="0"/>
          <w:color w:val="000000"/>
          <w:sz w:val="24"/>
        </w:rPr>
        <w:t>2, procedura 1</w:t>
      </w:r>
      <w:r w:rsidRPr="00EF2FA5">
        <w:rPr>
          <w:rFonts w:ascii="Calibri" w:hAnsi="Calibri"/>
          <w:i w:val="0"/>
          <w:color w:val="000000"/>
          <w:sz w:val="24"/>
        </w:rPr>
        <w:t xml:space="preserve">. </w:t>
      </w:r>
    </w:p>
    <w:p w:rsidR="007A3977" w:rsidRDefault="007A3977">
      <w:pPr>
        <w:pStyle w:val="Heading3"/>
        <w:rPr>
          <w:rFonts w:ascii="Arial" w:hAnsi="Arial" w:cs="Arial"/>
          <w:sz w:val="24"/>
          <w:szCs w:val="24"/>
        </w:rPr>
      </w:pPr>
    </w:p>
    <w:p w:rsidR="007A3977" w:rsidRDefault="007A3977" w:rsidP="00A9723C">
      <w:pPr>
        <w:pStyle w:val="Heading3"/>
        <w:jc w:val="both"/>
        <w:rPr>
          <w:rFonts w:ascii="Calibri" w:hAnsi="Calibri"/>
          <w:i w:val="0"/>
          <w:color w:val="000000"/>
          <w:sz w:val="24"/>
          <w:u w:val="single"/>
        </w:rPr>
      </w:pPr>
      <w:r>
        <w:rPr>
          <w:rFonts w:ascii="Calibri" w:hAnsi="Calibri"/>
          <w:i w:val="0"/>
          <w:color w:val="000000"/>
          <w:sz w:val="24"/>
          <w:u w:val="single"/>
        </w:rPr>
        <w:t>Procedura 10</w:t>
      </w:r>
      <w:r w:rsidRPr="00B344F5">
        <w:rPr>
          <w:rFonts w:ascii="Calibri" w:hAnsi="Calibri"/>
          <w:i w:val="0"/>
          <w:color w:val="000000"/>
          <w:sz w:val="24"/>
          <w:u w:val="single"/>
        </w:rPr>
        <w:t xml:space="preserve">. </w:t>
      </w:r>
      <w:r>
        <w:rPr>
          <w:rFonts w:ascii="Calibri" w:hAnsi="Calibri"/>
          <w:i w:val="0"/>
          <w:color w:val="000000"/>
          <w:sz w:val="24"/>
          <w:u w:val="single"/>
        </w:rPr>
        <w:t>Opracowanie procedur dot. zasad udzielania przez JST pomocy informatycznej i doradczej dla grup obywatelskich.</w:t>
      </w:r>
    </w:p>
    <w:p w:rsidR="007A3977" w:rsidRDefault="007A3977" w:rsidP="00A9723C">
      <w:pPr>
        <w:pStyle w:val="Heading3"/>
        <w:jc w:val="both"/>
        <w:rPr>
          <w:color w:val="000000"/>
        </w:rPr>
      </w:pPr>
    </w:p>
    <w:p w:rsidR="007A3977" w:rsidRDefault="007A3977" w:rsidP="00A9723C">
      <w:pPr>
        <w:pStyle w:val="Heading3"/>
        <w:rPr>
          <w:rFonts w:ascii="Calibri" w:hAnsi="Calibri" w:cs="Arial"/>
          <w:b w:val="0"/>
          <w:i w:val="0"/>
          <w:color w:val="000000"/>
          <w:sz w:val="24"/>
          <w:szCs w:val="24"/>
        </w:rPr>
      </w:pPr>
      <w:r w:rsidRPr="00427EAF">
        <w:rPr>
          <w:rFonts w:ascii="Calibri" w:hAnsi="Calibri" w:cs="Arial"/>
          <w:b w:val="0"/>
          <w:i w:val="0"/>
          <w:color w:val="000000"/>
          <w:sz w:val="24"/>
          <w:szCs w:val="24"/>
        </w:rPr>
        <w:t xml:space="preserve">Proces </w:t>
      </w:r>
      <w:r>
        <w:rPr>
          <w:rFonts w:ascii="Calibri" w:hAnsi="Calibri" w:cs="Arial"/>
          <w:b w:val="0"/>
          <w:i w:val="0"/>
          <w:color w:val="000000"/>
          <w:sz w:val="24"/>
          <w:szCs w:val="24"/>
        </w:rPr>
        <w:t>31</w:t>
      </w:r>
    </w:p>
    <w:p w:rsidR="007A3977" w:rsidRPr="00427EAF" w:rsidRDefault="007A3977" w:rsidP="00A9723C">
      <w:pPr>
        <w:pStyle w:val="Heading3"/>
        <w:rPr>
          <w:rFonts w:ascii="Calibri" w:hAnsi="Calibri" w:cs="Arial"/>
          <w:b w:val="0"/>
          <w:i w:val="0"/>
          <w:sz w:val="24"/>
          <w:szCs w:val="24"/>
        </w:rPr>
      </w:pPr>
    </w:p>
    <w:p w:rsidR="007A3977" w:rsidRDefault="007A3977" w:rsidP="00A9723C">
      <w:pPr>
        <w:pStyle w:val="podproceduratabelaItytu3"/>
      </w:pPr>
      <w:r>
        <w:rPr>
          <w:color w:val="000000"/>
        </w:rPr>
        <w:t>TABELA I INICJACJA PODPROCEDURY</w:t>
      </w:r>
    </w:p>
    <w:p w:rsidR="007A3977" w:rsidRDefault="007A3977" w:rsidP="00A9723C">
      <w:pPr>
        <w:widowControl w:val="0"/>
        <w:rPr>
          <w:rFonts w:ascii="Arial" w:hAnsi="Arial" w:cs="Arial"/>
          <w:sz w:val="24"/>
          <w:szCs w:val="24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551"/>
        <w:gridCol w:w="4337"/>
        <w:gridCol w:w="4819"/>
      </w:tblGrid>
      <w:tr w:rsidR="007A3977" w:rsidRPr="006C3C19" w:rsidTr="006E3DE8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977" w:rsidRPr="006C3C19" w:rsidRDefault="007A3977" w:rsidP="006E3DE8">
            <w:pPr>
              <w:pStyle w:val="podproceduratabelaInag3wek"/>
            </w:pPr>
            <w:r w:rsidRPr="006C3C19">
              <w:rPr>
                <w:color w:val="000000"/>
              </w:rPr>
              <w:t>L.p.</w:t>
            </w:r>
          </w:p>
        </w:tc>
        <w:tc>
          <w:tcPr>
            <w:tcW w:w="4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977" w:rsidRPr="006C3C19" w:rsidRDefault="007A3977" w:rsidP="006E3DE8">
            <w:pPr>
              <w:pStyle w:val="podproceduratabelaInag3wek"/>
            </w:pPr>
            <w:r w:rsidRPr="006C3C19">
              <w:rPr>
                <w:color w:val="000000"/>
              </w:rPr>
              <w:t>Dostawca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977" w:rsidRPr="006C3C19" w:rsidRDefault="007A3977" w:rsidP="006E3DE8">
            <w:pPr>
              <w:pStyle w:val="podproceduratabelaInag3wek"/>
            </w:pPr>
            <w:r w:rsidRPr="006C3C19">
              <w:rPr>
                <w:color w:val="000000"/>
              </w:rPr>
              <w:t>Zdarzenie; Dokument</w:t>
            </w:r>
          </w:p>
        </w:tc>
      </w:tr>
      <w:tr w:rsidR="007A3977" w:rsidRPr="006C3C19" w:rsidTr="006E3DE8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977" w:rsidRPr="006C3C19" w:rsidRDefault="007A3977" w:rsidP="006E3DE8">
            <w:pPr>
              <w:pStyle w:val="podproceduratabelaItreoa"/>
            </w:pPr>
            <w:r w:rsidRPr="006C3C19">
              <w:rPr>
                <w:color w:val="000000"/>
              </w:rPr>
              <w:t xml:space="preserve"> 1.</w:t>
            </w:r>
          </w:p>
        </w:tc>
        <w:tc>
          <w:tcPr>
            <w:tcW w:w="4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977" w:rsidRPr="006C3C19" w:rsidRDefault="007A3977" w:rsidP="006E3DE8">
            <w:pPr>
              <w:pStyle w:val="podproceduratabelaItreoa"/>
            </w:pP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977" w:rsidRPr="006C3C19" w:rsidRDefault="007A3977" w:rsidP="006E3DE8">
            <w:pPr>
              <w:pStyle w:val="podproceduratabelaItreoa"/>
            </w:pPr>
            <w:r w:rsidRPr="006C3C19">
              <w:rPr>
                <w:color w:val="000000"/>
              </w:rPr>
              <w:t>Zidentyfikowano potrzebę ustalenia lub zmiany zasad udzielania przez JST pomocy informacyjnej i doradczej dla grup obywatelskich</w:t>
            </w:r>
          </w:p>
        </w:tc>
      </w:tr>
    </w:tbl>
    <w:p w:rsidR="007A3977" w:rsidRDefault="007A3977" w:rsidP="00A9723C">
      <w:pPr>
        <w:widowControl w:val="0"/>
        <w:rPr>
          <w:color w:val="000000"/>
        </w:rPr>
      </w:pPr>
    </w:p>
    <w:p w:rsidR="007A3977" w:rsidRDefault="007A3977" w:rsidP="00A9723C">
      <w:pPr>
        <w:pStyle w:val="podproceduraodstep"/>
        <w:rPr>
          <w:color w:val="000000"/>
        </w:rPr>
      </w:pPr>
    </w:p>
    <w:p w:rsidR="007A3977" w:rsidRDefault="007A3977" w:rsidP="00A9723C">
      <w:pPr>
        <w:pStyle w:val="apodproceduratabelaIItytu3"/>
      </w:pPr>
      <w:r>
        <w:rPr>
          <w:color w:val="000000"/>
        </w:rPr>
        <w:t>TABELA II OPIS PRACY</w:t>
      </w:r>
    </w:p>
    <w:p w:rsidR="007A3977" w:rsidRDefault="007A3977" w:rsidP="00A9723C">
      <w:pPr>
        <w:widowControl w:val="0"/>
        <w:rPr>
          <w:rFonts w:ascii="Arial" w:hAnsi="Arial" w:cs="Arial"/>
          <w:sz w:val="24"/>
          <w:szCs w:val="24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551"/>
        <w:gridCol w:w="1542"/>
        <w:gridCol w:w="4530"/>
        <w:gridCol w:w="1542"/>
        <w:gridCol w:w="1542"/>
      </w:tblGrid>
      <w:tr w:rsidR="007A3977" w:rsidRPr="006C3C19" w:rsidTr="006E3DE8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 w:rsidP="006E3DE8">
            <w:pPr>
              <w:pStyle w:val="apodproceduratabelaIInag3wek2"/>
            </w:pPr>
            <w:r w:rsidRPr="006C3C19">
              <w:rPr>
                <w:color w:val="000000"/>
              </w:rPr>
              <w:t>L.p.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 w:rsidP="006E3DE8">
            <w:pPr>
              <w:pStyle w:val="apodproceduratabelaIInag3wek2"/>
            </w:pPr>
            <w:r w:rsidRPr="006C3C19">
              <w:rPr>
                <w:color w:val="000000"/>
              </w:rPr>
              <w:t>Dokument na wejściu do czynności</w:t>
            </w:r>
          </w:p>
        </w:tc>
        <w:tc>
          <w:tcPr>
            <w:tcW w:w="4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 w:rsidP="006E3DE8">
            <w:pPr>
              <w:pStyle w:val="apodproceduratabelaIInag3wek2"/>
            </w:pPr>
            <w:r w:rsidRPr="006C3C19">
              <w:rPr>
                <w:color w:val="000000"/>
              </w:rPr>
              <w:t>Opis czynności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 w:rsidP="006E3DE8">
            <w:pPr>
              <w:pStyle w:val="apodproceduratabelaIInag3wek2"/>
            </w:pPr>
            <w:r w:rsidRPr="006C3C19">
              <w:rPr>
                <w:color w:val="000000"/>
              </w:rPr>
              <w:t>Dokument na wyjściu z czynności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 w:rsidP="006E3DE8">
            <w:pPr>
              <w:pStyle w:val="apodproceduratabelaIInag3wek2"/>
            </w:pPr>
            <w:r w:rsidRPr="006C3C19">
              <w:rPr>
                <w:color w:val="000000"/>
              </w:rPr>
              <w:t>Stanowisko wykonujące czynność</w:t>
            </w:r>
          </w:p>
        </w:tc>
      </w:tr>
      <w:tr w:rsidR="007A3977" w:rsidRPr="006C3C19" w:rsidTr="006E3DE8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 w:rsidP="006E3DE8">
            <w:pPr>
              <w:pStyle w:val="apodproceduratabelaIItreoan"/>
            </w:pPr>
            <w:r w:rsidRPr="006C3C19">
              <w:rPr>
                <w:color w:val="000000"/>
              </w:rPr>
              <w:t>1.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 w:rsidP="006E3DE8">
            <w:pPr>
              <w:pStyle w:val="apodproceduratabelaIItreoan"/>
              <w:rPr>
                <w:color w:val="000000"/>
              </w:rPr>
            </w:pPr>
            <w:r w:rsidRPr="006C3C19">
              <w:rPr>
                <w:color w:val="000000"/>
              </w:rPr>
              <w:t>Lista usług doradczych i informacyjnych, zasad ich świadczenia</w:t>
            </w:r>
          </w:p>
        </w:tc>
        <w:tc>
          <w:tcPr>
            <w:tcW w:w="4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 w:rsidP="006E3DE8">
            <w:pPr>
              <w:pStyle w:val="apodproceduratabelaIItreoab"/>
            </w:pPr>
            <w:r w:rsidRPr="006C3C19">
              <w:rPr>
                <w:color w:val="000000"/>
              </w:rPr>
              <w:t>Konsultacje z NGO</w:t>
            </w:r>
          </w:p>
          <w:p w:rsidR="007A3977" w:rsidRPr="006C3C19" w:rsidRDefault="007A3977" w:rsidP="006E3DE8">
            <w:pPr>
              <w:pStyle w:val="apodproceduratabelaIItreoar"/>
            </w:pPr>
          </w:p>
          <w:p w:rsidR="007A3977" w:rsidRPr="006C3C19" w:rsidRDefault="007A3977" w:rsidP="006E3DE8">
            <w:pPr>
              <w:pStyle w:val="apodproceduratabelaIItreoar"/>
            </w:pPr>
            <w:r w:rsidRPr="006C3C19">
              <w:rPr>
                <w:color w:val="000000"/>
              </w:rPr>
              <w:t>Możliwość kontynuacji</w:t>
            </w:r>
          </w:p>
          <w:p w:rsidR="007A3977" w:rsidRPr="006C3C19" w:rsidRDefault="007A3977" w:rsidP="006E3DE8">
            <w:pPr>
              <w:rPr>
                <w:color w:val="000000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 w:rsidP="006E3DE8">
            <w:pPr>
              <w:pStyle w:val="apodproceduratabelaIItreoan"/>
              <w:rPr>
                <w:color w:val="000000"/>
              </w:rPr>
            </w:pPr>
            <w:r w:rsidRPr="006C3C19">
              <w:rPr>
                <w:color w:val="000000"/>
              </w:rPr>
              <w:t>Lista usług doradczych i informacyjnych, zasad ich świadczenia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 w:rsidP="006E3DE8">
            <w:pPr>
              <w:pStyle w:val="apodproceduratabelaIItreoan"/>
              <w:rPr>
                <w:color w:val="000000"/>
              </w:rPr>
            </w:pPr>
            <w:r w:rsidRPr="006C3C19">
              <w:rPr>
                <w:color w:val="000000"/>
              </w:rPr>
              <w:t>Komórka Organizacyjna Starostwa;</w:t>
            </w:r>
          </w:p>
          <w:p w:rsidR="007A3977" w:rsidRPr="006C3C19" w:rsidRDefault="007A3977" w:rsidP="006E3DE8">
            <w:pPr>
              <w:pStyle w:val="apodproceduratabelaIItreoan"/>
              <w:rPr>
                <w:color w:val="000000"/>
              </w:rPr>
            </w:pPr>
            <w:r w:rsidRPr="006C3C19">
              <w:rPr>
                <w:color w:val="000000"/>
              </w:rPr>
              <w:t>NGO</w:t>
            </w:r>
          </w:p>
        </w:tc>
      </w:tr>
      <w:tr w:rsidR="007A3977" w:rsidRPr="006C3C19" w:rsidTr="006E3DE8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 w:rsidP="006E3DE8">
            <w:pPr>
              <w:pStyle w:val="apodproceduratabelaIItreoan"/>
            </w:pPr>
            <w:r w:rsidRPr="006C3C19">
              <w:rPr>
                <w:color w:val="000000"/>
              </w:rPr>
              <w:t>2.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 w:rsidP="006E3DE8">
            <w:pPr>
              <w:pStyle w:val="apodproceduratabelaIItreoan"/>
            </w:pPr>
          </w:p>
        </w:tc>
        <w:tc>
          <w:tcPr>
            <w:tcW w:w="4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 w:rsidP="006E3DE8">
            <w:pPr>
              <w:pStyle w:val="apodproceduratabelaIItreoab"/>
            </w:pPr>
            <w:r w:rsidRPr="006C3C19">
              <w:rPr>
                <w:color w:val="000000"/>
              </w:rPr>
              <w:t>Opracowanie listy usług doradczych i informacyjnych, a także zasad ich świadczenia</w:t>
            </w:r>
          </w:p>
          <w:p w:rsidR="007A3977" w:rsidRPr="006C3C19" w:rsidRDefault="007A3977" w:rsidP="006E3DE8">
            <w:pPr>
              <w:pStyle w:val="apodproceduratabelaIItreoar"/>
            </w:pPr>
          </w:p>
          <w:p w:rsidR="007A3977" w:rsidRPr="006C3C19" w:rsidRDefault="007A3977" w:rsidP="006E3DE8">
            <w:pPr>
              <w:pStyle w:val="apodproceduratabelaIItreoar"/>
            </w:pPr>
            <w:r w:rsidRPr="006C3C19">
              <w:rPr>
                <w:color w:val="000000"/>
              </w:rPr>
              <w:t>Możliwość kontynuacji</w:t>
            </w:r>
          </w:p>
          <w:p w:rsidR="007A3977" w:rsidRPr="006C3C19" w:rsidRDefault="007A3977" w:rsidP="006E3DE8">
            <w:pPr>
              <w:rPr>
                <w:color w:val="000000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 w:rsidP="006E3DE8">
            <w:pPr>
              <w:pStyle w:val="apodproceduratabelaIItreoan"/>
              <w:rPr>
                <w:color w:val="000000"/>
              </w:rPr>
            </w:pPr>
            <w:r w:rsidRPr="006C3C19">
              <w:rPr>
                <w:color w:val="000000"/>
              </w:rPr>
              <w:t>Lista usług doradczych i informacyjnych, zasad ich świadczenia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 w:rsidP="006E3DE8">
            <w:pPr>
              <w:pStyle w:val="apodproceduratabelaIItreoan"/>
              <w:rPr>
                <w:color w:val="000000"/>
              </w:rPr>
            </w:pPr>
            <w:r w:rsidRPr="006C3C19">
              <w:rPr>
                <w:color w:val="000000"/>
              </w:rPr>
              <w:t>Komórka Organizacyjna Starostwa</w:t>
            </w:r>
          </w:p>
        </w:tc>
      </w:tr>
      <w:tr w:rsidR="007A3977" w:rsidRPr="006C3C19" w:rsidTr="006E3DE8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 w:rsidP="006E3DE8">
            <w:pPr>
              <w:pStyle w:val="apodproceduratabelaIItreoan"/>
            </w:pPr>
            <w:r w:rsidRPr="006C3C19">
              <w:rPr>
                <w:color w:val="000000"/>
              </w:rPr>
              <w:t>3.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 w:rsidP="006E3DE8">
            <w:pPr>
              <w:pStyle w:val="apodproceduratabelaIItreoan"/>
              <w:rPr>
                <w:color w:val="000000"/>
              </w:rPr>
            </w:pPr>
            <w:r w:rsidRPr="006C3C19">
              <w:rPr>
                <w:color w:val="000000"/>
              </w:rPr>
              <w:t>Lista usług doradczych i informacyjnych, zasad ich świadczenia</w:t>
            </w:r>
          </w:p>
        </w:tc>
        <w:tc>
          <w:tcPr>
            <w:tcW w:w="4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 w:rsidP="006E3DE8">
            <w:pPr>
              <w:pStyle w:val="apodproceduratabelaIItreoab"/>
            </w:pPr>
            <w:r w:rsidRPr="006C3C19">
              <w:rPr>
                <w:color w:val="000000"/>
              </w:rPr>
              <w:t>Zatwierdzenie listy i zasad udzielania usług doradczych i informacyjnych dla grup obywatelskich</w:t>
            </w:r>
          </w:p>
          <w:p w:rsidR="007A3977" w:rsidRPr="006C3C19" w:rsidRDefault="007A3977" w:rsidP="006E3DE8">
            <w:pPr>
              <w:pStyle w:val="apodproceduratabelaIItreoar"/>
            </w:pPr>
          </w:p>
          <w:p w:rsidR="007A3977" w:rsidRPr="006C3C19" w:rsidRDefault="007A3977" w:rsidP="006E3DE8">
            <w:pPr>
              <w:pStyle w:val="apodproceduratabelaIItreoar"/>
            </w:pPr>
            <w:r w:rsidRPr="006C3C19">
              <w:rPr>
                <w:color w:val="000000"/>
              </w:rPr>
              <w:t>Możliwość kontynuacji</w:t>
            </w:r>
          </w:p>
          <w:p w:rsidR="007A3977" w:rsidRPr="006C3C19" w:rsidRDefault="007A3977" w:rsidP="006E3DE8">
            <w:pPr>
              <w:rPr>
                <w:color w:val="000000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 w:rsidP="006E3DE8">
            <w:pPr>
              <w:pStyle w:val="apodproceduratabelaIItreoan"/>
              <w:rPr>
                <w:color w:val="000000"/>
              </w:rPr>
            </w:pPr>
            <w:r w:rsidRPr="006C3C19">
              <w:rPr>
                <w:color w:val="000000"/>
              </w:rPr>
              <w:t>Lista usług doradczych i informacyjnych, zasad ich świadczenia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 w:rsidP="006E3DE8">
            <w:pPr>
              <w:pStyle w:val="apodproceduratabelaIItreoan"/>
              <w:rPr>
                <w:color w:val="000000"/>
              </w:rPr>
            </w:pPr>
            <w:r w:rsidRPr="006C3C19">
              <w:rPr>
                <w:color w:val="000000"/>
              </w:rPr>
              <w:t>Starosta</w:t>
            </w:r>
          </w:p>
        </w:tc>
      </w:tr>
      <w:tr w:rsidR="007A3977" w:rsidRPr="006C3C19" w:rsidTr="006E3DE8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 w:rsidP="006E3DE8">
            <w:pPr>
              <w:pStyle w:val="apodproceduratabelaIItreoan"/>
            </w:pPr>
            <w:r w:rsidRPr="006C3C19">
              <w:rPr>
                <w:color w:val="000000"/>
              </w:rPr>
              <w:t>4.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 w:rsidP="006E3DE8">
            <w:pPr>
              <w:pStyle w:val="apodproceduratabelaIItreoan"/>
              <w:rPr>
                <w:color w:val="000000"/>
              </w:rPr>
            </w:pPr>
            <w:r w:rsidRPr="006C3C19">
              <w:rPr>
                <w:color w:val="000000"/>
              </w:rPr>
              <w:t>Lista usług doradczych i informacyjnych, zasad ich świadczenia</w:t>
            </w:r>
          </w:p>
        </w:tc>
        <w:tc>
          <w:tcPr>
            <w:tcW w:w="4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 w:rsidP="006E3DE8">
            <w:pPr>
              <w:pStyle w:val="apodproceduratabelaIItreoab"/>
            </w:pPr>
            <w:r w:rsidRPr="006C3C19">
              <w:rPr>
                <w:color w:val="000000"/>
              </w:rPr>
              <w:t>Opublikowanie informacji o liście usług i zasadach udzielania usług doradczych i informacyjnych na stronie www</w:t>
            </w:r>
          </w:p>
          <w:p w:rsidR="007A3977" w:rsidRPr="006C3C19" w:rsidRDefault="007A3977" w:rsidP="006E3DE8">
            <w:pPr>
              <w:pStyle w:val="apodproceduratabelaIItreoar"/>
            </w:pPr>
          </w:p>
          <w:p w:rsidR="007A3977" w:rsidRPr="006C3C19" w:rsidRDefault="007A3977" w:rsidP="006E3DE8">
            <w:pPr>
              <w:pStyle w:val="apodproceduratabelaIItreoar"/>
            </w:pPr>
            <w:r w:rsidRPr="006C3C19">
              <w:rPr>
                <w:color w:val="000000"/>
              </w:rPr>
              <w:t>Wsparcie informatyczne</w:t>
            </w:r>
          </w:p>
          <w:p w:rsidR="007A3977" w:rsidRPr="006C3C19" w:rsidRDefault="007A3977" w:rsidP="006E3DE8">
            <w:pPr>
              <w:pStyle w:val="apodproceduratabelaIItreoar"/>
            </w:pPr>
            <w:r w:rsidRPr="006C3C19">
              <w:rPr>
                <w:color w:val="000000"/>
              </w:rPr>
              <w:t xml:space="preserve"> - System aplikacji: Strona internetowa starostwa</w:t>
            </w:r>
          </w:p>
          <w:p w:rsidR="007A3977" w:rsidRPr="006C3C19" w:rsidRDefault="007A3977" w:rsidP="006E3DE8">
            <w:pPr>
              <w:pStyle w:val="apodproceduratabelaIItreoar"/>
            </w:pPr>
          </w:p>
          <w:p w:rsidR="007A3977" w:rsidRPr="006C3C19" w:rsidRDefault="007A3977" w:rsidP="006E3DE8">
            <w:pPr>
              <w:pStyle w:val="apodproceduratabelaIItreoar"/>
            </w:pPr>
            <w:r w:rsidRPr="006C3C19">
              <w:rPr>
                <w:color w:val="000000"/>
              </w:rPr>
              <w:t>Możliwość kontynuacji</w:t>
            </w:r>
          </w:p>
          <w:p w:rsidR="007A3977" w:rsidRPr="006C3C19" w:rsidRDefault="007A3977" w:rsidP="006E3DE8">
            <w:pPr>
              <w:rPr>
                <w:color w:val="000000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 w:rsidP="006E3DE8">
            <w:pPr>
              <w:pStyle w:val="apodproceduratabelaIItreoan"/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 w:rsidP="006E3DE8">
            <w:pPr>
              <w:pStyle w:val="apodproceduratabelaIItreoan"/>
              <w:rPr>
                <w:color w:val="000000"/>
              </w:rPr>
            </w:pPr>
            <w:r w:rsidRPr="006C3C19">
              <w:rPr>
                <w:color w:val="000000"/>
              </w:rPr>
              <w:t>Komórka Organizacyjna Starostwa</w:t>
            </w:r>
          </w:p>
        </w:tc>
      </w:tr>
    </w:tbl>
    <w:p w:rsidR="007A3977" w:rsidRDefault="007A3977" w:rsidP="00A9723C">
      <w:pPr>
        <w:widowControl w:val="0"/>
        <w:rPr>
          <w:color w:val="000000"/>
        </w:rPr>
      </w:pPr>
    </w:p>
    <w:p w:rsidR="007A3977" w:rsidRDefault="007A3977" w:rsidP="00A9723C">
      <w:pPr>
        <w:pStyle w:val="podproceduraodstep"/>
        <w:rPr>
          <w:color w:val="000000"/>
        </w:rPr>
      </w:pPr>
    </w:p>
    <w:p w:rsidR="007A3977" w:rsidRDefault="007A3977" w:rsidP="00A9723C">
      <w:pPr>
        <w:pStyle w:val="podproceduratabelaIIItytu3"/>
      </w:pPr>
      <w:r>
        <w:rPr>
          <w:color w:val="000000"/>
        </w:rPr>
        <w:t>TABELA III WYNIK REALIZACJI PODPROCEDURY</w:t>
      </w:r>
    </w:p>
    <w:p w:rsidR="007A3977" w:rsidRDefault="007A3977" w:rsidP="00A9723C">
      <w:pPr>
        <w:widowControl w:val="0"/>
        <w:rPr>
          <w:rFonts w:ascii="Arial" w:hAnsi="Arial" w:cs="Arial"/>
          <w:sz w:val="24"/>
          <w:szCs w:val="24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551"/>
        <w:gridCol w:w="4337"/>
        <w:gridCol w:w="4819"/>
      </w:tblGrid>
      <w:tr w:rsidR="007A3977" w:rsidRPr="006C3C19" w:rsidTr="006E3DE8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977" w:rsidRPr="006C3C19" w:rsidRDefault="007A3977" w:rsidP="006E3DE8">
            <w:pPr>
              <w:pStyle w:val="podproceduratabelaIIInag3wek"/>
            </w:pPr>
            <w:r w:rsidRPr="006C3C19">
              <w:rPr>
                <w:color w:val="000000"/>
              </w:rPr>
              <w:t>L.p.</w:t>
            </w:r>
          </w:p>
        </w:tc>
        <w:tc>
          <w:tcPr>
            <w:tcW w:w="4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977" w:rsidRPr="006C3C19" w:rsidRDefault="007A3977" w:rsidP="006E3DE8">
            <w:pPr>
              <w:pStyle w:val="podproceduratabelaIIInag3wek"/>
            </w:pPr>
            <w:r w:rsidRPr="006C3C19">
              <w:rPr>
                <w:color w:val="000000"/>
              </w:rPr>
              <w:t>Odbiorca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977" w:rsidRPr="006C3C19" w:rsidRDefault="007A3977" w:rsidP="006E3DE8">
            <w:pPr>
              <w:pStyle w:val="podproceduratabelaIIInag3wek"/>
            </w:pPr>
            <w:r w:rsidRPr="006C3C19">
              <w:rPr>
                <w:color w:val="000000"/>
              </w:rPr>
              <w:t>Zdarzenie; Dokument</w:t>
            </w:r>
          </w:p>
        </w:tc>
      </w:tr>
      <w:tr w:rsidR="007A3977" w:rsidRPr="006C3C19" w:rsidTr="006E3DE8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977" w:rsidRPr="006C3C19" w:rsidRDefault="007A3977" w:rsidP="006E3DE8">
            <w:pPr>
              <w:pStyle w:val="podproceduratabelaIIItreoa"/>
            </w:pPr>
            <w:r w:rsidRPr="006C3C19">
              <w:rPr>
                <w:color w:val="000000"/>
              </w:rPr>
              <w:t xml:space="preserve"> 1.</w:t>
            </w:r>
          </w:p>
        </w:tc>
        <w:tc>
          <w:tcPr>
            <w:tcW w:w="4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977" w:rsidRPr="006C3C19" w:rsidRDefault="007A3977" w:rsidP="006E3DE8">
            <w:pPr>
              <w:pStyle w:val="podproceduratabelaIIItreoa"/>
            </w:pPr>
            <w:r w:rsidRPr="006C3C19">
              <w:rPr>
                <w:color w:val="000000"/>
              </w:rPr>
              <w:t>Komórka Organizacyjna Starostwa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977" w:rsidRPr="006C3C19" w:rsidRDefault="007A3977" w:rsidP="006E3DE8">
            <w:pPr>
              <w:pStyle w:val="podproceduratabelaIIItreoa"/>
            </w:pPr>
            <w:r w:rsidRPr="006C3C19">
              <w:rPr>
                <w:color w:val="000000"/>
              </w:rPr>
              <w:t>Wyłoniono listę usług doradczych i informacyjnych oraz zasad ich świadczenia</w:t>
            </w:r>
          </w:p>
        </w:tc>
      </w:tr>
    </w:tbl>
    <w:p w:rsidR="007A3977" w:rsidRDefault="007A3977" w:rsidP="00A9723C">
      <w:pPr>
        <w:widowControl w:val="0"/>
        <w:rPr>
          <w:color w:val="000000"/>
        </w:rPr>
      </w:pPr>
    </w:p>
    <w:p w:rsidR="007A3977" w:rsidRDefault="007A3977" w:rsidP="00A9723C">
      <w:pPr>
        <w:rPr>
          <w:color w:val="000000"/>
        </w:rPr>
      </w:pPr>
      <w:r>
        <w:rPr>
          <w:color w:val="000000"/>
        </w:rPr>
        <w:t>DOKUMENTY ZWIĄZANE:</w:t>
      </w:r>
    </w:p>
    <w:p w:rsidR="007A3977" w:rsidRDefault="007A3977" w:rsidP="00A9723C">
      <w:pPr>
        <w:rPr>
          <w:color w:val="000000"/>
        </w:rPr>
      </w:pPr>
    </w:p>
    <w:p w:rsidR="007A3977" w:rsidRDefault="007A3977" w:rsidP="00A9723C">
      <w:pPr>
        <w:rPr>
          <w:color w:val="000000"/>
        </w:rPr>
      </w:pPr>
      <w:r>
        <w:rPr>
          <w:color w:val="000000"/>
        </w:rPr>
        <w:t xml:space="preserve"> 1. Lista usług doradczych i informacyjnych, zasad ich świadczenia</w:t>
      </w:r>
    </w:p>
    <w:p w:rsidR="007A3977" w:rsidRDefault="007A3977" w:rsidP="00A9723C">
      <w:pPr>
        <w:rPr>
          <w:color w:val="000000"/>
        </w:rPr>
      </w:pPr>
      <w:r>
        <w:rPr>
          <w:color w:val="000000"/>
        </w:rPr>
        <w:t xml:space="preserve"> 2. Lista usług doradczych i informacyjnych, zasad ich świadczenia</w:t>
      </w:r>
    </w:p>
    <w:p w:rsidR="007A3977" w:rsidRDefault="007A3977" w:rsidP="00A9723C">
      <w:pPr>
        <w:rPr>
          <w:color w:val="000000"/>
        </w:rPr>
      </w:pPr>
      <w:r>
        <w:rPr>
          <w:color w:val="000000"/>
        </w:rPr>
        <w:t xml:space="preserve"> 3. Lista usług doradczych i informacyjnych, zasad ich świadczenia</w:t>
      </w:r>
    </w:p>
    <w:p w:rsidR="007A3977" w:rsidRDefault="007A3977" w:rsidP="00A9723C">
      <w:pPr>
        <w:rPr>
          <w:color w:val="000000"/>
        </w:rPr>
      </w:pPr>
      <w:r>
        <w:rPr>
          <w:color w:val="000000"/>
        </w:rPr>
        <w:t xml:space="preserve"> 4. Lista usług doradczych i informacyjnych, zasad ich świadczenia</w:t>
      </w:r>
    </w:p>
    <w:p w:rsidR="007A3977" w:rsidRDefault="007A3977" w:rsidP="00A9723C">
      <w:pPr>
        <w:rPr>
          <w:color w:val="000000"/>
        </w:rPr>
      </w:pPr>
      <w:r>
        <w:rPr>
          <w:color w:val="000000"/>
        </w:rPr>
        <w:t xml:space="preserve"> 5. Lista usług doradczych i informacyjnych, zasad ich świadczenia</w:t>
      </w:r>
    </w:p>
    <w:p w:rsidR="007A3977" w:rsidRDefault="007A3977" w:rsidP="00A9723C">
      <w:pPr>
        <w:rPr>
          <w:color w:val="000000"/>
        </w:rPr>
      </w:pPr>
      <w:r>
        <w:rPr>
          <w:color w:val="000000"/>
        </w:rPr>
        <w:t xml:space="preserve"> 6. Lista usług doradczych i informacyjnych, zasad ich świadczenia</w:t>
      </w:r>
    </w:p>
    <w:p w:rsidR="007A3977" w:rsidRDefault="007A3977" w:rsidP="00A9723C">
      <w:pPr>
        <w:pStyle w:val="podproceduratabelaIIItytu3"/>
        <w:rPr>
          <w:color w:val="000000"/>
        </w:rPr>
      </w:pPr>
      <w:r>
        <w:rPr>
          <w:color w:val="000000"/>
        </w:rPr>
        <w:br w:type="page"/>
        <w:t>MODEL PROCESU:</w:t>
      </w:r>
    </w:p>
    <w:p w:rsidR="007A3977" w:rsidRDefault="007A3977">
      <w:pPr>
        <w:pStyle w:val="Heading3"/>
        <w:rPr>
          <w:color w:val="000000"/>
        </w:rPr>
      </w:pPr>
      <w:r w:rsidRPr="006C3C19">
        <w:rPr>
          <w:rFonts w:ascii="Arial" w:hAnsi="Arial" w:cs="Arial"/>
          <w:noProof/>
          <w:sz w:val="24"/>
          <w:szCs w:val="24"/>
        </w:rPr>
        <w:pict>
          <v:shape id="Obraz 2" o:spid="_x0000_i1032" type="#_x0000_t75" style="width:399.75pt;height:674.25pt;visibility:visible">
            <v:imagedata r:id="rId11" o:title=""/>
          </v:shape>
        </w:pict>
      </w:r>
      <w:r>
        <w:rPr>
          <w:color w:val="000000"/>
        </w:rPr>
        <w:br w:type="page"/>
      </w:r>
    </w:p>
    <w:p w:rsidR="007A3977" w:rsidRDefault="007A3977">
      <w:pPr>
        <w:pStyle w:val="Heading3"/>
        <w:rPr>
          <w:color w:val="000000"/>
        </w:rPr>
      </w:pPr>
    </w:p>
    <w:p w:rsidR="007A3977" w:rsidRDefault="007A3977">
      <w:pPr>
        <w:pStyle w:val="Heading3"/>
        <w:rPr>
          <w:color w:val="000000"/>
        </w:rPr>
      </w:pPr>
    </w:p>
    <w:p w:rsidR="007A3977" w:rsidRDefault="007A3977" w:rsidP="00D60416">
      <w:pPr>
        <w:pStyle w:val="Heading3"/>
        <w:jc w:val="both"/>
        <w:rPr>
          <w:rFonts w:ascii="Calibri" w:hAnsi="Calibri"/>
          <w:i w:val="0"/>
          <w:color w:val="000000"/>
          <w:sz w:val="24"/>
          <w:u w:val="single"/>
        </w:rPr>
      </w:pPr>
      <w:r>
        <w:rPr>
          <w:rFonts w:ascii="Calibri" w:hAnsi="Calibri"/>
          <w:i w:val="0"/>
          <w:color w:val="000000"/>
          <w:sz w:val="24"/>
          <w:u w:val="single"/>
        </w:rPr>
        <w:t>Procedura 11</w:t>
      </w:r>
      <w:r w:rsidRPr="00B344F5">
        <w:rPr>
          <w:rFonts w:ascii="Calibri" w:hAnsi="Calibri"/>
          <w:i w:val="0"/>
          <w:color w:val="000000"/>
          <w:sz w:val="24"/>
          <w:u w:val="single"/>
        </w:rPr>
        <w:t xml:space="preserve">. </w:t>
      </w:r>
      <w:r>
        <w:rPr>
          <w:rFonts w:ascii="Calibri" w:hAnsi="Calibri"/>
          <w:i w:val="0"/>
          <w:color w:val="000000"/>
          <w:sz w:val="24"/>
          <w:u w:val="single"/>
        </w:rPr>
        <w:t xml:space="preserve">Opracowanie procedur dot. prowadzenia przez JST bazy danych inicjatyw lokalnych. </w:t>
      </w:r>
    </w:p>
    <w:p w:rsidR="007A3977" w:rsidRDefault="007A3977" w:rsidP="00D60416">
      <w:pPr>
        <w:pStyle w:val="Heading3"/>
        <w:jc w:val="both"/>
        <w:rPr>
          <w:color w:val="000000"/>
        </w:rPr>
      </w:pPr>
    </w:p>
    <w:p w:rsidR="007A3977" w:rsidRDefault="007A3977" w:rsidP="00D60416">
      <w:pPr>
        <w:pStyle w:val="Heading3"/>
        <w:rPr>
          <w:rFonts w:ascii="Calibri" w:hAnsi="Calibri" w:cs="Arial"/>
          <w:b w:val="0"/>
          <w:i w:val="0"/>
          <w:color w:val="000000"/>
          <w:sz w:val="24"/>
          <w:szCs w:val="24"/>
        </w:rPr>
      </w:pPr>
      <w:r w:rsidRPr="00427EAF">
        <w:rPr>
          <w:rFonts w:ascii="Calibri" w:hAnsi="Calibri" w:cs="Arial"/>
          <w:b w:val="0"/>
          <w:i w:val="0"/>
          <w:color w:val="000000"/>
          <w:sz w:val="24"/>
          <w:szCs w:val="24"/>
        </w:rPr>
        <w:t xml:space="preserve">Proces </w:t>
      </w:r>
      <w:r>
        <w:rPr>
          <w:rFonts w:ascii="Calibri" w:hAnsi="Calibri" w:cs="Arial"/>
          <w:b w:val="0"/>
          <w:i w:val="0"/>
          <w:color w:val="000000"/>
          <w:sz w:val="24"/>
          <w:szCs w:val="24"/>
        </w:rPr>
        <w:t>32</w:t>
      </w:r>
    </w:p>
    <w:p w:rsidR="007A3977" w:rsidRDefault="007A3977" w:rsidP="00D60416">
      <w:pPr>
        <w:pStyle w:val="Heading3"/>
        <w:rPr>
          <w:rFonts w:ascii="Calibri" w:hAnsi="Calibri" w:cs="Arial"/>
          <w:b w:val="0"/>
          <w:i w:val="0"/>
          <w:color w:val="000000"/>
          <w:sz w:val="24"/>
          <w:szCs w:val="24"/>
        </w:rPr>
      </w:pPr>
    </w:p>
    <w:p w:rsidR="007A3977" w:rsidRDefault="007A3977" w:rsidP="00D60416">
      <w:pPr>
        <w:pStyle w:val="podproceduratabelaItytu3"/>
      </w:pPr>
      <w:r>
        <w:rPr>
          <w:color w:val="000000"/>
        </w:rPr>
        <w:t>TABELA I INICJACJA PODPROCEDURY</w:t>
      </w:r>
    </w:p>
    <w:p w:rsidR="007A3977" w:rsidRDefault="007A3977" w:rsidP="00D60416">
      <w:pPr>
        <w:widowControl w:val="0"/>
        <w:rPr>
          <w:rFonts w:ascii="Arial" w:hAnsi="Arial" w:cs="Arial"/>
          <w:sz w:val="24"/>
          <w:szCs w:val="24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551"/>
        <w:gridCol w:w="4337"/>
        <w:gridCol w:w="4819"/>
      </w:tblGrid>
      <w:tr w:rsidR="007A3977" w:rsidRPr="006C3C19" w:rsidTr="006E3DE8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977" w:rsidRPr="006C3C19" w:rsidRDefault="007A3977" w:rsidP="006E3DE8">
            <w:pPr>
              <w:pStyle w:val="podproceduratabelaInag3wek"/>
            </w:pPr>
            <w:r w:rsidRPr="006C3C19">
              <w:rPr>
                <w:color w:val="000000"/>
              </w:rPr>
              <w:t>L.p.</w:t>
            </w:r>
          </w:p>
        </w:tc>
        <w:tc>
          <w:tcPr>
            <w:tcW w:w="4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977" w:rsidRPr="006C3C19" w:rsidRDefault="007A3977" w:rsidP="006E3DE8">
            <w:pPr>
              <w:pStyle w:val="podproceduratabelaInag3wek"/>
            </w:pPr>
            <w:r w:rsidRPr="006C3C19">
              <w:rPr>
                <w:color w:val="000000"/>
              </w:rPr>
              <w:t>Dostawca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977" w:rsidRPr="006C3C19" w:rsidRDefault="007A3977" w:rsidP="006E3DE8">
            <w:pPr>
              <w:pStyle w:val="podproceduratabelaInag3wek"/>
            </w:pPr>
            <w:r w:rsidRPr="006C3C19">
              <w:rPr>
                <w:color w:val="000000"/>
              </w:rPr>
              <w:t>Zdarzenie; Dokument</w:t>
            </w:r>
          </w:p>
        </w:tc>
      </w:tr>
      <w:tr w:rsidR="007A3977" w:rsidRPr="006C3C19" w:rsidTr="006E3DE8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977" w:rsidRPr="006C3C19" w:rsidRDefault="007A3977" w:rsidP="006E3DE8">
            <w:pPr>
              <w:pStyle w:val="podproceduratabelaItreoa"/>
            </w:pPr>
            <w:r w:rsidRPr="006C3C19">
              <w:rPr>
                <w:color w:val="000000"/>
              </w:rPr>
              <w:t xml:space="preserve"> 1.</w:t>
            </w:r>
          </w:p>
        </w:tc>
        <w:tc>
          <w:tcPr>
            <w:tcW w:w="4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977" w:rsidRPr="006C3C19" w:rsidRDefault="007A3977" w:rsidP="006E3DE8">
            <w:pPr>
              <w:pStyle w:val="podproceduratabelaItreoa"/>
            </w:pP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977" w:rsidRPr="006C3C19" w:rsidRDefault="007A3977" w:rsidP="006E3DE8">
            <w:pPr>
              <w:pStyle w:val="podproceduratabelaItreoa"/>
            </w:pPr>
            <w:r w:rsidRPr="006C3C19">
              <w:rPr>
                <w:color w:val="000000"/>
              </w:rPr>
              <w:t>Pojawiła się potrzeba prowadzenia baz danych inicjatyw lokalnych</w:t>
            </w:r>
          </w:p>
        </w:tc>
      </w:tr>
    </w:tbl>
    <w:p w:rsidR="007A3977" w:rsidRDefault="007A3977" w:rsidP="00D60416">
      <w:pPr>
        <w:widowControl w:val="0"/>
        <w:rPr>
          <w:color w:val="000000"/>
        </w:rPr>
      </w:pPr>
    </w:p>
    <w:p w:rsidR="007A3977" w:rsidRDefault="007A3977" w:rsidP="00D60416">
      <w:pPr>
        <w:pStyle w:val="podproceduraodstep"/>
        <w:rPr>
          <w:color w:val="000000"/>
        </w:rPr>
      </w:pPr>
    </w:p>
    <w:p w:rsidR="007A3977" w:rsidRDefault="007A3977" w:rsidP="00D60416">
      <w:pPr>
        <w:pStyle w:val="apodproceduratabelaIItytu3"/>
      </w:pPr>
      <w:r>
        <w:rPr>
          <w:color w:val="000000"/>
        </w:rPr>
        <w:t>TABELA II OPIS PRACY</w:t>
      </w:r>
    </w:p>
    <w:p w:rsidR="007A3977" w:rsidRDefault="007A3977" w:rsidP="00D60416">
      <w:pPr>
        <w:widowControl w:val="0"/>
        <w:rPr>
          <w:rFonts w:ascii="Arial" w:hAnsi="Arial" w:cs="Arial"/>
          <w:sz w:val="24"/>
          <w:szCs w:val="24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551"/>
        <w:gridCol w:w="1542"/>
        <w:gridCol w:w="4530"/>
        <w:gridCol w:w="1542"/>
        <w:gridCol w:w="1542"/>
      </w:tblGrid>
      <w:tr w:rsidR="007A3977" w:rsidRPr="006C3C19" w:rsidTr="006E3DE8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 w:rsidP="006E3DE8">
            <w:pPr>
              <w:pStyle w:val="apodproceduratabelaIInag3wek2"/>
            </w:pPr>
            <w:r w:rsidRPr="006C3C19">
              <w:rPr>
                <w:color w:val="000000"/>
              </w:rPr>
              <w:t>L.p.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 w:rsidP="006E3DE8">
            <w:pPr>
              <w:pStyle w:val="apodproceduratabelaIInag3wek2"/>
            </w:pPr>
            <w:r w:rsidRPr="006C3C19">
              <w:rPr>
                <w:color w:val="000000"/>
              </w:rPr>
              <w:t>Dokument na wejściu do czynności</w:t>
            </w:r>
          </w:p>
        </w:tc>
        <w:tc>
          <w:tcPr>
            <w:tcW w:w="4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 w:rsidP="006E3DE8">
            <w:pPr>
              <w:pStyle w:val="apodproceduratabelaIInag3wek2"/>
            </w:pPr>
            <w:r w:rsidRPr="006C3C19">
              <w:rPr>
                <w:color w:val="000000"/>
              </w:rPr>
              <w:t>Opis czynności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 w:rsidP="006E3DE8">
            <w:pPr>
              <w:pStyle w:val="apodproceduratabelaIInag3wek2"/>
            </w:pPr>
            <w:r w:rsidRPr="006C3C19">
              <w:rPr>
                <w:color w:val="000000"/>
              </w:rPr>
              <w:t>Dokument na wyjściu z czynności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 w:rsidP="006E3DE8">
            <w:pPr>
              <w:pStyle w:val="apodproceduratabelaIInag3wek2"/>
            </w:pPr>
            <w:r w:rsidRPr="006C3C19">
              <w:rPr>
                <w:color w:val="000000"/>
              </w:rPr>
              <w:t>Stanowisko wykonujące czynność</w:t>
            </w:r>
          </w:p>
        </w:tc>
      </w:tr>
      <w:tr w:rsidR="007A3977" w:rsidRPr="006C3C19" w:rsidTr="006E3DE8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 w:rsidP="006E3DE8">
            <w:pPr>
              <w:pStyle w:val="apodproceduratabelaIItreoan"/>
            </w:pPr>
            <w:r w:rsidRPr="006C3C19">
              <w:rPr>
                <w:color w:val="000000"/>
              </w:rPr>
              <w:t>1.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 w:rsidP="006E3DE8">
            <w:pPr>
              <w:pStyle w:val="apodproceduratabelaIItreoan"/>
            </w:pPr>
          </w:p>
        </w:tc>
        <w:tc>
          <w:tcPr>
            <w:tcW w:w="4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 w:rsidP="006E3DE8">
            <w:pPr>
              <w:pStyle w:val="apodproceduratabelaIItreoab"/>
            </w:pPr>
            <w:r w:rsidRPr="006C3C19">
              <w:rPr>
                <w:color w:val="000000"/>
              </w:rPr>
              <w:t>Bieżące umieszczanie danych w bazie</w:t>
            </w:r>
          </w:p>
          <w:p w:rsidR="007A3977" w:rsidRPr="006C3C19" w:rsidRDefault="007A3977" w:rsidP="006E3DE8">
            <w:pPr>
              <w:pStyle w:val="apodproceduratabelaIItreoar"/>
            </w:pPr>
          </w:p>
          <w:p w:rsidR="007A3977" w:rsidRPr="006C3C19" w:rsidRDefault="007A3977" w:rsidP="006E3DE8">
            <w:pPr>
              <w:pStyle w:val="apodproceduratabelaIItreoar"/>
            </w:pPr>
            <w:r w:rsidRPr="006C3C19">
              <w:rPr>
                <w:color w:val="000000"/>
              </w:rPr>
              <w:t>Wsparcie informatyczne</w:t>
            </w:r>
          </w:p>
          <w:p w:rsidR="007A3977" w:rsidRPr="006C3C19" w:rsidRDefault="007A3977" w:rsidP="006E3DE8">
            <w:pPr>
              <w:pStyle w:val="apodproceduratabelaIItreoar"/>
            </w:pPr>
            <w:r w:rsidRPr="006C3C19">
              <w:rPr>
                <w:color w:val="000000"/>
              </w:rPr>
              <w:t xml:space="preserve"> - System aplikacji: Baza danych inicjatyw lokalnych</w:t>
            </w:r>
          </w:p>
          <w:p w:rsidR="007A3977" w:rsidRPr="006C3C19" w:rsidRDefault="007A3977" w:rsidP="006E3DE8">
            <w:pPr>
              <w:pStyle w:val="apodproceduratabelaIItreoar"/>
            </w:pPr>
          </w:p>
          <w:p w:rsidR="007A3977" w:rsidRPr="006C3C19" w:rsidRDefault="007A3977" w:rsidP="006E3DE8">
            <w:pPr>
              <w:pStyle w:val="apodproceduratabelaIItreoar"/>
            </w:pPr>
            <w:r w:rsidRPr="006C3C19">
              <w:rPr>
                <w:color w:val="000000"/>
              </w:rPr>
              <w:t>Możliwość kontynuacji</w:t>
            </w:r>
          </w:p>
          <w:p w:rsidR="007A3977" w:rsidRPr="006C3C19" w:rsidRDefault="007A3977" w:rsidP="006E3DE8">
            <w:pPr>
              <w:rPr>
                <w:color w:val="000000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 w:rsidP="006E3DE8">
            <w:pPr>
              <w:pStyle w:val="apodproceduratabelaIItreoan"/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 w:rsidP="006E3DE8">
            <w:pPr>
              <w:pStyle w:val="apodproceduratabelaIItreoan"/>
              <w:rPr>
                <w:color w:val="000000"/>
              </w:rPr>
            </w:pPr>
            <w:r w:rsidRPr="006C3C19">
              <w:rPr>
                <w:color w:val="000000"/>
              </w:rPr>
              <w:t>Wydział Organizacyjny (OR)</w:t>
            </w:r>
          </w:p>
        </w:tc>
      </w:tr>
      <w:tr w:rsidR="007A3977" w:rsidRPr="006C3C19" w:rsidTr="006E3DE8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 w:rsidP="006E3DE8">
            <w:pPr>
              <w:pStyle w:val="apodproceduratabelaIItreoan"/>
            </w:pPr>
            <w:r w:rsidRPr="006C3C19">
              <w:rPr>
                <w:color w:val="000000"/>
              </w:rPr>
              <w:t>2.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 w:rsidP="006E3DE8">
            <w:pPr>
              <w:pStyle w:val="apodproceduratabelaIItreoan"/>
            </w:pPr>
          </w:p>
        </w:tc>
        <w:tc>
          <w:tcPr>
            <w:tcW w:w="4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 w:rsidP="006E3DE8">
            <w:pPr>
              <w:pStyle w:val="apodproceduratabelaIItreoab"/>
            </w:pPr>
            <w:r w:rsidRPr="006C3C19">
              <w:rPr>
                <w:color w:val="000000"/>
              </w:rPr>
              <w:t>Założenie bazy danych www</w:t>
            </w:r>
          </w:p>
          <w:p w:rsidR="007A3977" w:rsidRPr="006C3C19" w:rsidRDefault="007A3977" w:rsidP="006E3DE8">
            <w:pPr>
              <w:pStyle w:val="apodproceduratabelaIItreoar"/>
            </w:pPr>
          </w:p>
          <w:p w:rsidR="007A3977" w:rsidRPr="006C3C19" w:rsidRDefault="007A3977" w:rsidP="006E3DE8">
            <w:pPr>
              <w:pStyle w:val="apodproceduratabelaIItreoar"/>
            </w:pPr>
            <w:r w:rsidRPr="006C3C19">
              <w:rPr>
                <w:color w:val="000000"/>
              </w:rPr>
              <w:t>Wsparcie informatyczne</w:t>
            </w:r>
          </w:p>
          <w:p w:rsidR="007A3977" w:rsidRPr="006C3C19" w:rsidRDefault="007A3977" w:rsidP="006E3DE8">
            <w:pPr>
              <w:pStyle w:val="apodproceduratabelaIItreoar"/>
            </w:pPr>
            <w:r w:rsidRPr="006C3C19">
              <w:rPr>
                <w:color w:val="000000"/>
              </w:rPr>
              <w:t xml:space="preserve"> - System aplikacji: Baza danych inicjatyw lokalnych</w:t>
            </w:r>
          </w:p>
          <w:p w:rsidR="007A3977" w:rsidRPr="006C3C19" w:rsidRDefault="007A3977" w:rsidP="006E3DE8">
            <w:pPr>
              <w:pStyle w:val="apodproceduratabelaIItreoar"/>
            </w:pPr>
          </w:p>
          <w:p w:rsidR="007A3977" w:rsidRPr="006C3C19" w:rsidRDefault="007A3977" w:rsidP="006E3DE8">
            <w:pPr>
              <w:pStyle w:val="apodproceduratabelaIItreoar"/>
            </w:pPr>
            <w:r w:rsidRPr="006C3C19">
              <w:rPr>
                <w:color w:val="000000"/>
              </w:rPr>
              <w:t>Możliwość kontynuacji</w:t>
            </w:r>
          </w:p>
          <w:p w:rsidR="007A3977" w:rsidRPr="006C3C19" w:rsidRDefault="007A3977" w:rsidP="006E3DE8">
            <w:pPr>
              <w:rPr>
                <w:color w:val="000000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 w:rsidP="006E3DE8">
            <w:pPr>
              <w:pStyle w:val="apodproceduratabelaIItreoan"/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 w:rsidP="006E3DE8">
            <w:pPr>
              <w:pStyle w:val="apodproceduratabelaIItreoan"/>
              <w:rPr>
                <w:color w:val="000000"/>
              </w:rPr>
            </w:pPr>
            <w:r w:rsidRPr="006C3C19">
              <w:rPr>
                <w:color w:val="000000"/>
              </w:rPr>
              <w:t>Wydział Organizacyjny (OR)</w:t>
            </w:r>
          </w:p>
        </w:tc>
      </w:tr>
      <w:tr w:rsidR="007A3977" w:rsidRPr="006C3C19" w:rsidTr="006E3DE8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 w:rsidP="006E3DE8">
            <w:pPr>
              <w:pStyle w:val="apodproceduratabelaIItreoan"/>
            </w:pPr>
            <w:r w:rsidRPr="006C3C19">
              <w:rPr>
                <w:color w:val="000000"/>
              </w:rPr>
              <w:t>3.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 w:rsidP="006E3DE8">
            <w:pPr>
              <w:pStyle w:val="apodproceduratabelaIItreoan"/>
              <w:rPr>
                <w:color w:val="000000"/>
              </w:rPr>
            </w:pPr>
            <w:r w:rsidRPr="006C3C19">
              <w:rPr>
                <w:color w:val="000000"/>
              </w:rPr>
              <w:t>Informacja o zgłoszonych, przyjętych, odrzuconych i zrealizowanych inicjatywach lokalnych</w:t>
            </w:r>
          </w:p>
        </w:tc>
        <w:tc>
          <w:tcPr>
            <w:tcW w:w="4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 w:rsidP="006E3DE8">
            <w:pPr>
              <w:pStyle w:val="apodproceduratabelaIItreoab"/>
            </w:pPr>
            <w:r w:rsidRPr="006C3C19">
              <w:rPr>
                <w:color w:val="000000"/>
              </w:rPr>
              <w:t>Przekazywanie informacjacji do Wydziału Organizacyjnego o zgłoszonych, przyjętych, odrzuconych i zrealizowanych inicjatywach lokalnych</w:t>
            </w:r>
          </w:p>
          <w:p w:rsidR="007A3977" w:rsidRPr="006C3C19" w:rsidRDefault="007A3977" w:rsidP="006E3DE8">
            <w:pPr>
              <w:pStyle w:val="apodproceduratabelaIItreoar"/>
            </w:pPr>
          </w:p>
          <w:p w:rsidR="007A3977" w:rsidRPr="006C3C19" w:rsidRDefault="007A3977" w:rsidP="006E3DE8">
            <w:pPr>
              <w:pStyle w:val="apodproceduratabelaIItreoar"/>
            </w:pPr>
            <w:r w:rsidRPr="006C3C19">
              <w:rPr>
                <w:color w:val="000000"/>
              </w:rPr>
              <w:t>Możliwość kontynuacji</w:t>
            </w:r>
          </w:p>
          <w:p w:rsidR="007A3977" w:rsidRPr="006C3C19" w:rsidRDefault="007A3977" w:rsidP="006E3DE8">
            <w:pPr>
              <w:rPr>
                <w:color w:val="000000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 w:rsidP="006E3DE8">
            <w:pPr>
              <w:pStyle w:val="apodproceduratabelaIItreoan"/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 w:rsidP="006E3DE8">
            <w:pPr>
              <w:pStyle w:val="apodproceduratabelaIItreoan"/>
              <w:rPr>
                <w:color w:val="000000"/>
              </w:rPr>
            </w:pPr>
            <w:r w:rsidRPr="006C3C19">
              <w:rPr>
                <w:color w:val="000000"/>
              </w:rPr>
              <w:t>Wydział weryfikujący</w:t>
            </w:r>
          </w:p>
        </w:tc>
      </w:tr>
      <w:tr w:rsidR="007A3977" w:rsidRPr="006C3C19" w:rsidTr="006E3DE8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 w:rsidP="006E3DE8">
            <w:pPr>
              <w:pStyle w:val="apodproceduratabelaIItreoan"/>
            </w:pPr>
            <w:r w:rsidRPr="006C3C19">
              <w:rPr>
                <w:color w:val="000000"/>
              </w:rPr>
              <w:t>4.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 w:rsidP="006E3DE8">
            <w:pPr>
              <w:pStyle w:val="apodproceduratabelaIItreoan"/>
            </w:pPr>
          </w:p>
        </w:tc>
        <w:tc>
          <w:tcPr>
            <w:tcW w:w="4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 w:rsidP="006E3DE8">
            <w:pPr>
              <w:pStyle w:val="apodproceduratabelaIItreoab"/>
            </w:pPr>
            <w:r w:rsidRPr="006C3C19">
              <w:rPr>
                <w:color w:val="000000"/>
              </w:rPr>
              <w:t>Podjęcie decyzji o prowadzeniu baz danych inicjatyw lokalnych</w:t>
            </w:r>
          </w:p>
          <w:p w:rsidR="007A3977" w:rsidRPr="006C3C19" w:rsidRDefault="007A3977" w:rsidP="006E3DE8">
            <w:pPr>
              <w:pStyle w:val="apodproceduratabelaIItreoar"/>
            </w:pPr>
          </w:p>
          <w:p w:rsidR="007A3977" w:rsidRPr="006C3C19" w:rsidRDefault="007A3977" w:rsidP="006E3DE8">
            <w:pPr>
              <w:pStyle w:val="apodproceduratabelaIItreoar"/>
            </w:pPr>
            <w:r w:rsidRPr="006C3C19">
              <w:rPr>
                <w:color w:val="000000"/>
              </w:rPr>
              <w:t>Możliwość kontynuacji</w:t>
            </w:r>
          </w:p>
          <w:p w:rsidR="007A3977" w:rsidRPr="006C3C19" w:rsidRDefault="007A3977" w:rsidP="006E3DE8">
            <w:pPr>
              <w:rPr>
                <w:color w:val="000000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 w:rsidP="006E3DE8">
            <w:pPr>
              <w:pStyle w:val="apodproceduratabelaIItreoan"/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 w:rsidP="006E3DE8">
            <w:pPr>
              <w:pStyle w:val="apodproceduratabelaIItreoan"/>
              <w:rPr>
                <w:color w:val="000000"/>
              </w:rPr>
            </w:pPr>
            <w:r w:rsidRPr="006C3C19">
              <w:rPr>
                <w:color w:val="000000"/>
              </w:rPr>
              <w:t>Starosta</w:t>
            </w:r>
          </w:p>
        </w:tc>
      </w:tr>
      <w:tr w:rsidR="007A3977" w:rsidRPr="006C3C19" w:rsidTr="006E3DE8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 w:rsidP="006E3DE8">
            <w:pPr>
              <w:pStyle w:val="apodproceduratabelaIItreoan"/>
            </w:pPr>
            <w:r w:rsidRPr="006C3C19">
              <w:rPr>
                <w:color w:val="000000"/>
              </w:rPr>
              <w:t>5.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 w:rsidP="006E3DE8">
            <w:pPr>
              <w:pStyle w:val="apodproceduratabelaIItreoan"/>
            </w:pPr>
          </w:p>
        </w:tc>
        <w:tc>
          <w:tcPr>
            <w:tcW w:w="4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 w:rsidP="006E3DE8">
            <w:pPr>
              <w:pStyle w:val="apodproceduratabelaIItreoab"/>
            </w:pPr>
            <w:r w:rsidRPr="006C3C19">
              <w:rPr>
                <w:color w:val="000000"/>
              </w:rPr>
              <w:t>Określenie rodzajów danych dla każdej inicjatywy do umieszczenia w bazie</w:t>
            </w:r>
          </w:p>
          <w:p w:rsidR="007A3977" w:rsidRPr="006C3C19" w:rsidRDefault="007A3977" w:rsidP="006E3DE8">
            <w:pPr>
              <w:pStyle w:val="apodproceduratabelaIItreoar"/>
            </w:pPr>
          </w:p>
          <w:p w:rsidR="007A3977" w:rsidRPr="006C3C19" w:rsidRDefault="007A3977" w:rsidP="006E3DE8">
            <w:pPr>
              <w:pStyle w:val="apodproceduratabelaIItreoar"/>
            </w:pPr>
            <w:r w:rsidRPr="006C3C19">
              <w:rPr>
                <w:color w:val="000000"/>
              </w:rPr>
              <w:t>Możliwość kontynuacji</w:t>
            </w:r>
          </w:p>
          <w:p w:rsidR="007A3977" w:rsidRPr="006C3C19" w:rsidRDefault="007A3977" w:rsidP="006E3DE8">
            <w:pPr>
              <w:rPr>
                <w:color w:val="000000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 w:rsidP="006E3DE8">
            <w:pPr>
              <w:pStyle w:val="apodproceduratabelaIItreoan"/>
              <w:rPr>
                <w:color w:val="000000"/>
              </w:rPr>
            </w:pPr>
            <w:r w:rsidRPr="006C3C19">
              <w:rPr>
                <w:color w:val="000000"/>
              </w:rPr>
              <w:t>Rodzaje danych dla każdej inicjatywy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 w:rsidP="006E3DE8">
            <w:pPr>
              <w:pStyle w:val="apodproceduratabelaIItreoan"/>
              <w:rPr>
                <w:color w:val="000000"/>
              </w:rPr>
            </w:pPr>
            <w:r w:rsidRPr="006C3C19">
              <w:rPr>
                <w:color w:val="000000"/>
              </w:rPr>
              <w:t>Wydział Oświaty, Kultury i Promocji (OKP)</w:t>
            </w:r>
          </w:p>
        </w:tc>
      </w:tr>
    </w:tbl>
    <w:p w:rsidR="007A3977" w:rsidRDefault="007A3977" w:rsidP="00D60416">
      <w:pPr>
        <w:widowControl w:val="0"/>
        <w:rPr>
          <w:color w:val="000000"/>
        </w:rPr>
      </w:pPr>
    </w:p>
    <w:p w:rsidR="007A3977" w:rsidRDefault="007A3977" w:rsidP="00D60416">
      <w:pPr>
        <w:pStyle w:val="podproceduraodstep"/>
        <w:rPr>
          <w:color w:val="000000"/>
        </w:rPr>
      </w:pPr>
    </w:p>
    <w:p w:rsidR="007A3977" w:rsidRDefault="007A3977" w:rsidP="00D60416">
      <w:pPr>
        <w:pStyle w:val="podproceduratabelaIIItytu3"/>
      </w:pPr>
      <w:r>
        <w:rPr>
          <w:color w:val="000000"/>
        </w:rPr>
        <w:t>TABELA III WYNIK REALIZACJI PODPROCEDURY</w:t>
      </w:r>
    </w:p>
    <w:p w:rsidR="007A3977" w:rsidRDefault="007A3977" w:rsidP="00D60416">
      <w:pPr>
        <w:widowControl w:val="0"/>
        <w:rPr>
          <w:rFonts w:ascii="Arial" w:hAnsi="Arial" w:cs="Arial"/>
          <w:sz w:val="24"/>
          <w:szCs w:val="24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551"/>
        <w:gridCol w:w="4337"/>
        <w:gridCol w:w="4819"/>
      </w:tblGrid>
      <w:tr w:rsidR="007A3977" w:rsidRPr="006C3C19" w:rsidTr="006E3DE8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977" w:rsidRPr="006C3C19" w:rsidRDefault="007A3977" w:rsidP="006E3DE8">
            <w:pPr>
              <w:pStyle w:val="podproceduratabelaIIInag3wek"/>
            </w:pPr>
            <w:r w:rsidRPr="006C3C19">
              <w:rPr>
                <w:color w:val="000000"/>
              </w:rPr>
              <w:t>L.p.</w:t>
            </w:r>
          </w:p>
        </w:tc>
        <w:tc>
          <w:tcPr>
            <w:tcW w:w="4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977" w:rsidRPr="006C3C19" w:rsidRDefault="007A3977" w:rsidP="006E3DE8">
            <w:pPr>
              <w:pStyle w:val="podproceduratabelaIIInag3wek"/>
            </w:pPr>
            <w:r w:rsidRPr="006C3C19">
              <w:rPr>
                <w:color w:val="000000"/>
              </w:rPr>
              <w:t>Odbiorca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977" w:rsidRPr="006C3C19" w:rsidRDefault="007A3977" w:rsidP="006E3DE8">
            <w:pPr>
              <w:pStyle w:val="podproceduratabelaIIInag3wek"/>
            </w:pPr>
            <w:r w:rsidRPr="006C3C19">
              <w:rPr>
                <w:color w:val="000000"/>
              </w:rPr>
              <w:t>Zdarzenie; Dokument</w:t>
            </w:r>
          </w:p>
        </w:tc>
      </w:tr>
      <w:tr w:rsidR="007A3977" w:rsidRPr="006C3C19" w:rsidTr="006E3DE8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977" w:rsidRPr="006C3C19" w:rsidRDefault="007A3977" w:rsidP="006E3DE8">
            <w:pPr>
              <w:pStyle w:val="podproceduratabelaIIItreoa"/>
            </w:pPr>
            <w:r w:rsidRPr="006C3C19">
              <w:rPr>
                <w:color w:val="000000"/>
              </w:rPr>
              <w:t xml:space="preserve"> 1.</w:t>
            </w:r>
          </w:p>
        </w:tc>
        <w:tc>
          <w:tcPr>
            <w:tcW w:w="4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977" w:rsidRPr="006C3C19" w:rsidRDefault="007A3977" w:rsidP="006E3DE8">
            <w:pPr>
              <w:pStyle w:val="podproceduratabelaIIItreoa"/>
            </w:pPr>
            <w:r w:rsidRPr="006C3C19">
              <w:rPr>
                <w:color w:val="000000"/>
              </w:rPr>
              <w:t>Wydział Organizacyjny (OR)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977" w:rsidRPr="006C3C19" w:rsidRDefault="007A3977" w:rsidP="006E3DE8">
            <w:pPr>
              <w:pStyle w:val="podproceduratabelaIIItreoa"/>
            </w:pPr>
            <w:r w:rsidRPr="006C3C19">
              <w:rPr>
                <w:color w:val="000000"/>
              </w:rPr>
              <w:t>Stworzono bazę danych inicjatyw lokalnych</w:t>
            </w:r>
          </w:p>
        </w:tc>
      </w:tr>
    </w:tbl>
    <w:p w:rsidR="007A3977" w:rsidRDefault="007A3977" w:rsidP="00D60416">
      <w:pPr>
        <w:widowControl w:val="0"/>
        <w:rPr>
          <w:color w:val="000000"/>
        </w:rPr>
      </w:pPr>
    </w:p>
    <w:p w:rsidR="007A3977" w:rsidRDefault="007A3977" w:rsidP="00D60416">
      <w:pPr>
        <w:rPr>
          <w:color w:val="000000"/>
        </w:rPr>
      </w:pPr>
      <w:r>
        <w:rPr>
          <w:color w:val="000000"/>
        </w:rPr>
        <w:t>DOKUMENTY ZWIĄZANE:</w:t>
      </w:r>
    </w:p>
    <w:p w:rsidR="007A3977" w:rsidRDefault="007A3977" w:rsidP="00D60416">
      <w:pPr>
        <w:rPr>
          <w:color w:val="000000"/>
        </w:rPr>
      </w:pPr>
    </w:p>
    <w:p w:rsidR="007A3977" w:rsidRDefault="007A3977" w:rsidP="00D60416">
      <w:pPr>
        <w:rPr>
          <w:color w:val="000000"/>
        </w:rPr>
      </w:pPr>
      <w:r>
        <w:rPr>
          <w:color w:val="000000"/>
        </w:rPr>
        <w:t xml:space="preserve"> 1. Informacja o zgłoszonych, przyjętych, odrzuconych i zrealizowanych inicjatywach lokalnych</w:t>
      </w:r>
    </w:p>
    <w:p w:rsidR="007A3977" w:rsidRDefault="007A3977" w:rsidP="00D60416">
      <w:pPr>
        <w:rPr>
          <w:color w:val="000000"/>
        </w:rPr>
      </w:pPr>
      <w:r>
        <w:rPr>
          <w:color w:val="000000"/>
        </w:rPr>
        <w:t xml:space="preserve"> 2. Rodzaje danych dla każdej inicjatywy</w:t>
      </w:r>
    </w:p>
    <w:p w:rsidR="007A3977" w:rsidRDefault="007A3977" w:rsidP="00D60416">
      <w:pPr>
        <w:pStyle w:val="podproceduratabelaIIItytu3"/>
        <w:rPr>
          <w:color w:val="000000"/>
        </w:rPr>
      </w:pPr>
      <w:r>
        <w:rPr>
          <w:color w:val="000000"/>
        </w:rPr>
        <w:br w:type="page"/>
        <w:t>MODEL PROCESU:</w:t>
      </w:r>
    </w:p>
    <w:p w:rsidR="007A3977" w:rsidRDefault="007A3977" w:rsidP="00D60416">
      <w:pPr>
        <w:pStyle w:val="Heading3"/>
        <w:rPr>
          <w:rFonts w:ascii="Calibri" w:hAnsi="Calibri" w:cs="Arial"/>
          <w:b w:val="0"/>
          <w:i w:val="0"/>
          <w:color w:val="000000"/>
          <w:sz w:val="24"/>
          <w:szCs w:val="24"/>
        </w:rPr>
      </w:pPr>
      <w:r w:rsidRPr="006C3C19">
        <w:rPr>
          <w:rFonts w:ascii="Arial" w:hAnsi="Arial" w:cs="Arial"/>
          <w:noProof/>
          <w:sz w:val="24"/>
          <w:szCs w:val="24"/>
        </w:rPr>
        <w:pict>
          <v:shape id="Obraz 3" o:spid="_x0000_i1033" type="#_x0000_t75" style="width:421.5pt;height:675pt;visibility:visible">
            <v:imagedata r:id="rId12" o:title=""/>
          </v:shape>
        </w:pict>
      </w:r>
    </w:p>
    <w:p w:rsidR="007A3977" w:rsidRDefault="007A3977">
      <w:pPr>
        <w:pStyle w:val="Heading3"/>
        <w:rPr>
          <w:color w:val="000000"/>
        </w:rPr>
      </w:pPr>
    </w:p>
    <w:p w:rsidR="007A3977" w:rsidRPr="00B344F5" w:rsidRDefault="007A3977" w:rsidP="00D60416">
      <w:pPr>
        <w:pStyle w:val="Heading3"/>
        <w:rPr>
          <w:rFonts w:ascii="Calibri" w:hAnsi="Calibri"/>
          <w:i w:val="0"/>
          <w:color w:val="000000"/>
          <w:sz w:val="28"/>
        </w:rPr>
      </w:pPr>
      <w:r>
        <w:rPr>
          <w:rFonts w:ascii="Calibri" w:hAnsi="Calibri"/>
          <w:i w:val="0"/>
          <w:color w:val="000000"/>
          <w:sz w:val="28"/>
        </w:rPr>
        <w:t>Obszar 2</w:t>
      </w:r>
      <w:r w:rsidRPr="00B344F5">
        <w:rPr>
          <w:rFonts w:ascii="Calibri" w:hAnsi="Calibri"/>
          <w:i w:val="0"/>
          <w:color w:val="000000"/>
          <w:sz w:val="28"/>
        </w:rPr>
        <w:t xml:space="preserve">. </w:t>
      </w:r>
      <w:r>
        <w:rPr>
          <w:rFonts w:ascii="Arial Narrow" w:hAnsi="Arial Narrow" w:cs="Aller"/>
          <w:i w:val="0"/>
          <w:color w:val="000000"/>
          <w:sz w:val="28"/>
        </w:rPr>
        <w:t xml:space="preserve">Wspieranie procesów integracji sektora organizacji pozarządowych.  </w:t>
      </w:r>
    </w:p>
    <w:p w:rsidR="007A3977" w:rsidRDefault="007A3977" w:rsidP="00D60416">
      <w:pPr>
        <w:pStyle w:val="Heading3"/>
        <w:rPr>
          <w:rFonts w:ascii="Calibri" w:hAnsi="Calibri"/>
          <w:color w:val="000000"/>
        </w:rPr>
      </w:pPr>
    </w:p>
    <w:p w:rsidR="007A3977" w:rsidRDefault="007A3977" w:rsidP="00D60416">
      <w:pPr>
        <w:pStyle w:val="Heading3"/>
        <w:jc w:val="both"/>
        <w:rPr>
          <w:color w:val="000000"/>
        </w:rPr>
      </w:pPr>
      <w:r w:rsidRPr="00B344F5">
        <w:rPr>
          <w:rFonts w:ascii="Calibri" w:hAnsi="Calibri"/>
          <w:i w:val="0"/>
          <w:color w:val="000000"/>
          <w:sz w:val="24"/>
          <w:u w:val="single"/>
        </w:rPr>
        <w:t xml:space="preserve">Procedura 1. </w:t>
      </w:r>
      <w:r>
        <w:rPr>
          <w:rFonts w:ascii="Calibri" w:hAnsi="Calibri"/>
          <w:i w:val="0"/>
          <w:color w:val="000000"/>
          <w:sz w:val="24"/>
          <w:u w:val="single"/>
        </w:rPr>
        <w:t>Opracowanie procedur dot. organizacji spotkań z NGO.</w:t>
      </w:r>
    </w:p>
    <w:p w:rsidR="007A3977" w:rsidRDefault="007A3977" w:rsidP="00D60416">
      <w:pPr>
        <w:pStyle w:val="Heading3"/>
        <w:rPr>
          <w:color w:val="000000"/>
        </w:rPr>
      </w:pPr>
    </w:p>
    <w:p w:rsidR="007A3977" w:rsidRPr="00427EAF" w:rsidRDefault="007A3977" w:rsidP="00D60416">
      <w:pPr>
        <w:pStyle w:val="Heading3"/>
        <w:rPr>
          <w:rFonts w:ascii="Calibri" w:hAnsi="Calibri" w:cs="Arial"/>
          <w:b w:val="0"/>
          <w:i w:val="0"/>
          <w:sz w:val="24"/>
          <w:szCs w:val="24"/>
        </w:rPr>
      </w:pPr>
      <w:r w:rsidRPr="00427EAF">
        <w:rPr>
          <w:rFonts w:ascii="Calibri" w:hAnsi="Calibri" w:cs="Arial"/>
          <w:b w:val="0"/>
          <w:i w:val="0"/>
          <w:color w:val="000000"/>
          <w:sz w:val="24"/>
          <w:szCs w:val="24"/>
        </w:rPr>
        <w:t xml:space="preserve">Proces </w:t>
      </w:r>
      <w:r>
        <w:rPr>
          <w:rFonts w:ascii="Calibri" w:hAnsi="Calibri" w:cs="Arial"/>
          <w:b w:val="0"/>
          <w:i w:val="0"/>
          <w:color w:val="000000"/>
          <w:sz w:val="24"/>
          <w:szCs w:val="24"/>
        </w:rPr>
        <w:t>33</w:t>
      </w:r>
    </w:p>
    <w:p w:rsidR="007A3977" w:rsidRDefault="007A3977">
      <w:pPr>
        <w:pStyle w:val="Heading3"/>
        <w:rPr>
          <w:color w:val="000000"/>
        </w:rPr>
      </w:pPr>
    </w:p>
    <w:p w:rsidR="007A3977" w:rsidRDefault="007A3977">
      <w:pPr>
        <w:pStyle w:val="podproceduraodstep"/>
      </w:pPr>
    </w:p>
    <w:p w:rsidR="007A3977" w:rsidRDefault="007A3977">
      <w:pPr>
        <w:pStyle w:val="podproceduratabelaItytu3"/>
      </w:pPr>
      <w:r>
        <w:rPr>
          <w:color w:val="000000"/>
        </w:rPr>
        <w:t>TABELA I INICJACJA PODPROCEDURY</w:t>
      </w:r>
    </w:p>
    <w:p w:rsidR="007A3977" w:rsidRDefault="007A3977">
      <w:pPr>
        <w:widowControl w:val="0"/>
        <w:rPr>
          <w:rFonts w:ascii="Arial" w:hAnsi="Arial" w:cs="Arial"/>
          <w:sz w:val="24"/>
          <w:szCs w:val="24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551"/>
        <w:gridCol w:w="4337"/>
        <w:gridCol w:w="4819"/>
      </w:tblGrid>
      <w:tr w:rsidR="007A3977" w:rsidRPr="006C3C19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977" w:rsidRPr="006C3C19" w:rsidRDefault="007A3977">
            <w:pPr>
              <w:pStyle w:val="podproceduratabelaInag3wek"/>
            </w:pPr>
            <w:r w:rsidRPr="006C3C19">
              <w:rPr>
                <w:color w:val="000000"/>
              </w:rPr>
              <w:t>L.p.</w:t>
            </w:r>
          </w:p>
        </w:tc>
        <w:tc>
          <w:tcPr>
            <w:tcW w:w="4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977" w:rsidRPr="006C3C19" w:rsidRDefault="007A3977">
            <w:pPr>
              <w:pStyle w:val="podproceduratabelaInag3wek"/>
            </w:pPr>
            <w:r w:rsidRPr="006C3C19">
              <w:rPr>
                <w:color w:val="000000"/>
              </w:rPr>
              <w:t>Dostawca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977" w:rsidRPr="006C3C19" w:rsidRDefault="007A3977">
            <w:pPr>
              <w:pStyle w:val="podproceduratabelaInag3wek"/>
            </w:pPr>
            <w:r w:rsidRPr="006C3C19">
              <w:rPr>
                <w:color w:val="000000"/>
              </w:rPr>
              <w:t>Zdarzenie; Dokument</w:t>
            </w:r>
          </w:p>
        </w:tc>
      </w:tr>
      <w:tr w:rsidR="007A3977" w:rsidRPr="006C3C19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977" w:rsidRPr="006C3C19" w:rsidRDefault="007A3977">
            <w:pPr>
              <w:pStyle w:val="podproceduratabelaItreoa"/>
            </w:pPr>
            <w:r w:rsidRPr="006C3C19">
              <w:rPr>
                <w:color w:val="000000"/>
              </w:rPr>
              <w:t xml:space="preserve"> 1.</w:t>
            </w:r>
          </w:p>
        </w:tc>
        <w:tc>
          <w:tcPr>
            <w:tcW w:w="4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977" w:rsidRPr="006C3C19" w:rsidRDefault="007A3977">
            <w:pPr>
              <w:pStyle w:val="podproceduratabelaItreoa"/>
            </w:pP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977" w:rsidRPr="006C3C19" w:rsidRDefault="007A3977">
            <w:pPr>
              <w:pStyle w:val="podproceduratabelaItreoa"/>
            </w:pPr>
            <w:r w:rsidRPr="006C3C19">
              <w:rPr>
                <w:color w:val="000000"/>
              </w:rPr>
              <w:t>Istnieje potrzeba spotkania</w:t>
            </w:r>
          </w:p>
        </w:tc>
      </w:tr>
    </w:tbl>
    <w:p w:rsidR="007A3977" w:rsidRDefault="007A3977">
      <w:pPr>
        <w:widowControl w:val="0"/>
        <w:rPr>
          <w:color w:val="000000"/>
        </w:rPr>
      </w:pPr>
    </w:p>
    <w:p w:rsidR="007A3977" w:rsidRDefault="007A3977">
      <w:pPr>
        <w:pStyle w:val="podproceduraodstep"/>
        <w:rPr>
          <w:color w:val="000000"/>
        </w:rPr>
      </w:pPr>
    </w:p>
    <w:p w:rsidR="007A3977" w:rsidRDefault="007A3977">
      <w:pPr>
        <w:pStyle w:val="apodproceduratabelaIItytu3"/>
      </w:pPr>
      <w:r>
        <w:rPr>
          <w:color w:val="000000"/>
        </w:rPr>
        <w:t>TABELA II OPIS PRACY</w:t>
      </w:r>
    </w:p>
    <w:p w:rsidR="007A3977" w:rsidRDefault="007A3977">
      <w:pPr>
        <w:widowControl w:val="0"/>
        <w:rPr>
          <w:rFonts w:ascii="Arial" w:hAnsi="Arial" w:cs="Arial"/>
          <w:sz w:val="24"/>
          <w:szCs w:val="24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551"/>
        <w:gridCol w:w="1542"/>
        <w:gridCol w:w="4530"/>
        <w:gridCol w:w="1542"/>
        <w:gridCol w:w="1542"/>
      </w:tblGrid>
      <w:tr w:rsidR="007A3977" w:rsidRPr="006C3C19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nag3wek2"/>
            </w:pPr>
            <w:r w:rsidRPr="006C3C19">
              <w:rPr>
                <w:color w:val="000000"/>
              </w:rPr>
              <w:t>L.p.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nag3wek2"/>
            </w:pPr>
            <w:r w:rsidRPr="006C3C19">
              <w:rPr>
                <w:color w:val="000000"/>
              </w:rPr>
              <w:t>Dokument na wejściu do czynności</w:t>
            </w:r>
          </w:p>
        </w:tc>
        <w:tc>
          <w:tcPr>
            <w:tcW w:w="4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nag3wek2"/>
            </w:pPr>
            <w:r w:rsidRPr="006C3C19">
              <w:rPr>
                <w:color w:val="000000"/>
              </w:rPr>
              <w:t>Opis czynności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nag3wek2"/>
            </w:pPr>
            <w:r w:rsidRPr="006C3C19">
              <w:rPr>
                <w:color w:val="000000"/>
              </w:rPr>
              <w:t>Dokument na wyjściu z czynności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nag3wek2"/>
            </w:pPr>
            <w:r w:rsidRPr="006C3C19">
              <w:rPr>
                <w:color w:val="000000"/>
              </w:rPr>
              <w:t>Stanowisko wykonujące czynność</w:t>
            </w:r>
          </w:p>
        </w:tc>
      </w:tr>
      <w:tr w:rsidR="007A3977" w:rsidRPr="006C3C19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n"/>
            </w:pPr>
            <w:r w:rsidRPr="006C3C19">
              <w:rPr>
                <w:color w:val="000000"/>
              </w:rPr>
              <w:t>1.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n"/>
            </w:pPr>
          </w:p>
        </w:tc>
        <w:tc>
          <w:tcPr>
            <w:tcW w:w="4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b"/>
            </w:pPr>
            <w:r w:rsidRPr="006C3C19">
              <w:rPr>
                <w:color w:val="000000"/>
              </w:rPr>
              <w:t>Przygotowanie i wysłanie Zaproszeń</w:t>
            </w:r>
          </w:p>
          <w:p w:rsidR="007A3977" w:rsidRPr="006C3C19" w:rsidRDefault="007A3977">
            <w:pPr>
              <w:pStyle w:val="apodproceduratabelaIItreoar"/>
            </w:pPr>
          </w:p>
          <w:p w:rsidR="007A3977" w:rsidRPr="006C3C19" w:rsidRDefault="007A3977">
            <w:pPr>
              <w:pStyle w:val="apodproceduratabelaIItreoar"/>
            </w:pPr>
            <w:r w:rsidRPr="006C3C19">
              <w:rPr>
                <w:color w:val="000000"/>
              </w:rPr>
              <w:t>Możliwość kontynuacji</w:t>
            </w:r>
          </w:p>
          <w:p w:rsidR="007A3977" w:rsidRPr="006C3C19" w:rsidRDefault="007A3977">
            <w:pPr>
              <w:rPr>
                <w:color w:val="000000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n"/>
              <w:rPr>
                <w:color w:val="000000"/>
              </w:rPr>
            </w:pPr>
            <w:r w:rsidRPr="006C3C19">
              <w:rPr>
                <w:color w:val="000000"/>
              </w:rPr>
              <w:t>Zaproszenie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n"/>
              <w:rPr>
                <w:color w:val="000000"/>
              </w:rPr>
            </w:pPr>
            <w:r w:rsidRPr="006C3C19">
              <w:rPr>
                <w:color w:val="000000"/>
              </w:rPr>
              <w:t>Wydział Oświaty, Kultury i Promocji (OKP)</w:t>
            </w:r>
          </w:p>
        </w:tc>
      </w:tr>
      <w:tr w:rsidR="007A3977" w:rsidRPr="006C3C19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n"/>
            </w:pPr>
            <w:r w:rsidRPr="006C3C19">
              <w:rPr>
                <w:color w:val="000000"/>
              </w:rPr>
              <w:t>2.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n"/>
              <w:rPr>
                <w:color w:val="000000"/>
              </w:rPr>
            </w:pPr>
            <w:r w:rsidRPr="006C3C19">
              <w:rPr>
                <w:color w:val="000000"/>
              </w:rPr>
              <w:t>Wniosek NGO o spotkanie</w:t>
            </w:r>
          </w:p>
        </w:tc>
        <w:tc>
          <w:tcPr>
            <w:tcW w:w="4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b"/>
            </w:pPr>
            <w:r w:rsidRPr="006C3C19">
              <w:rPr>
                <w:color w:val="000000"/>
              </w:rPr>
              <w:t>Opracowanie propozycji informacji o spotkaniu (w uzgodnieniu z NGO)</w:t>
            </w:r>
          </w:p>
          <w:p w:rsidR="007A3977" w:rsidRPr="006C3C19" w:rsidRDefault="007A3977">
            <w:pPr>
              <w:pStyle w:val="apodproceduratabelaIItreoar"/>
            </w:pPr>
          </w:p>
          <w:p w:rsidR="007A3977" w:rsidRPr="006C3C19" w:rsidRDefault="007A3977">
            <w:pPr>
              <w:pStyle w:val="apodproceduratabelaIItreoar"/>
            </w:pPr>
            <w:r w:rsidRPr="006C3C19">
              <w:rPr>
                <w:color w:val="000000"/>
              </w:rPr>
              <w:t>Możliwość kontynuacji</w:t>
            </w:r>
          </w:p>
          <w:p w:rsidR="007A3977" w:rsidRPr="006C3C19" w:rsidRDefault="007A3977">
            <w:pPr>
              <w:rPr>
                <w:color w:val="000000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n"/>
              <w:rPr>
                <w:color w:val="000000"/>
              </w:rPr>
            </w:pPr>
            <w:r w:rsidRPr="006C3C19">
              <w:rPr>
                <w:color w:val="000000"/>
              </w:rPr>
              <w:t>Informacja o spotkaniu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n"/>
              <w:rPr>
                <w:color w:val="000000"/>
              </w:rPr>
            </w:pPr>
            <w:r w:rsidRPr="006C3C19">
              <w:rPr>
                <w:color w:val="000000"/>
              </w:rPr>
              <w:t>NGO;</w:t>
            </w:r>
          </w:p>
          <w:p w:rsidR="007A3977" w:rsidRPr="006C3C19" w:rsidRDefault="007A3977">
            <w:pPr>
              <w:pStyle w:val="apodproceduratabelaIItreoan"/>
              <w:rPr>
                <w:color w:val="000000"/>
              </w:rPr>
            </w:pPr>
            <w:r w:rsidRPr="006C3C19">
              <w:rPr>
                <w:color w:val="000000"/>
              </w:rPr>
              <w:t>Wydział Oświaty, Kultury i Promocji (OKP)</w:t>
            </w:r>
          </w:p>
        </w:tc>
      </w:tr>
      <w:tr w:rsidR="007A3977" w:rsidRPr="006C3C19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n"/>
            </w:pPr>
            <w:r w:rsidRPr="006C3C19">
              <w:rPr>
                <w:color w:val="000000"/>
              </w:rPr>
              <w:t>3.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n"/>
              <w:rPr>
                <w:color w:val="000000"/>
              </w:rPr>
            </w:pPr>
            <w:r w:rsidRPr="006C3C19">
              <w:rPr>
                <w:color w:val="000000"/>
              </w:rPr>
              <w:t>Informacja o spotkaniu</w:t>
            </w:r>
          </w:p>
        </w:tc>
        <w:tc>
          <w:tcPr>
            <w:tcW w:w="4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b"/>
            </w:pPr>
            <w:r w:rsidRPr="006C3C19">
              <w:rPr>
                <w:color w:val="000000"/>
              </w:rPr>
              <w:t>Wysłanie propozycji do NGO (drogą e-mail)</w:t>
            </w:r>
          </w:p>
          <w:p w:rsidR="007A3977" w:rsidRPr="006C3C19" w:rsidRDefault="007A3977">
            <w:pPr>
              <w:pStyle w:val="apodproceduratabelaIItreoar"/>
            </w:pPr>
          </w:p>
          <w:p w:rsidR="007A3977" w:rsidRPr="006C3C19" w:rsidRDefault="007A3977">
            <w:pPr>
              <w:pStyle w:val="apodproceduratabelaIItreoar"/>
            </w:pPr>
            <w:r w:rsidRPr="006C3C19">
              <w:rPr>
                <w:color w:val="000000"/>
              </w:rPr>
              <w:t>Możliwość kontynuacji</w:t>
            </w:r>
          </w:p>
          <w:p w:rsidR="007A3977" w:rsidRPr="006C3C19" w:rsidRDefault="007A3977">
            <w:pPr>
              <w:rPr>
                <w:color w:val="000000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n"/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n"/>
              <w:rPr>
                <w:color w:val="000000"/>
              </w:rPr>
            </w:pPr>
            <w:r w:rsidRPr="006C3C19">
              <w:rPr>
                <w:color w:val="000000"/>
              </w:rPr>
              <w:t>Wydział Oświaty, Kultury i Promocji (OKP)</w:t>
            </w:r>
          </w:p>
        </w:tc>
      </w:tr>
      <w:tr w:rsidR="007A3977" w:rsidRPr="006C3C19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n"/>
            </w:pPr>
            <w:r w:rsidRPr="006C3C19">
              <w:rPr>
                <w:color w:val="000000"/>
              </w:rPr>
              <w:t>4.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n"/>
              <w:rPr>
                <w:color w:val="000000"/>
              </w:rPr>
            </w:pPr>
            <w:r w:rsidRPr="006C3C19">
              <w:rPr>
                <w:color w:val="000000"/>
              </w:rPr>
              <w:t>Odpowiedź NGO</w:t>
            </w:r>
          </w:p>
        </w:tc>
        <w:tc>
          <w:tcPr>
            <w:tcW w:w="4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b"/>
            </w:pPr>
            <w:r w:rsidRPr="006C3C19">
              <w:rPr>
                <w:color w:val="000000"/>
              </w:rPr>
              <w:t>Analiza odpowiedzi o spotkaniu uzyskanej od NGO</w:t>
            </w:r>
          </w:p>
          <w:p w:rsidR="007A3977" w:rsidRPr="006C3C19" w:rsidRDefault="007A3977">
            <w:pPr>
              <w:pStyle w:val="apodproceduratabelaIItreoar"/>
            </w:pPr>
          </w:p>
          <w:p w:rsidR="007A3977" w:rsidRPr="006C3C19" w:rsidRDefault="007A3977">
            <w:pPr>
              <w:pStyle w:val="apodproceduratabelaIItreoar"/>
            </w:pPr>
            <w:r w:rsidRPr="006C3C19">
              <w:rPr>
                <w:color w:val="000000"/>
              </w:rPr>
              <w:t>Możliwość kontynuacji</w:t>
            </w:r>
          </w:p>
          <w:p w:rsidR="007A3977" w:rsidRPr="006C3C19" w:rsidRDefault="007A3977">
            <w:pPr>
              <w:rPr>
                <w:color w:val="000000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n"/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n"/>
              <w:rPr>
                <w:color w:val="000000"/>
              </w:rPr>
            </w:pPr>
            <w:r w:rsidRPr="006C3C19">
              <w:rPr>
                <w:color w:val="000000"/>
              </w:rPr>
              <w:t>Wydział Oświaty, Kultury i Promocji (OKP)</w:t>
            </w:r>
          </w:p>
        </w:tc>
      </w:tr>
      <w:tr w:rsidR="007A3977" w:rsidRPr="006C3C19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n"/>
            </w:pPr>
            <w:r w:rsidRPr="006C3C19">
              <w:rPr>
                <w:color w:val="000000"/>
              </w:rPr>
              <w:t>5.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n"/>
              <w:rPr>
                <w:color w:val="000000"/>
              </w:rPr>
            </w:pPr>
            <w:r w:rsidRPr="006C3C19">
              <w:rPr>
                <w:color w:val="000000"/>
              </w:rPr>
              <w:t>Wniosek NGO o spotkanie</w:t>
            </w:r>
          </w:p>
        </w:tc>
        <w:tc>
          <w:tcPr>
            <w:tcW w:w="4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b"/>
            </w:pPr>
            <w:r w:rsidRPr="006C3C19">
              <w:rPr>
                <w:color w:val="000000"/>
              </w:rPr>
              <w:t>Podjęcie decyzji w sprawie organizacji spotkania</w:t>
            </w:r>
          </w:p>
          <w:p w:rsidR="007A3977" w:rsidRPr="006C3C19" w:rsidRDefault="007A3977">
            <w:pPr>
              <w:pStyle w:val="apodproceduratabelaIItreoar"/>
            </w:pPr>
          </w:p>
          <w:p w:rsidR="007A3977" w:rsidRPr="006C3C19" w:rsidRDefault="007A3977">
            <w:pPr>
              <w:pStyle w:val="apodproceduratabelaIItreoar"/>
            </w:pPr>
            <w:r w:rsidRPr="006C3C19">
              <w:rPr>
                <w:color w:val="000000"/>
              </w:rPr>
              <w:t>Możliwość kontynuacji</w:t>
            </w:r>
          </w:p>
          <w:p w:rsidR="007A3977" w:rsidRPr="006C3C19" w:rsidRDefault="007A3977">
            <w:pPr>
              <w:rPr>
                <w:color w:val="000000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n"/>
              <w:rPr>
                <w:color w:val="000000"/>
              </w:rPr>
            </w:pPr>
            <w:r w:rsidRPr="006C3C19">
              <w:rPr>
                <w:color w:val="000000"/>
              </w:rPr>
              <w:t>Wniosek NGO o spotkanie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n"/>
              <w:rPr>
                <w:color w:val="000000"/>
              </w:rPr>
            </w:pPr>
            <w:r w:rsidRPr="006C3C19">
              <w:rPr>
                <w:color w:val="000000"/>
              </w:rPr>
              <w:t>Starosta</w:t>
            </w:r>
          </w:p>
        </w:tc>
      </w:tr>
      <w:tr w:rsidR="007A3977" w:rsidRPr="006C3C19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n"/>
            </w:pPr>
            <w:r w:rsidRPr="006C3C19">
              <w:rPr>
                <w:color w:val="000000"/>
              </w:rPr>
              <w:t>6.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n"/>
              <w:rPr>
                <w:color w:val="000000"/>
              </w:rPr>
            </w:pPr>
            <w:r w:rsidRPr="006C3C19">
              <w:rPr>
                <w:color w:val="000000"/>
              </w:rPr>
              <w:t>Wniosek NGO o spotkanie</w:t>
            </w:r>
          </w:p>
        </w:tc>
        <w:tc>
          <w:tcPr>
            <w:tcW w:w="4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b"/>
            </w:pPr>
            <w:r w:rsidRPr="006C3C19">
              <w:rPr>
                <w:color w:val="000000"/>
              </w:rPr>
              <w:t>Zaopiniowanie wniosku</w:t>
            </w:r>
          </w:p>
          <w:p w:rsidR="007A3977" w:rsidRPr="006C3C19" w:rsidRDefault="007A3977">
            <w:pPr>
              <w:pStyle w:val="apodproceduratabelaIItreoar"/>
            </w:pPr>
          </w:p>
          <w:p w:rsidR="007A3977" w:rsidRPr="006C3C19" w:rsidRDefault="007A3977">
            <w:pPr>
              <w:pStyle w:val="apodproceduratabelaIItreoar"/>
            </w:pPr>
            <w:r w:rsidRPr="006C3C19">
              <w:rPr>
                <w:color w:val="000000"/>
              </w:rPr>
              <w:t>Możliwość kontynuacji</w:t>
            </w:r>
          </w:p>
          <w:p w:rsidR="007A3977" w:rsidRPr="006C3C19" w:rsidRDefault="007A3977">
            <w:pPr>
              <w:rPr>
                <w:color w:val="000000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n"/>
              <w:rPr>
                <w:color w:val="000000"/>
              </w:rPr>
            </w:pPr>
            <w:r w:rsidRPr="006C3C19">
              <w:rPr>
                <w:color w:val="000000"/>
              </w:rPr>
              <w:t>Wniosek NGO o spotkanie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n"/>
              <w:rPr>
                <w:color w:val="000000"/>
              </w:rPr>
            </w:pPr>
            <w:r w:rsidRPr="006C3C19">
              <w:rPr>
                <w:color w:val="000000"/>
              </w:rPr>
              <w:t>Wydział Oświaty, Kultury i Promocji (OKP)</w:t>
            </w:r>
          </w:p>
        </w:tc>
      </w:tr>
    </w:tbl>
    <w:p w:rsidR="007A3977" w:rsidRDefault="007A3977">
      <w:pPr>
        <w:widowControl w:val="0"/>
        <w:rPr>
          <w:color w:val="000000"/>
        </w:rPr>
      </w:pPr>
    </w:p>
    <w:p w:rsidR="007A3977" w:rsidRDefault="007A3977">
      <w:pPr>
        <w:pStyle w:val="podproceduraodstep"/>
        <w:rPr>
          <w:color w:val="000000"/>
        </w:rPr>
      </w:pPr>
    </w:p>
    <w:p w:rsidR="007A3977" w:rsidRDefault="007A3977">
      <w:pPr>
        <w:pStyle w:val="podproceduratabelaIIItytu3"/>
      </w:pPr>
      <w:r>
        <w:rPr>
          <w:color w:val="000000"/>
        </w:rPr>
        <w:t>TABELA III WYNIK REALIZACJI PODPROCEDURY</w:t>
      </w:r>
    </w:p>
    <w:p w:rsidR="007A3977" w:rsidRDefault="007A3977">
      <w:pPr>
        <w:widowControl w:val="0"/>
        <w:rPr>
          <w:rFonts w:ascii="Arial" w:hAnsi="Arial" w:cs="Arial"/>
          <w:sz w:val="24"/>
          <w:szCs w:val="24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551"/>
        <w:gridCol w:w="4337"/>
        <w:gridCol w:w="4819"/>
      </w:tblGrid>
      <w:tr w:rsidR="007A3977" w:rsidRPr="006C3C19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977" w:rsidRPr="006C3C19" w:rsidRDefault="007A3977">
            <w:pPr>
              <w:pStyle w:val="podproceduratabelaIIInag3wek"/>
            </w:pPr>
            <w:r w:rsidRPr="006C3C19">
              <w:rPr>
                <w:color w:val="000000"/>
              </w:rPr>
              <w:t>L.p.</w:t>
            </w:r>
          </w:p>
        </w:tc>
        <w:tc>
          <w:tcPr>
            <w:tcW w:w="4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977" w:rsidRPr="006C3C19" w:rsidRDefault="007A3977">
            <w:pPr>
              <w:pStyle w:val="podproceduratabelaIIInag3wek"/>
            </w:pPr>
            <w:r w:rsidRPr="006C3C19">
              <w:rPr>
                <w:color w:val="000000"/>
              </w:rPr>
              <w:t>Odbiorca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977" w:rsidRPr="006C3C19" w:rsidRDefault="007A3977">
            <w:pPr>
              <w:pStyle w:val="podproceduratabelaIIInag3wek"/>
            </w:pPr>
            <w:r w:rsidRPr="006C3C19">
              <w:rPr>
                <w:color w:val="000000"/>
              </w:rPr>
              <w:t>Zdarzenie; Dokument</w:t>
            </w:r>
          </w:p>
        </w:tc>
      </w:tr>
      <w:tr w:rsidR="007A3977" w:rsidRPr="006C3C19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977" w:rsidRPr="006C3C19" w:rsidRDefault="007A3977">
            <w:pPr>
              <w:pStyle w:val="podproceduratabelaIIItreoa"/>
            </w:pPr>
            <w:r w:rsidRPr="006C3C19">
              <w:rPr>
                <w:color w:val="000000"/>
              </w:rPr>
              <w:t xml:space="preserve"> 1.</w:t>
            </w:r>
          </w:p>
        </w:tc>
        <w:tc>
          <w:tcPr>
            <w:tcW w:w="4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977" w:rsidRPr="006C3C19" w:rsidRDefault="007A3977">
            <w:pPr>
              <w:pStyle w:val="podproceduratabelaIIItreoa"/>
            </w:pPr>
            <w:r w:rsidRPr="006C3C19">
              <w:rPr>
                <w:color w:val="000000"/>
              </w:rPr>
              <w:t>Wydział Oświaty, Kultury i Promocji (OKP)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977" w:rsidRPr="006C3C19" w:rsidRDefault="007A3977">
            <w:pPr>
              <w:pStyle w:val="podproceduratabelaIIItreoa"/>
            </w:pPr>
            <w:r w:rsidRPr="006C3C19">
              <w:rPr>
                <w:color w:val="000000"/>
              </w:rPr>
              <w:t>Wystosowano zaproszenia na spotkanie z NGO;</w:t>
            </w:r>
            <w:r w:rsidRPr="006C3C19">
              <w:rPr>
                <w:color w:val="000000"/>
              </w:rPr>
              <w:br/>
              <w:t>Zaproszenie</w:t>
            </w:r>
          </w:p>
        </w:tc>
      </w:tr>
    </w:tbl>
    <w:p w:rsidR="007A3977" w:rsidRDefault="007A3977">
      <w:pPr>
        <w:widowControl w:val="0"/>
        <w:rPr>
          <w:color w:val="000000"/>
        </w:rPr>
      </w:pPr>
    </w:p>
    <w:p w:rsidR="007A3977" w:rsidRDefault="007A3977">
      <w:pPr>
        <w:rPr>
          <w:color w:val="000000"/>
        </w:rPr>
      </w:pPr>
      <w:r>
        <w:rPr>
          <w:color w:val="000000"/>
        </w:rPr>
        <w:t>DOKUMENTY ZWIĄZANE:</w:t>
      </w:r>
    </w:p>
    <w:p w:rsidR="007A3977" w:rsidRDefault="007A3977">
      <w:pPr>
        <w:rPr>
          <w:color w:val="000000"/>
        </w:rPr>
      </w:pPr>
    </w:p>
    <w:p w:rsidR="007A3977" w:rsidRDefault="007A3977">
      <w:pPr>
        <w:rPr>
          <w:color w:val="000000"/>
        </w:rPr>
      </w:pPr>
      <w:r>
        <w:rPr>
          <w:color w:val="000000"/>
        </w:rPr>
        <w:t xml:space="preserve"> 1. Informacja o spotkaniu</w:t>
      </w:r>
    </w:p>
    <w:p w:rsidR="007A3977" w:rsidRDefault="007A3977">
      <w:pPr>
        <w:rPr>
          <w:color w:val="000000"/>
        </w:rPr>
      </w:pPr>
      <w:r>
        <w:rPr>
          <w:color w:val="000000"/>
        </w:rPr>
        <w:t xml:space="preserve"> 2. Informacja o spotkaniu</w:t>
      </w:r>
    </w:p>
    <w:p w:rsidR="007A3977" w:rsidRDefault="007A3977">
      <w:pPr>
        <w:rPr>
          <w:color w:val="000000"/>
        </w:rPr>
      </w:pPr>
      <w:r>
        <w:rPr>
          <w:color w:val="000000"/>
        </w:rPr>
        <w:t xml:space="preserve"> 3. Odpowiedź NGO</w:t>
      </w:r>
    </w:p>
    <w:p w:rsidR="007A3977" w:rsidRDefault="007A3977">
      <w:pPr>
        <w:rPr>
          <w:color w:val="000000"/>
        </w:rPr>
      </w:pPr>
      <w:r>
        <w:rPr>
          <w:color w:val="000000"/>
        </w:rPr>
        <w:t xml:space="preserve"> 4. Wniosek NGO o spotkanie</w:t>
      </w:r>
    </w:p>
    <w:p w:rsidR="007A3977" w:rsidRDefault="007A3977">
      <w:pPr>
        <w:rPr>
          <w:color w:val="000000"/>
        </w:rPr>
      </w:pPr>
      <w:r>
        <w:rPr>
          <w:color w:val="000000"/>
        </w:rPr>
        <w:t xml:space="preserve"> 5. Wniosek NGO o spotkanie</w:t>
      </w:r>
    </w:p>
    <w:p w:rsidR="007A3977" w:rsidRDefault="007A3977">
      <w:pPr>
        <w:rPr>
          <w:color w:val="000000"/>
        </w:rPr>
      </w:pPr>
      <w:r>
        <w:rPr>
          <w:color w:val="000000"/>
        </w:rPr>
        <w:t xml:space="preserve"> 6. Wniosek NGO o spotkanie</w:t>
      </w:r>
    </w:p>
    <w:p w:rsidR="007A3977" w:rsidRDefault="007A3977">
      <w:pPr>
        <w:rPr>
          <w:color w:val="000000"/>
        </w:rPr>
      </w:pPr>
      <w:r>
        <w:rPr>
          <w:color w:val="000000"/>
        </w:rPr>
        <w:t xml:space="preserve"> 7. Wniosek NGO o spotkanie</w:t>
      </w:r>
    </w:p>
    <w:p w:rsidR="007A3977" w:rsidRDefault="007A3977">
      <w:pPr>
        <w:rPr>
          <w:color w:val="000000"/>
        </w:rPr>
      </w:pPr>
      <w:r>
        <w:rPr>
          <w:color w:val="000000"/>
        </w:rPr>
        <w:t xml:space="preserve"> 8. Wniosek NGO o spotkanie</w:t>
      </w:r>
    </w:p>
    <w:p w:rsidR="007A3977" w:rsidRDefault="007A3977">
      <w:pPr>
        <w:rPr>
          <w:color w:val="000000"/>
        </w:rPr>
      </w:pPr>
      <w:r>
        <w:rPr>
          <w:color w:val="000000"/>
        </w:rPr>
        <w:t xml:space="preserve"> 9. Zaproszenie</w:t>
      </w:r>
    </w:p>
    <w:p w:rsidR="007A3977" w:rsidRDefault="007A3977">
      <w:pPr>
        <w:pStyle w:val="podproceduratabelaIIItytu3"/>
        <w:rPr>
          <w:color w:val="000000"/>
        </w:rPr>
      </w:pPr>
      <w:r>
        <w:rPr>
          <w:color w:val="000000"/>
        </w:rPr>
        <w:br w:type="page"/>
        <w:t>MODEL PROCESU:</w:t>
      </w:r>
    </w:p>
    <w:p w:rsidR="007A3977" w:rsidRDefault="007A3977">
      <w:pPr>
        <w:pStyle w:val="Heading3"/>
        <w:rPr>
          <w:color w:val="000000"/>
        </w:rPr>
      </w:pPr>
      <w:r w:rsidRPr="006C3C19">
        <w:rPr>
          <w:rFonts w:ascii="Arial" w:hAnsi="Arial" w:cs="Arial"/>
          <w:noProof/>
          <w:sz w:val="24"/>
          <w:szCs w:val="24"/>
        </w:rPr>
        <w:pict>
          <v:shape id="Obraz 10" o:spid="_x0000_i1034" type="#_x0000_t75" style="width:213.75pt;height:661.5pt;visibility:visible">
            <v:imagedata r:id="rId13" o:title=""/>
          </v:shape>
        </w:pict>
      </w:r>
      <w:r>
        <w:rPr>
          <w:rFonts w:ascii="Arial" w:hAnsi="Arial" w:cs="Arial"/>
          <w:sz w:val="24"/>
          <w:szCs w:val="24"/>
        </w:rPr>
        <w:t xml:space="preserve">  </w:t>
      </w:r>
      <w:r>
        <w:rPr>
          <w:color w:val="000000"/>
        </w:rPr>
        <w:br w:type="page"/>
      </w:r>
    </w:p>
    <w:p w:rsidR="007A3977" w:rsidRDefault="007A3977" w:rsidP="00D60416">
      <w:pPr>
        <w:pStyle w:val="Heading3"/>
        <w:jc w:val="both"/>
        <w:rPr>
          <w:color w:val="000000"/>
        </w:rPr>
      </w:pPr>
      <w:r w:rsidRPr="00B344F5">
        <w:rPr>
          <w:rFonts w:ascii="Calibri" w:hAnsi="Calibri"/>
          <w:i w:val="0"/>
          <w:color w:val="000000"/>
          <w:sz w:val="24"/>
          <w:u w:val="single"/>
        </w:rPr>
        <w:t xml:space="preserve">Procedura </w:t>
      </w:r>
      <w:r>
        <w:rPr>
          <w:rFonts w:ascii="Calibri" w:hAnsi="Calibri"/>
          <w:i w:val="0"/>
          <w:color w:val="000000"/>
          <w:sz w:val="24"/>
          <w:u w:val="single"/>
        </w:rPr>
        <w:t>2</w:t>
      </w:r>
      <w:r w:rsidRPr="00B344F5">
        <w:rPr>
          <w:rFonts w:ascii="Calibri" w:hAnsi="Calibri"/>
          <w:i w:val="0"/>
          <w:color w:val="000000"/>
          <w:sz w:val="24"/>
          <w:u w:val="single"/>
        </w:rPr>
        <w:t xml:space="preserve">. </w:t>
      </w:r>
      <w:r>
        <w:rPr>
          <w:rFonts w:ascii="Calibri" w:hAnsi="Calibri"/>
          <w:i w:val="0"/>
          <w:color w:val="000000"/>
          <w:sz w:val="24"/>
          <w:u w:val="single"/>
        </w:rPr>
        <w:t>Opracowanie procedur dot. współorganizowania nieformalnych spotkań NGO.</w:t>
      </w:r>
    </w:p>
    <w:p w:rsidR="007A3977" w:rsidRDefault="007A3977" w:rsidP="00D60416">
      <w:pPr>
        <w:pStyle w:val="Heading3"/>
        <w:rPr>
          <w:color w:val="000000"/>
        </w:rPr>
      </w:pPr>
    </w:p>
    <w:p w:rsidR="007A3977" w:rsidRPr="00427EAF" w:rsidRDefault="007A3977" w:rsidP="00D60416">
      <w:pPr>
        <w:pStyle w:val="Heading3"/>
        <w:rPr>
          <w:rFonts w:ascii="Calibri" w:hAnsi="Calibri" w:cs="Arial"/>
          <w:b w:val="0"/>
          <w:i w:val="0"/>
          <w:sz w:val="24"/>
          <w:szCs w:val="24"/>
        </w:rPr>
      </w:pPr>
      <w:r w:rsidRPr="00427EAF">
        <w:rPr>
          <w:rFonts w:ascii="Calibri" w:hAnsi="Calibri" w:cs="Arial"/>
          <w:b w:val="0"/>
          <w:i w:val="0"/>
          <w:color w:val="000000"/>
          <w:sz w:val="24"/>
          <w:szCs w:val="24"/>
        </w:rPr>
        <w:t xml:space="preserve">Proces </w:t>
      </w:r>
      <w:r>
        <w:rPr>
          <w:rFonts w:ascii="Calibri" w:hAnsi="Calibri" w:cs="Arial"/>
          <w:b w:val="0"/>
          <w:i w:val="0"/>
          <w:color w:val="000000"/>
          <w:sz w:val="24"/>
          <w:szCs w:val="24"/>
        </w:rPr>
        <w:t>34</w:t>
      </w:r>
    </w:p>
    <w:p w:rsidR="007A3977" w:rsidRDefault="007A3977" w:rsidP="00D60416">
      <w:pPr>
        <w:pStyle w:val="Heading3"/>
        <w:rPr>
          <w:color w:val="000000"/>
        </w:rPr>
      </w:pPr>
    </w:p>
    <w:p w:rsidR="007A3977" w:rsidRDefault="007A3977">
      <w:pPr>
        <w:pStyle w:val="podproceduraodstep"/>
      </w:pPr>
    </w:p>
    <w:p w:rsidR="007A3977" w:rsidRDefault="007A3977">
      <w:pPr>
        <w:pStyle w:val="podproceduratabelaItytu3"/>
      </w:pPr>
      <w:r>
        <w:rPr>
          <w:color w:val="000000"/>
        </w:rPr>
        <w:t>TABELA I INICJACJA PODPROCEDURY</w:t>
      </w:r>
    </w:p>
    <w:p w:rsidR="007A3977" w:rsidRDefault="007A3977">
      <w:pPr>
        <w:widowControl w:val="0"/>
        <w:rPr>
          <w:rFonts w:ascii="Arial" w:hAnsi="Arial" w:cs="Arial"/>
          <w:sz w:val="24"/>
          <w:szCs w:val="24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551"/>
        <w:gridCol w:w="4337"/>
        <w:gridCol w:w="4819"/>
      </w:tblGrid>
      <w:tr w:rsidR="007A3977" w:rsidRPr="006C3C19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977" w:rsidRPr="006C3C19" w:rsidRDefault="007A3977">
            <w:pPr>
              <w:pStyle w:val="podproceduratabelaInag3wek"/>
            </w:pPr>
            <w:r w:rsidRPr="006C3C19">
              <w:rPr>
                <w:color w:val="000000"/>
              </w:rPr>
              <w:t>L.p.</w:t>
            </w:r>
          </w:p>
        </w:tc>
        <w:tc>
          <w:tcPr>
            <w:tcW w:w="4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977" w:rsidRPr="006C3C19" w:rsidRDefault="007A3977">
            <w:pPr>
              <w:pStyle w:val="podproceduratabelaInag3wek"/>
            </w:pPr>
            <w:r w:rsidRPr="006C3C19">
              <w:rPr>
                <w:color w:val="000000"/>
              </w:rPr>
              <w:t>Dostawca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977" w:rsidRPr="006C3C19" w:rsidRDefault="007A3977">
            <w:pPr>
              <w:pStyle w:val="podproceduratabelaInag3wek"/>
            </w:pPr>
            <w:r w:rsidRPr="006C3C19">
              <w:rPr>
                <w:color w:val="000000"/>
              </w:rPr>
              <w:t>Zdarzenie; Dokument</w:t>
            </w:r>
          </w:p>
        </w:tc>
      </w:tr>
      <w:tr w:rsidR="007A3977" w:rsidRPr="006C3C19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977" w:rsidRPr="006C3C19" w:rsidRDefault="007A3977">
            <w:pPr>
              <w:pStyle w:val="podproceduratabelaItreoa"/>
            </w:pPr>
            <w:r w:rsidRPr="006C3C19">
              <w:rPr>
                <w:color w:val="000000"/>
              </w:rPr>
              <w:t xml:space="preserve"> 1.</w:t>
            </w:r>
          </w:p>
        </w:tc>
        <w:tc>
          <w:tcPr>
            <w:tcW w:w="4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977" w:rsidRPr="006C3C19" w:rsidRDefault="007A3977">
            <w:pPr>
              <w:pStyle w:val="podproceduratabelaItreoa"/>
            </w:pP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977" w:rsidRPr="006C3C19" w:rsidRDefault="007A3977">
            <w:pPr>
              <w:pStyle w:val="podproceduratabelaItreoa"/>
            </w:pPr>
            <w:r w:rsidRPr="006C3C19">
              <w:rPr>
                <w:color w:val="000000"/>
              </w:rPr>
              <w:t>NGO zgłosiło potrzebę spotkania wraz z wnioskiem o współudział ze strony JST</w:t>
            </w:r>
          </w:p>
        </w:tc>
      </w:tr>
    </w:tbl>
    <w:p w:rsidR="007A3977" w:rsidRDefault="007A3977">
      <w:pPr>
        <w:widowControl w:val="0"/>
        <w:rPr>
          <w:color w:val="000000"/>
        </w:rPr>
      </w:pPr>
    </w:p>
    <w:p w:rsidR="007A3977" w:rsidRDefault="007A3977">
      <w:pPr>
        <w:pStyle w:val="podproceduraodstep"/>
        <w:rPr>
          <w:color w:val="000000"/>
        </w:rPr>
      </w:pPr>
    </w:p>
    <w:p w:rsidR="007A3977" w:rsidRDefault="007A3977">
      <w:pPr>
        <w:pStyle w:val="apodproceduratabelaIItytu3"/>
      </w:pPr>
      <w:r>
        <w:rPr>
          <w:color w:val="000000"/>
        </w:rPr>
        <w:t>TABELA II OPIS PRACY</w:t>
      </w:r>
    </w:p>
    <w:p w:rsidR="007A3977" w:rsidRDefault="007A3977">
      <w:pPr>
        <w:widowControl w:val="0"/>
        <w:rPr>
          <w:rFonts w:ascii="Arial" w:hAnsi="Arial" w:cs="Arial"/>
          <w:sz w:val="24"/>
          <w:szCs w:val="24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551"/>
        <w:gridCol w:w="1542"/>
        <w:gridCol w:w="4530"/>
        <w:gridCol w:w="1542"/>
        <w:gridCol w:w="1542"/>
      </w:tblGrid>
      <w:tr w:rsidR="007A3977" w:rsidRPr="006C3C19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nag3wek2"/>
            </w:pPr>
            <w:r w:rsidRPr="006C3C19">
              <w:rPr>
                <w:color w:val="000000"/>
              </w:rPr>
              <w:t>L.p.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nag3wek2"/>
            </w:pPr>
            <w:r w:rsidRPr="006C3C19">
              <w:rPr>
                <w:color w:val="000000"/>
              </w:rPr>
              <w:t>Dokument na wejściu do czynności</w:t>
            </w:r>
          </w:p>
        </w:tc>
        <w:tc>
          <w:tcPr>
            <w:tcW w:w="4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nag3wek2"/>
            </w:pPr>
            <w:r w:rsidRPr="006C3C19">
              <w:rPr>
                <w:color w:val="000000"/>
              </w:rPr>
              <w:t>Opis czynności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nag3wek2"/>
            </w:pPr>
            <w:r w:rsidRPr="006C3C19">
              <w:rPr>
                <w:color w:val="000000"/>
              </w:rPr>
              <w:t>Dokument na wyjściu z czynności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nag3wek2"/>
            </w:pPr>
            <w:r w:rsidRPr="006C3C19">
              <w:rPr>
                <w:color w:val="000000"/>
              </w:rPr>
              <w:t>Stanowisko wykonujące czynność</w:t>
            </w:r>
          </w:p>
        </w:tc>
      </w:tr>
      <w:tr w:rsidR="007A3977" w:rsidRPr="006C3C19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n"/>
            </w:pPr>
            <w:r w:rsidRPr="006C3C19">
              <w:rPr>
                <w:color w:val="000000"/>
              </w:rPr>
              <w:t>1.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n"/>
              <w:rPr>
                <w:color w:val="000000"/>
              </w:rPr>
            </w:pPr>
            <w:r w:rsidRPr="006C3C19">
              <w:rPr>
                <w:color w:val="000000"/>
              </w:rPr>
              <w:t>Wniosek NGO o spotkanie</w:t>
            </w:r>
          </w:p>
        </w:tc>
        <w:tc>
          <w:tcPr>
            <w:tcW w:w="4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b"/>
            </w:pPr>
            <w:r w:rsidRPr="006C3C19">
              <w:rPr>
                <w:color w:val="000000"/>
              </w:rPr>
              <w:t>Opracowanie wniosku na posiedzenie Zarząd Powiatu wraz z podaniem informacji o możliwym zakresie współudziału</w:t>
            </w:r>
          </w:p>
          <w:p w:rsidR="007A3977" w:rsidRPr="006C3C19" w:rsidRDefault="007A3977">
            <w:pPr>
              <w:pStyle w:val="apodproceduratabelaIItreoar"/>
            </w:pPr>
          </w:p>
          <w:p w:rsidR="007A3977" w:rsidRPr="006C3C19" w:rsidRDefault="007A3977">
            <w:pPr>
              <w:pStyle w:val="apodproceduratabelaIItreoar"/>
            </w:pPr>
            <w:r w:rsidRPr="006C3C19">
              <w:rPr>
                <w:color w:val="000000"/>
              </w:rPr>
              <w:t>Możliwość kontynuacji</w:t>
            </w:r>
          </w:p>
          <w:p w:rsidR="007A3977" w:rsidRPr="006C3C19" w:rsidRDefault="007A3977">
            <w:pPr>
              <w:rPr>
                <w:color w:val="000000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n"/>
              <w:rPr>
                <w:color w:val="000000"/>
              </w:rPr>
            </w:pPr>
            <w:r w:rsidRPr="006C3C19">
              <w:rPr>
                <w:color w:val="000000"/>
              </w:rPr>
              <w:t>Wniosek na posiedzenie Zarządu Powiatu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n"/>
              <w:rPr>
                <w:color w:val="000000"/>
              </w:rPr>
            </w:pPr>
            <w:r w:rsidRPr="006C3C19">
              <w:rPr>
                <w:color w:val="000000"/>
              </w:rPr>
              <w:t>Wydział Oświaty, Kultury i Promocji (OKP)</w:t>
            </w:r>
          </w:p>
        </w:tc>
      </w:tr>
      <w:tr w:rsidR="007A3977" w:rsidRPr="006C3C19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n"/>
            </w:pPr>
            <w:r w:rsidRPr="006C3C19">
              <w:rPr>
                <w:color w:val="000000"/>
              </w:rPr>
              <w:t>2.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n"/>
            </w:pPr>
          </w:p>
        </w:tc>
        <w:tc>
          <w:tcPr>
            <w:tcW w:w="4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b"/>
            </w:pPr>
            <w:r w:rsidRPr="006C3C19">
              <w:rPr>
                <w:color w:val="000000"/>
              </w:rPr>
              <w:t>Wytypowanie przedstawicieli JST do udziału w spotkaniu</w:t>
            </w:r>
          </w:p>
          <w:p w:rsidR="007A3977" w:rsidRPr="006C3C19" w:rsidRDefault="007A3977">
            <w:pPr>
              <w:pStyle w:val="apodproceduratabelaIItreoar"/>
            </w:pPr>
          </w:p>
          <w:p w:rsidR="007A3977" w:rsidRPr="006C3C19" w:rsidRDefault="007A3977">
            <w:pPr>
              <w:pStyle w:val="apodproceduratabelaIItreoar"/>
            </w:pPr>
            <w:r w:rsidRPr="006C3C19">
              <w:rPr>
                <w:color w:val="000000"/>
              </w:rPr>
              <w:t>Możliwość kontynuacji</w:t>
            </w:r>
          </w:p>
          <w:p w:rsidR="007A3977" w:rsidRPr="006C3C19" w:rsidRDefault="007A3977">
            <w:pPr>
              <w:rPr>
                <w:color w:val="000000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n"/>
              <w:rPr>
                <w:color w:val="000000"/>
              </w:rPr>
            </w:pPr>
            <w:r w:rsidRPr="006C3C19">
              <w:rPr>
                <w:color w:val="000000"/>
              </w:rPr>
              <w:t>Lista przedstawicieli JST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n"/>
              <w:rPr>
                <w:color w:val="000000"/>
              </w:rPr>
            </w:pPr>
            <w:r w:rsidRPr="006C3C19">
              <w:rPr>
                <w:color w:val="000000"/>
              </w:rPr>
              <w:t>Starosta</w:t>
            </w:r>
          </w:p>
        </w:tc>
      </w:tr>
      <w:tr w:rsidR="007A3977" w:rsidRPr="006C3C19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n"/>
            </w:pPr>
            <w:r w:rsidRPr="006C3C19">
              <w:rPr>
                <w:color w:val="000000"/>
              </w:rPr>
              <w:t>3.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n"/>
              <w:rPr>
                <w:color w:val="000000"/>
              </w:rPr>
            </w:pPr>
            <w:r w:rsidRPr="006C3C19">
              <w:rPr>
                <w:color w:val="000000"/>
              </w:rPr>
              <w:t>Wniosek na posiedzenie Zarządu Powiatu</w:t>
            </w:r>
          </w:p>
        </w:tc>
        <w:tc>
          <w:tcPr>
            <w:tcW w:w="4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b"/>
            </w:pPr>
            <w:r w:rsidRPr="006C3C19">
              <w:rPr>
                <w:color w:val="000000"/>
              </w:rPr>
              <w:t>Analiza, podjęcie decyzji</w:t>
            </w:r>
          </w:p>
          <w:p w:rsidR="007A3977" w:rsidRPr="006C3C19" w:rsidRDefault="007A3977">
            <w:pPr>
              <w:pStyle w:val="apodproceduratabelaIItreoar"/>
            </w:pPr>
          </w:p>
          <w:p w:rsidR="007A3977" w:rsidRPr="006C3C19" w:rsidRDefault="007A3977">
            <w:pPr>
              <w:pStyle w:val="apodproceduratabelaIItreoar"/>
            </w:pPr>
            <w:r w:rsidRPr="006C3C19">
              <w:rPr>
                <w:color w:val="000000"/>
              </w:rPr>
              <w:t>Możliwość kontynuacji</w:t>
            </w:r>
          </w:p>
          <w:p w:rsidR="007A3977" w:rsidRPr="006C3C19" w:rsidRDefault="007A3977">
            <w:pPr>
              <w:rPr>
                <w:color w:val="000000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n"/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n"/>
              <w:rPr>
                <w:color w:val="000000"/>
              </w:rPr>
            </w:pPr>
            <w:r w:rsidRPr="006C3C19">
              <w:rPr>
                <w:color w:val="000000"/>
              </w:rPr>
              <w:t>Zarząd Powiatu</w:t>
            </w:r>
          </w:p>
        </w:tc>
      </w:tr>
      <w:tr w:rsidR="007A3977" w:rsidRPr="006C3C19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n"/>
            </w:pPr>
            <w:r w:rsidRPr="006C3C19">
              <w:rPr>
                <w:color w:val="000000"/>
              </w:rPr>
              <w:t>4.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n"/>
              <w:rPr>
                <w:color w:val="000000"/>
              </w:rPr>
            </w:pPr>
            <w:r w:rsidRPr="006C3C19">
              <w:rPr>
                <w:color w:val="000000"/>
              </w:rPr>
              <w:t>Lista przedstawicieli JST;</w:t>
            </w:r>
          </w:p>
          <w:p w:rsidR="007A3977" w:rsidRPr="006C3C19" w:rsidRDefault="007A3977">
            <w:pPr>
              <w:pStyle w:val="apodproceduratabelaIItreoan"/>
              <w:rPr>
                <w:color w:val="000000"/>
              </w:rPr>
            </w:pPr>
            <w:r w:rsidRPr="006C3C19">
              <w:rPr>
                <w:color w:val="000000"/>
              </w:rPr>
              <w:t>Informacja do NGO o zakresie współudziału</w:t>
            </w:r>
          </w:p>
        </w:tc>
        <w:tc>
          <w:tcPr>
            <w:tcW w:w="4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b"/>
            </w:pPr>
            <w:r w:rsidRPr="006C3C19">
              <w:rPr>
                <w:color w:val="000000"/>
              </w:rPr>
              <w:t>Przekazanie informacji do NGO o zgodzie na współorganizowanie spotkania wraz z podaniem zakresu oraz listą przedstawicieli JST</w:t>
            </w:r>
          </w:p>
          <w:p w:rsidR="007A3977" w:rsidRPr="006C3C19" w:rsidRDefault="007A3977">
            <w:pPr>
              <w:pStyle w:val="apodproceduratabelaIItreoar"/>
            </w:pPr>
          </w:p>
          <w:p w:rsidR="007A3977" w:rsidRPr="006C3C19" w:rsidRDefault="007A3977">
            <w:pPr>
              <w:pStyle w:val="apodproceduratabelaIItreoar"/>
            </w:pPr>
            <w:r w:rsidRPr="006C3C19">
              <w:rPr>
                <w:color w:val="000000"/>
              </w:rPr>
              <w:t>Możliwość kontynuacji</w:t>
            </w:r>
          </w:p>
          <w:p w:rsidR="007A3977" w:rsidRPr="006C3C19" w:rsidRDefault="007A3977">
            <w:pPr>
              <w:rPr>
                <w:color w:val="000000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n"/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n"/>
              <w:rPr>
                <w:color w:val="000000"/>
              </w:rPr>
            </w:pPr>
            <w:r w:rsidRPr="006C3C19">
              <w:rPr>
                <w:color w:val="000000"/>
              </w:rPr>
              <w:t>Wydział Oświaty, Kultury i Promocji (OKP)</w:t>
            </w:r>
          </w:p>
        </w:tc>
      </w:tr>
    </w:tbl>
    <w:p w:rsidR="007A3977" w:rsidRDefault="007A3977">
      <w:pPr>
        <w:widowControl w:val="0"/>
        <w:rPr>
          <w:color w:val="000000"/>
        </w:rPr>
      </w:pPr>
    </w:p>
    <w:p w:rsidR="007A3977" w:rsidRDefault="007A3977">
      <w:pPr>
        <w:pStyle w:val="podproceduraodstep"/>
        <w:rPr>
          <w:color w:val="000000"/>
        </w:rPr>
      </w:pPr>
    </w:p>
    <w:p w:rsidR="007A3977" w:rsidRDefault="007A3977">
      <w:pPr>
        <w:pStyle w:val="podproceduratabelaIIItytu3"/>
      </w:pPr>
      <w:r>
        <w:rPr>
          <w:color w:val="000000"/>
        </w:rPr>
        <w:t>TABELA III WYNIK REALIZACJI PODPROCEDURY</w:t>
      </w:r>
    </w:p>
    <w:p w:rsidR="007A3977" w:rsidRDefault="007A3977">
      <w:pPr>
        <w:widowControl w:val="0"/>
        <w:rPr>
          <w:rFonts w:ascii="Arial" w:hAnsi="Arial" w:cs="Arial"/>
          <w:sz w:val="24"/>
          <w:szCs w:val="24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551"/>
        <w:gridCol w:w="4337"/>
        <w:gridCol w:w="4819"/>
      </w:tblGrid>
      <w:tr w:rsidR="007A3977" w:rsidRPr="006C3C19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977" w:rsidRPr="006C3C19" w:rsidRDefault="007A3977">
            <w:pPr>
              <w:pStyle w:val="podproceduratabelaIIInag3wek"/>
            </w:pPr>
            <w:r w:rsidRPr="006C3C19">
              <w:rPr>
                <w:color w:val="000000"/>
              </w:rPr>
              <w:t>L.p.</w:t>
            </w:r>
          </w:p>
        </w:tc>
        <w:tc>
          <w:tcPr>
            <w:tcW w:w="4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977" w:rsidRPr="006C3C19" w:rsidRDefault="007A3977">
            <w:pPr>
              <w:pStyle w:val="podproceduratabelaIIInag3wek"/>
            </w:pPr>
            <w:r w:rsidRPr="006C3C19">
              <w:rPr>
                <w:color w:val="000000"/>
              </w:rPr>
              <w:t>Odbiorca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977" w:rsidRPr="006C3C19" w:rsidRDefault="007A3977">
            <w:pPr>
              <w:pStyle w:val="podproceduratabelaIIInag3wek"/>
            </w:pPr>
            <w:r w:rsidRPr="006C3C19">
              <w:rPr>
                <w:color w:val="000000"/>
              </w:rPr>
              <w:t>Zdarzenie; Dokument</w:t>
            </w:r>
          </w:p>
        </w:tc>
      </w:tr>
      <w:tr w:rsidR="007A3977" w:rsidRPr="006C3C19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977" w:rsidRPr="006C3C19" w:rsidRDefault="007A3977">
            <w:pPr>
              <w:pStyle w:val="podproceduratabelaIIItreoa"/>
            </w:pPr>
            <w:r w:rsidRPr="006C3C19">
              <w:rPr>
                <w:color w:val="000000"/>
              </w:rPr>
              <w:t xml:space="preserve"> 1.</w:t>
            </w:r>
          </w:p>
        </w:tc>
        <w:tc>
          <w:tcPr>
            <w:tcW w:w="4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977" w:rsidRPr="006C3C19" w:rsidRDefault="007A3977">
            <w:pPr>
              <w:pStyle w:val="podproceduratabelaIIItreoa"/>
            </w:pPr>
            <w:r w:rsidRPr="006C3C19">
              <w:rPr>
                <w:color w:val="000000"/>
              </w:rPr>
              <w:t>Zarząd Powiatu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977" w:rsidRPr="006C3C19" w:rsidRDefault="007A3977">
            <w:pPr>
              <w:pStyle w:val="podproceduratabelaIIItreoa"/>
            </w:pPr>
            <w:r w:rsidRPr="006C3C19">
              <w:rPr>
                <w:color w:val="000000"/>
              </w:rPr>
              <w:t>Decyzja negatywna Zarządu Powiatu - brak zgody na udział JST</w:t>
            </w:r>
          </w:p>
        </w:tc>
      </w:tr>
      <w:tr w:rsidR="007A3977" w:rsidRPr="006C3C19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977" w:rsidRPr="006C3C19" w:rsidRDefault="007A3977">
            <w:pPr>
              <w:pStyle w:val="podproceduratabelaIIItreoa"/>
            </w:pPr>
            <w:r w:rsidRPr="006C3C19">
              <w:rPr>
                <w:color w:val="000000"/>
              </w:rPr>
              <w:t xml:space="preserve"> 2.</w:t>
            </w:r>
          </w:p>
        </w:tc>
        <w:tc>
          <w:tcPr>
            <w:tcW w:w="4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977" w:rsidRPr="006C3C19" w:rsidRDefault="007A3977">
            <w:pPr>
              <w:pStyle w:val="podproceduratabelaIIItreoa"/>
            </w:pPr>
            <w:r w:rsidRPr="006C3C19">
              <w:rPr>
                <w:color w:val="000000"/>
              </w:rPr>
              <w:t>Wydział Oświaty, Kultury i Promocji (OKP)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977" w:rsidRPr="006C3C19" w:rsidRDefault="007A3977">
            <w:pPr>
              <w:pStyle w:val="podproceduratabelaIIItreoa"/>
            </w:pPr>
            <w:r w:rsidRPr="006C3C19">
              <w:rPr>
                <w:color w:val="000000"/>
              </w:rPr>
              <w:t>NGO została poinformowana o zgodzie na współorganizowanie spotkania</w:t>
            </w:r>
          </w:p>
        </w:tc>
      </w:tr>
    </w:tbl>
    <w:p w:rsidR="007A3977" w:rsidRDefault="007A3977">
      <w:pPr>
        <w:widowControl w:val="0"/>
        <w:rPr>
          <w:color w:val="000000"/>
        </w:rPr>
      </w:pPr>
    </w:p>
    <w:p w:rsidR="007A3977" w:rsidRDefault="007A3977">
      <w:pPr>
        <w:rPr>
          <w:color w:val="000000"/>
        </w:rPr>
      </w:pPr>
      <w:r>
        <w:rPr>
          <w:color w:val="000000"/>
        </w:rPr>
        <w:t>DOKUMENTY ZWIĄZANE:</w:t>
      </w:r>
    </w:p>
    <w:p w:rsidR="007A3977" w:rsidRDefault="007A3977">
      <w:pPr>
        <w:rPr>
          <w:color w:val="000000"/>
        </w:rPr>
      </w:pPr>
    </w:p>
    <w:p w:rsidR="007A3977" w:rsidRDefault="007A3977">
      <w:pPr>
        <w:rPr>
          <w:color w:val="000000"/>
        </w:rPr>
      </w:pPr>
      <w:r>
        <w:rPr>
          <w:color w:val="000000"/>
        </w:rPr>
        <w:t xml:space="preserve"> 1. Informacja do NGO o zakresie współudziału</w:t>
      </w:r>
    </w:p>
    <w:p w:rsidR="007A3977" w:rsidRDefault="007A3977">
      <w:pPr>
        <w:rPr>
          <w:color w:val="000000"/>
        </w:rPr>
      </w:pPr>
      <w:r>
        <w:rPr>
          <w:color w:val="000000"/>
        </w:rPr>
        <w:t xml:space="preserve"> 2. Lista przedstawicieli JST</w:t>
      </w:r>
    </w:p>
    <w:p w:rsidR="007A3977" w:rsidRDefault="007A3977">
      <w:pPr>
        <w:rPr>
          <w:color w:val="000000"/>
        </w:rPr>
      </w:pPr>
      <w:r>
        <w:rPr>
          <w:color w:val="000000"/>
        </w:rPr>
        <w:t xml:space="preserve"> 3. Lista przedstawicieli JST</w:t>
      </w:r>
    </w:p>
    <w:p w:rsidR="007A3977" w:rsidRDefault="007A3977">
      <w:pPr>
        <w:rPr>
          <w:color w:val="000000"/>
        </w:rPr>
      </w:pPr>
      <w:r>
        <w:rPr>
          <w:color w:val="000000"/>
        </w:rPr>
        <w:t xml:space="preserve"> 4. Wniosek na posiedzenie Zarządu Powiatu</w:t>
      </w:r>
    </w:p>
    <w:p w:rsidR="007A3977" w:rsidRDefault="007A3977">
      <w:pPr>
        <w:rPr>
          <w:color w:val="000000"/>
        </w:rPr>
      </w:pPr>
      <w:r>
        <w:rPr>
          <w:color w:val="000000"/>
        </w:rPr>
        <w:t xml:space="preserve"> 5. Wniosek na posiedzenie Zarządu Powiatu</w:t>
      </w:r>
    </w:p>
    <w:p w:rsidR="007A3977" w:rsidRDefault="007A3977">
      <w:pPr>
        <w:rPr>
          <w:color w:val="000000"/>
        </w:rPr>
      </w:pPr>
      <w:r>
        <w:rPr>
          <w:color w:val="000000"/>
        </w:rPr>
        <w:t xml:space="preserve"> 6. Wniosek NGO o spotkanie</w:t>
      </w:r>
    </w:p>
    <w:p w:rsidR="007A3977" w:rsidRDefault="007A3977">
      <w:pPr>
        <w:pStyle w:val="podproceduratabelaIIItytu3"/>
        <w:rPr>
          <w:color w:val="000000"/>
        </w:rPr>
      </w:pPr>
      <w:r>
        <w:rPr>
          <w:color w:val="000000"/>
        </w:rPr>
        <w:br w:type="page"/>
        <w:t>MODEL PROCESU:</w:t>
      </w:r>
    </w:p>
    <w:p w:rsidR="007A3977" w:rsidRDefault="007A3977">
      <w:pPr>
        <w:pStyle w:val="Heading3"/>
        <w:rPr>
          <w:color w:val="000000"/>
        </w:rPr>
      </w:pPr>
      <w:r w:rsidRPr="006C3C19">
        <w:rPr>
          <w:rFonts w:ascii="Arial" w:hAnsi="Arial" w:cs="Arial"/>
          <w:noProof/>
          <w:sz w:val="24"/>
          <w:szCs w:val="24"/>
        </w:rPr>
        <w:pict>
          <v:shape id="Obraz 12" o:spid="_x0000_i1035" type="#_x0000_t75" style="width:384.75pt;height:668.25pt;visibility:visible">
            <v:imagedata r:id="rId14" o:title=""/>
          </v:shape>
        </w:pic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color w:val="000000"/>
        </w:rPr>
        <w:br w:type="page"/>
      </w:r>
    </w:p>
    <w:p w:rsidR="007A3977" w:rsidRDefault="007A3977" w:rsidP="00EF2FA5">
      <w:pPr>
        <w:pStyle w:val="Heading3"/>
        <w:jc w:val="both"/>
        <w:rPr>
          <w:color w:val="000000"/>
        </w:rPr>
      </w:pPr>
      <w:r w:rsidRPr="00B344F5">
        <w:rPr>
          <w:rFonts w:ascii="Calibri" w:hAnsi="Calibri"/>
          <w:i w:val="0"/>
          <w:color w:val="000000"/>
          <w:sz w:val="24"/>
          <w:u w:val="single"/>
        </w:rPr>
        <w:t xml:space="preserve">Procedura </w:t>
      </w:r>
      <w:r>
        <w:rPr>
          <w:rFonts w:ascii="Calibri" w:hAnsi="Calibri"/>
          <w:i w:val="0"/>
          <w:color w:val="000000"/>
          <w:sz w:val="24"/>
          <w:u w:val="single"/>
        </w:rPr>
        <w:t>3</w:t>
      </w:r>
      <w:r w:rsidRPr="00B344F5">
        <w:rPr>
          <w:rFonts w:ascii="Calibri" w:hAnsi="Calibri"/>
          <w:i w:val="0"/>
          <w:color w:val="000000"/>
          <w:sz w:val="24"/>
          <w:u w:val="single"/>
        </w:rPr>
        <w:t xml:space="preserve">. </w:t>
      </w:r>
      <w:r>
        <w:rPr>
          <w:rFonts w:ascii="Calibri" w:hAnsi="Calibri"/>
          <w:i w:val="0"/>
          <w:color w:val="000000"/>
          <w:sz w:val="24"/>
          <w:u w:val="single"/>
        </w:rPr>
        <w:t xml:space="preserve">Opracowanie procedur dot. powoływania grup problemowych. </w:t>
      </w:r>
    </w:p>
    <w:p w:rsidR="007A3977" w:rsidRDefault="007A3977" w:rsidP="00EF2FA5">
      <w:pPr>
        <w:pStyle w:val="Heading3"/>
        <w:rPr>
          <w:color w:val="000000"/>
        </w:rPr>
      </w:pPr>
    </w:p>
    <w:p w:rsidR="007A3977" w:rsidRPr="00427EAF" w:rsidRDefault="007A3977" w:rsidP="00EF2FA5">
      <w:pPr>
        <w:pStyle w:val="Heading3"/>
        <w:rPr>
          <w:rFonts w:ascii="Calibri" w:hAnsi="Calibri" w:cs="Arial"/>
          <w:b w:val="0"/>
          <w:i w:val="0"/>
          <w:sz w:val="24"/>
          <w:szCs w:val="24"/>
        </w:rPr>
      </w:pPr>
      <w:r w:rsidRPr="00427EAF">
        <w:rPr>
          <w:rFonts w:ascii="Calibri" w:hAnsi="Calibri" w:cs="Arial"/>
          <w:b w:val="0"/>
          <w:i w:val="0"/>
          <w:color w:val="000000"/>
          <w:sz w:val="24"/>
          <w:szCs w:val="24"/>
        </w:rPr>
        <w:t xml:space="preserve">Proces </w:t>
      </w:r>
      <w:r>
        <w:rPr>
          <w:rFonts w:ascii="Calibri" w:hAnsi="Calibri" w:cs="Arial"/>
          <w:b w:val="0"/>
          <w:i w:val="0"/>
          <w:color w:val="000000"/>
          <w:sz w:val="24"/>
          <w:szCs w:val="24"/>
        </w:rPr>
        <w:t>35</w:t>
      </w:r>
    </w:p>
    <w:p w:rsidR="007A3977" w:rsidRDefault="007A3977" w:rsidP="00D60416">
      <w:pPr>
        <w:pStyle w:val="Heading3"/>
        <w:jc w:val="both"/>
        <w:rPr>
          <w:rFonts w:ascii="Calibri" w:hAnsi="Calibri"/>
          <w:i w:val="0"/>
          <w:color w:val="000000"/>
          <w:sz w:val="24"/>
          <w:u w:val="single"/>
        </w:rPr>
      </w:pPr>
    </w:p>
    <w:p w:rsidR="007A3977" w:rsidRPr="00EF2FA5" w:rsidRDefault="007A3977" w:rsidP="00D60416">
      <w:pPr>
        <w:pStyle w:val="Heading3"/>
        <w:jc w:val="both"/>
        <w:rPr>
          <w:rFonts w:ascii="Calibri" w:hAnsi="Calibri"/>
          <w:i w:val="0"/>
          <w:color w:val="000000"/>
          <w:sz w:val="24"/>
        </w:rPr>
      </w:pPr>
      <w:r w:rsidRPr="00EF2FA5">
        <w:rPr>
          <w:rFonts w:ascii="Calibri" w:hAnsi="Calibri"/>
          <w:i w:val="0"/>
          <w:color w:val="000000"/>
          <w:sz w:val="24"/>
        </w:rPr>
        <w:t xml:space="preserve">Zasady </w:t>
      </w:r>
      <w:r>
        <w:rPr>
          <w:rFonts w:ascii="Calibri" w:hAnsi="Calibri"/>
          <w:i w:val="0"/>
          <w:color w:val="000000"/>
          <w:sz w:val="24"/>
        </w:rPr>
        <w:t>postę</w:t>
      </w:r>
      <w:r w:rsidRPr="00EF2FA5">
        <w:rPr>
          <w:rFonts w:ascii="Calibri" w:hAnsi="Calibri"/>
          <w:i w:val="0"/>
          <w:color w:val="000000"/>
          <w:sz w:val="24"/>
        </w:rPr>
        <w:t xml:space="preserve">powania zgodnie z Płaszczyzną 1, obszar 1, procedura 2. </w:t>
      </w:r>
    </w:p>
    <w:p w:rsidR="007A3977" w:rsidRDefault="007A3977" w:rsidP="00D60416">
      <w:pPr>
        <w:pStyle w:val="Heading3"/>
        <w:jc w:val="both"/>
        <w:rPr>
          <w:rFonts w:ascii="Calibri" w:hAnsi="Calibri"/>
          <w:i w:val="0"/>
          <w:color w:val="000000"/>
          <w:sz w:val="24"/>
          <w:u w:val="single"/>
        </w:rPr>
      </w:pPr>
    </w:p>
    <w:p w:rsidR="007A3977" w:rsidRDefault="007A3977" w:rsidP="00D60416">
      <w:pPr>
        <w:pStyle w:val="Heading3"/>
        <w:jc w:val="both"/>
        <w:rPr>
          <w:rFonts w:ascii="Calibri" w:hAnsi="Calibri"/>
          <w:i w:val="0"/>
          <w:color w:val="000000"/>
          <w:sz w:val="24"/>
          <w:u w:val="single"/>
        </w:rPr>
      </w:pPr>
    </w:p>
    <w:p w:rsidR="007A3977" w:rsidRDefault="007A3977" w:rsidP="00D60416">
      <w:pPr>
        <w:pStyle w:val="Heading3"/>
        <w:jc w:val="both"/>
        <w:rPr>
          <w:color w:val="000000"/>
        </w:rPr>
      </w:pPr>
      <w:r>
        <w:rPr>
          <w:rFonts w:ascii="Calibri" w:hAnsi="Calibri"/>
          <w:i w:val="0"/>
          <w:color w:val="000000"/>
          <w:sz w:val="24"/>
          <w:u w:val="single"/>
        </w:rPr>
        <w:t>Procedura 4</w:t>
      </w:r>
      <w:r w:rsidRPr="00B344F5">
        <w:rPr>
          <w:rFonts w:ascii="Calibri" w:hAnsi="Calibri"/>
          <w:i w:val="0"/>
          <w:color w:val="000000"/>
          <w:sz w:val="24"/>
          <w:u w:val="single"/>
        </w:rPr>
        <w:t xml:space="preserve">. </w:t>
      </w:r>
      <w:r>
        <w:rPr>
          <w:rFonts w:ascii="Calibri" w:hAnsi="Calibri"/>
          <w:i w:val="0"/>
          <w:color w:val="000000"/>
          <w:sz w:val="24"/>
          <w:u w:val="single"/>
        </w:rPr>
        <w:t>Opracowanie procedur dot. szkoleń branżowych dla NGO, raz w roku.</w:t>
      </w:r>
    </w:p>
    <w:p w:rsidR="007A3977" w:rsidRDefault="007A3977" w:rsidP="00D60416">
      <w:pPr>
        <w:pStyle w:val="Heading3"/>
        <w:rPr>
          <w:color w:val="000000"/>
        </w:rPr>
      </w:pPr>
    </w:p>
    <w:p w:rsidR="007A3977" w:rsidRPr="00427EAF" w:rsidRDefault="007A3977" w:rsidP="00D60416">
      <w:pPr>
        <w:pStyle w:val="Heading3"/>
        <w:rPr>
          <w:rFonts w:ascii="Calibri" w:hAnsi="Calibri" w:cs="Arial"/>
          <w:b w:val="0"/>
          <w:i w:val="0"/>
          <w:sz w:val="24"/>
          <w:szCs w:val="24"/>
        </w:rPr>
      </w:pPr>
      <w:r w:rsidRPr="00427EAF">
        <w:rPr>
          <w:rFonts w:ascii="Calibri" w:hAnsi="Calibri" w:cs="Arial"/>
          <w:b w:val="0"/>
          <w:i w:val="0"/>
          <w:color w:val="000000"/>
          <w:sz w:val="24"/>
          <w:szCs w:val="24"/>
        </w:rPr>
        <w:t xml:space="preserve">Proces </w:t>
      </w:r>
      <w:r>
        <w:rPr>
          <w:rFonts w:ascii="Calibri" w:hAnsi="Calibri" w:cs="Arial"/>
          <w:b w:val="0"/>
          <w:i w:val="0"/>
          <w:color w:val="000000"/>
          <w:sz w:val="24"/>
          <w:szCs w:val="24"/>
        </w:rPr>
        <w:t>36</w:t>
      </w:r>
    </w:p>
    <w:p w:rsidR="007A3977" w:rsidRDefault="007A3977" w:rsidP="00D60416">
      <w:pPr>
        <w:pStyle w:val="Heading3"/>
        <w:rPr>
          <w:color w:val="000000"/>
        </w:rPr>
      </w:pPr>
    </w:p>
    <w:p w:rsidR="007A3977" w:rsidRDefault="007A3977">
      <w:pPr>
        <w:pStyle w:val="podproceduraodstep"/>
      </w:pPr>
    </w:p>
    <w:p w:rsidR="007A3977" w:rsidRDefault="007A3977">
      <w:pPr>
        <w:pStyle w:val="podproceduratabelaItytu3"/>
      </w:pPr>
      <w:r>
        <w:rPr>
          <w:color w:val="000000"/>
        </w:rPr>
        <w:t>TABELA I INICJACJA PODPROCEDURY</w:t>
      </w:r>
    </w:p>
    <w:p w:rsidR="007A3977" w:rsidRDefault="007A3977">
      <w:pPr>
        <w:widowControl w:val="0"/>
        <w:rPr>
          <w:rFonts w:ascii="Arial" w:hAnsi="Arial" w:cs="Arial"/>
          <w:sz w:val="24"/>
          <w:szCs w:val="24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551"/>
        <w:gridCol w:w="4337"/>
        <w:gridCol w:w="4819"/>
      </w:tblGrid>
      <w:tr w:rsidR="007A3977" w:rsidRPr="006C3C19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977" w:rsidRPr="006C3C19" w:rsidRDefault="007A3977">
            <w:pPr>
              <w:pStyle w:val="podproceduratabelaInag3wek"/>
            </w:pPr>
            <w:r w:rsidRPr="006C3C19">
              <w:rPr>
                <w:color w:val="000000"/>
              </w:rPr>
              <w:t>L.p.</w:t>
            </w:r>
          </w:p>
        </w:tc>
        <w:tc>
          <w:tcPr>
            <w:tcW w:w="4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977" w:rsidRPr="006C3C19" w:rsidRDefault="007A3977">
            <w:pPr>
              <w:pStyle w:val="podproceduratabelaInag3wek"/>
            </w:pPr>
            <w:r w:rsidRPr="006C3C19">
              <w:rPr>
                <w:color w:val="000000"/>
              </w:rPr>
              <w:t>Dostawca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977" w:rsidRPr="006C3C19" w:rsidRDefault="007A3977">
            <w:pPr>
              <w:pStyle w:val="podproceduratabelaInag3wek"/>
            </w:pPr>
            <w:r w:rsidRPr="006C3C19">
              <w:rPr>
                <w:color w:val="000000"/>
              </w:rPr>
              <w:t>Zdarzenie; Dokument</w:t>
            </w:r>
          </w:p>
        </w:tc>
      </w:tr>
      <w:tr w:rsidR="007A3977" w:rsidRPr="006C3C19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977" w:rsidRPr="006C3C19" w:rsidRDefault="007A3977">
            <w:pPr>
              <w:pStyle w:val="podproceduratabelaItreoa"/>
            </w:pPr>
            <w:r w:rsidRPr="006C3C19">
              <w:rPr>
                <w:color w:val="000000"/>
              </w:rPr>
              <w:t xml:space="preserve"> 1.</w:t>
            </w:r>
          </w:p>
        </w:tc>
        <w:tc>
          <w:tcPr>
            <w:tcW w:w="4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977" w:rsidRPr="006C3C19" w:rsidRDefault="007A3977">
            <w:pPr>
              <w:pStyle w:val="podproceduratabelaItreoa"/>
            </w:pP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977" w:rsidRPr="006C3C19" w:rsidRDefault="007A3977">
            <w:pPr>
              <w:pStyle w:val="podproceduratabelaItreoa"/>
            </w:pPr>
            <w:r w:rsidRPr="006C3C19">
              <w:rPr>
                <w:color w:val="000000"/>
              </w:rPr>
              <w:t>Zaistniała potrzeba przeprowadzenia szkolenia o skonkretyzowanej tematyce</w:t>
            </w:r>
          </w:p>
        </w:tc>
      </w:tr>
    </w:tbl>
    <w:p w:rsidR="007A3977" w:rsidRDefault="007A3977">
      <w:pPr>
        <w:widowControl w:val="0"/>
        <w:rPr>
          <w:color w:val="000000"/>
        </w:rPr>
      </w:pPr>
    </w:p>
    <w:p w:rsidR="007A3977" w:rsidRDefault="007A3977">
      <w:pPr>
        <w:pStyle w:val="podproceduraodstep"/>
        <w:rPr>
          <w:color w:val="000000"/>
        </w:rPr>
      </w:pPr>
    </w:p>
    <w:p w:rsidR="007A3977" w:rsidRDefault="007A3977">
      <w:pPr>
        <w:pStyle w:val="apodproceduratabelaIItytu3"/>
      </w:pPr>
      <w:r>
        <w:rPr>
          <w:color w:val="000000"/>
        </w:rPr>
        <w:t>TABELA II OPIS PRACY</w:t>
      </w:r>
    </w:p>
    <w:p w:rsidR="007A3977" w:rsidRDefault="007A3977">
      <w:pPr>
        <w:widowControl w:val="0"/>
        <w:rPr>
          <w:rFonts w:ascii="Arial" w:hAnsi="Arial" w:cs="Arial"/>
          <w:sz w:val="24"/>
          <w:szCs w:val="24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551"/>
        <w:gridCol w:w="1542"/>
        <w:gridCol w:w="4530"/>
        <w:gridCol w:w="1542"/>
        <w:gridCol w:w="1542"/>
      </w:tblGrid>
      <w:tr w:rsidR="007A3977" w:rsidRPr="006C3C19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nag3wek2"/>
            </w:pPr>
            <w:r w:rsidRPr="006C3C19">
              <w:rPr>
                <w:color w:val="000000"/>
              </w:rPr>
              <w:t>L.p.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nag3wek2"/>
            </w:pPr>
            <w:r w:rsidRPr="006C3C19">
              <w:rPr>
                <w:color w:val="000000"/>
              </w:rPr>
              <w:t>Dokument na wejściu do czynności</w:t>
            </w:r>
          </w:p>
        </w:tc>
        <w:tc>
          <w:tcPr>
            <w:tcW w:w="4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nag3wek2"/>
            </w:pPr>
            <w:r w:rsidRPr="006C3C19">
              <w:rPr>
                <w:color w:val="000000"/>
              </w:rPr>
              <w:t>Opis czynności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nag3wek2"/>
            </w:pPr>
            <w:r w:rsidRPr="006C3C19">
              <w:rPr>
                <w:color w:val="000000"/>
              </w:rPr>
              <w:t>Dokument na wyjściu z czynności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nag3wek2"/>
            </w:pPr>
            <w:r w:rsidRPr="006C3C19">
              <w:rPr>
                <w:color w:val="000000"/>
              </w:rPr>
              <w:t>Stanowisko wykonujące czynność</w:t>
            </w:r>
          </w:p>
        </w:tc>
      </w:tr>
      <w:tr w:rsidR="007A3977" w:rsidRPr="006C3C19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n"/>
            </w:pPr>
            <w:r w:rsidRPr="006C3C19">
              <w:rPr>
                <w:color w:val="000000"/>
              </w:rPr>
              <w:t>1.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n"/>
            </w:pPr>
          </w:p>
        </w:tc>
        <w:tc>
          <w:tcPr>
            <w:tcW w:w="4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b"/>
            </w:pPr>
            <w:r w:rsidRPr="006C3C19">
              <w:rPr>
                <w:color w:val="000000"/>
              </w:rPr>
              <w:t>Opracowanie kompletnej informacji o spotkaniu (czas, miejsce, tematyka)</w:t>
            </w:r>
          </w:p>
          <w:p w:rsidR="007A3977" w:rsidRPr="006C3C19" w:rsidRDefault="007A3977">
            <w:pPr>
              <w:pStyle w:val="apodproceduratabelaIItreoar"/>
            </w:pPr>
          </w:p>
          <w:p w:rsidR="007A3977" w:rsidRPr="006C3C19" w:rsidRDefault="007A3977">
            <w:pPr>
              <w:pStyle w:val="apodproceduratabelaIItreoar"/>
            </w:pPr>
            <w:r w:rsidRPr="006C3C19">
              <w:rPr>
                <w:color w:val="000000"/>
              </w:rPr>
              <w:t>Możliwość kontynuacji</w:t>
            </w:r>
          </w:p>
          <w:p w:rsidR="007A3977" w:rsidRPr="006C3C19" w:rsidRDefault="007A3977">
            <w:pPr>
              <w:rPr>
                <w:color w:val="000000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n"/>
              <w:rPr>
                <w:color w:val="000000"/>
              </w:rPr>
            </w:pPr>
            <w:r w:rsidRPr="006C3C19">
              <w:rPr>
                <w:color w:val="000000"/>
              </w:rPr>
              <w:t>Zaproszenie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n"/>
              <w:rPr>
                <w:color w:val="000000"/>
              </w:rPr>
            </w:pPr>
            <w:r w:rsidRPr="006C3C19">
              <w:rPr>
                <w:color w:val="000000"/>
              </w:rPr>
              <w:t>Wydział Oświaty, Kultury i Promocji (OKP)</w:t>
            </w:r>
          </w:p>
        </w:tc>
      </w:tr>
      <w:tr w:rsidR="007A3977" w:rsidRPr="006C3C19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n"/>
            </w:pPr>
            <w:r w:rsidRPr="006C3C19">
              <w:rPr>
                <w:color w:val="000000"/>
              </w:rPr>
              <w:t>2.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n"/>
            </w:pPr>
          </w:p>
        </w:tc>
        <w:tc>
          <w:tcPr>
            <w:tcW w:w="4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b"/>
            </w:pPr>
            <w:r w:rsidRPr="006C3C19">
              <w:rPr>
                <w:color w:val="000000"/>
              </w:rPr>
              <w:t>Przekazanie informacji do władz JST</w:t>
            </w:r>
          </w:p>
          <w:p w:rsidR="007A3977" w:rsidRPr="006C3C19" w:rsidRDefault="007A3977">
            <w:pPr>
              <w:pStyle w:val="apodproceduratabelaIItreoar"/>
            </w:pPr>
          </w:p>
          <w:p w:rsidR="007A3977" w:rsidRPr="006C3C19" w:rsidRDefault="007A3977">
            <w:pPr>
              <w:pStyle w:val="apodproceduratabelaIItreoar"/>
            </w:pPr>
            <w:r w:rsidRPr="006C3C19">
              <w:rPr>
                <w:color w:val="000000"/>
              </w:rPr>
              <w:t>Możliwość kontynuacji</w:t>
            </w:r>
          </w:p>
          <w:p w:rsidR="007A3977" w:rsidRPr="006C3C19" w:rsidRDefault="007A3977">
            <w:pPr>
              <w:rPr>
                <w:color w:val="000000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n"/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n"/>
              <w:rPr>
                <w:color w:val="000000"/>
              </w:rPr>
            </w:pPr>
            <w:r w:rsidRPr="006C3C19">
              <w:rPr>
                <w:color w:val="000000"/>
              </w:rPr>
              <w:t>Wydział Oświaty, Kultury i Promocji (OKP)</w:t>
            </w:r>
          </w:p>
        </w:tc>
      </w:tr>
      <w:tr w:rsidR="007A3977" w:rsidRPr="006C3C19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n"/>
            </w:pPr>
            <w:r w:rsidRPr="006C3C19">
              <w:rPr>
                <w:color w:val="000000"/>
              </w:rPr>
              <w:t>3.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n"/>
            </w:pPr>
          </w:p>
        </w:tc>
        <w:tc>
          <w:tcPr>
            <w:tcW w:w="4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b"/>
            </w:pPr>
            <w:r w:rsidRPr="006C3C19">
              <w:rPr>
                <w:color w:val="000000"/>
              </w:rPr>
              <w:t>Analiza potwierdzeń uczestnictwa NGO w szkoleniu</w:t>
            </w:r>
          </w:p>
          <w:p w:rsidR="007A3977" w:rsidRPr="006C3C19" w:rsidRDefault="007A3977">
            <w:pPr>
              <w:pStyle w:val="apodproceduratabelaIItreoar"/>
            </w:pPr>
          </w:p>
          <w:p w:rsidR="007A3977" w:rsidRPr="006C3C19" w:rsidRDefault="007A3977">
            <w:pPr>
              <w:pStyle w:val="apodproceduratabelaIItreoar"/>
            </w:pPr>
            <w:r w:rsidRPr="006C3C19">
              <w:rPr>
                <w:color w:val="000000"/>
              </w:rPr>
              <w:t>Możliwość kontynuacji</w:t>
            </w:r>
          </w:p>
          <w:p w:rsidR="007A3977" w:rsidRPr="006C3C19" w:rsidRDefault="007A3977">
            <w:pPr>
              <w:rPr>
                <w:color w:val="000000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n"/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n"/>
              <w:rPr>
                <w:color w:val="000000"/>
              </w:rPr>
            </w:pPr>
            <w:r w:rsidRPr="006C3C19">
              <w:rPr>
                <w:color w:val="000000"/>
              </w:rPr>
              <w:t>Wydział Oświaty, Kultury i Promocji (OKP)</w:t>
            </w:r>
          </w:p>
        </w:tc>
      </w:tr>
      <w:tr w:rsidR="007A3977" w:rsidRPr="006C3C19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n"/>
            </w:pPr>
            <w:r w:rsidRPr="006C3C19">
              <w:rPr>
                <w:color w:val="000000"/>
              </w:rPr>
              <w:t>4.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n"/>
            </w:pPr>
          </w:p>
        </w:tc>
        <w:tc>
          <w:tcPr>
            <w:tcW w:w="4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b"/>
            </w:pPr>
            <w:r w:rsidRPr="006C3C19">
              <w:rPr>
                <w:color w:val="000000"/>
              </w:rPr>
              <w:t>Stworzenie listy uczestników szkolenia</w:t>
            </w:r>
          </w:p>
          <w:p w:rsidR="007A3977" w:rsidRPr="006C3C19" w:rsidRDefault="007A3977">
            <w:pPr>
              <w:pStyle w:val="apodproceduratabelaIItreoar"/>
            </w:pPr>
          </w:p>
          <w:p w:rsidR="007A3977" w:rsidRPr="006C3C19" w:rsidRDefault="007A3977">
            <w:pPr>
              <w:pStyle w:val="apodproceduratabelaIItreoar"/>
            </w:pPr>
            <w:r w:rsidRPr="006C3C19">
              <w:rPr>
                <w:color w:val="000000"/>
              </w:rPr>
              <w:t>Możliwość kontynuacji</w:t>
            </w:r>
          </w:p>
          <w:p w:rsidR="007A3977" w:rsidRPr="006C3C19" w:rsidRDefault="007A3977">
            <w:pPr>
              <w:rPr>
                <w:color w:val="000000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n"/>
              <w:rPr>
                <w:color w:val="000000"/>
              </w:rPr>
            </w:pPr>
            <w:r w:rsidRPr="006C3C19">
              <w:rPr>
                <w:color w:val="000000"/>
              </w:rPr>
              <w:t>Lista uczestników szkolenia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n"/>
              <w:rPr>
                <w:color w:val="000000"/>
              </w:rPr>
            </w:pPr>
            <w:r w:rsidRPr="006C3C19">
              <w:rPr>
                <w:color w:val="000000"/>
              </w:rPr>
              <w:t>Wydział Oświaty, Kultury i Promocji (OKP)</w:t>
            </w:r>
          </w:p>
        </w:tc>
      </w:tr>
      <w:tr w:rsidR="007A3977" w:rsidRPr="006C3C19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n"/>
            </w:pPr>
            <w:r w:rsidRPr="006C3C19">
              <w:rPr>
                <w:color w:val="000000"/>
              </w:rPr>
              <w:t>5.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n"/>
              <w:rPr>
                <w:color w:val="000000"/>
              </w:rPr>
            </w:pPr>
            <w:r w:rsidRPr="006C3C19">
              <w:rPr>
                <w:color w:val="000000"/>
              </w:rPr>
              <w:t>Zaproszenie</w:t>
            </w:r>
          </w:p>
        </w:tc>
        <w:tc>
          <w:tcPr>
            <w:tcW w:w="4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b"/>
            </w:pPr>
            <w:r w:rsidRPr="006C3C19">
              <w:rPr>
                <w:color w:val="000000"/>
              </w:rPr>
              <w:t>Wysyłka zaproszeń do NGO w zakresie uczestnictwa w szkoleniu</w:t>
            </w:r>
          </w:p>
          <w:p w:rsidR="007A3977" w:rsidRPr="006C3C19" w:rsidRDefault="007A3977">
            <w:pPr>
              <w:pStyle w:val="apodproceduratabelaIItreoar"/>
            </w:pPr>
          </w:p>
          <w:p w:rsidR="007A3977" w:rsidRPr="006C3C19" w:rsidRDefault="007A3977">
            <w:pPr>
              <w:pStyle w:val="apodproceduratabelaIItreoar"/>
            </w:pPr>
            <w:r w:rsidRPr="006C3C19">
              <w:rPr>
                <w:color w:val="000000"/>
              </w:rPr>
              <w:t>Możliwość kontynuacji</w:t>
            </w:r>
          </w:p>
          <w:p w:rsidR="007A3977" w:rsidRPr="006C3C19" w:rsidRDefault="007A3977">
            <w:pPr>
              <w:rPr>
                <w:color w:val="000000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n"/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n"/>
              <w:rPr>
                <w:color w:val="000000"/>
              </w:rPr>
            </w:pPr>
            <w:r w:rsidRPr="006C3C19">
              <w:rPr>
                <w:color w:val="000000"/>
              </w:rPr>
              <w:t>Wydział Oświaty, Kultury i Promocji (OKP)</w:t>
            </w:r>
          </w:p>
        </w:tc>
      </w:tr>
      <w:tr w:rsidR="007A3977" w:rsidRPr="006C3C19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n"/>
            </w:pPr>
            <w:r w:rsidRPr="006C3C19">
              <w:rPr>
                <w:color w:val="000000"/>
              </w:rPr>
              <w:t>6.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n"/>
            </w:pPr>
          </w:p>
        </w:tc>
        <w:tc>
          <w:tcPr>
            <w:tcW w:w="4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b"/>
            </w:pPr>
            <w:r w:rsidRPr="006C3C19">
              <w:rPr>
                <w:color w:val="000000"/>
              </w:rPr>
              <w:t>Podjęcie decyzji w sprawie przeprowadzenia szkolenia</w:t>
            </w:r>
          </w:p>
          <w:p w:rsidR="007A3977" w:rsidRPr="006C3C19" w:rsidRDefault="007A3977">
            <w:pPr>
              <w:pStyle w:val="apodproceduratabelaIItreoar"/>
            </w:pPr>
          </w:p>
          <w:p w:rsidR="007A3977" w:rsidRPr="006C3C19" w:rsidRDefault="007A3977">
            <w:pPr>
              <w:pStyle w:val="apodproceduratabelaIItreoar"/>
            </w:pPr>
            <w:r w:rsidRPr="006C3C19">
              <w:rPr>
                <w:color w:val="000000"/>
              </w:rPr>
              <w:t>Możliwość kontynuacji</w:t>
            </w:r>
          </w:p>
          <w:p w:rsidR="007A3977" w:rsidRPr="006C3C19" w:rsidRDefault="007A3977">
            <w:pPr>
              <w:rPr>
                <w:color w:val="000000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n"/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n"/>
              <w:rPr>
                <w:color w:val="000000"/>
              </w:rPr>
            </w:pPr>
            <w:r w:rsidRPr="006C3C19">
              <w:rPr>
                <w:color w:val="000000"/>
              </w:rPr>
              <w:t>Starosta</w:t>
            </w:r>
          </w:p>
        </w:tc>
      </w:tr>
      <w:tr w:rsidR="007A3977" w:rsidRPr="006C3C19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n"/>
            </w:pPr>
            <w:r w:rsidRPr="006C3C19">
              <w:rPr>
                <w:color w:val="000000"/>
              </w:rPr>
              <w:t>7.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n"/>
            </w:pPr>
          </w:p>
        </w:tc>
        <w:tc>
          <w:tcPr>
            <w:tcW w:w="4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b"/>
            </w:pPr>
            <w:r w:rsidRPr="006C3C19">
              <w:rPr>
                <w:color w:val="000000"/>
              </w:rPr>
              <w:t>Rezerwacja odpowiedniego miejsca do przeprowadzenia szkolenia</w:t>
            </w:r>
          </w:p>
          <w:p w:rsidR="007A3977" w:rsidRPr="006C3C19" w:rsidRDefault="007A3977">
            <w:pPr>
              <w:pStyle w:val="apodproceduratabelaIItreoar"/>
            </w:pPr>
          </w:p>
          <w:p w:rsidR="007A3977" w:rsidRPr="006C3C19" w:rsidRDefault="007A3977">
            <w:pPr>
              <w:pStyle w:val="apodproceduratabelaIItreoar"/>
            </w:pPr>
            <w:r w:rsidRPr="006C3C19">
              <w:rPr>
                <w:color w:val="000000"/>
              </w:rPr>
              <w:t>Możliwość kontynuacji</w:t>
            </w:r>
          </w:p>
          <w:p w:rsidR="007A3977" w:rsidRPr="006C3C19" w:rsidRDefault="007A3977">
            <w:pPr>
              <w:rPr>
                <w:color w:val="000000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n"/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n"/>
              <w:rPr>
                <w:color w:val="000000"/>
              </w:rPr>
            </w:pPr>
            <w:r w:rsidRPr="006C3C19">
              <w:rPr>
                <w:color w:val="000000"/>
              </w:rPr>
              <w:t>Wydział Oświaty, Kultury i Promocji (OKP)</w:t>
            </w:r>
          </w:p>
        </w:tc>
      </w:tr>
    </w:tbl>
    <w:p w:rsidR="007A3977" w:rsidRDefault="007A3977">
      <w:pPr>
        <w:widowControl w:val="0"/>
        <w:rPr>
          <w:color w:val="000000"/>
        </w:rPr>
      </w:pPr>
    </w:p>
    <w:p w:rsidR="007A3977" w:rsidRDefault="007A3977">
      <w:pPr>
        <w:pStyle w:val="podproceduraodstep"/>
        <w:rPr>
          <w:color w:val="000000"/>
        </w:rPr>
      </w:pPr>
    </w:p>
    <w:p w:rsidR="007A3977" w:rsidRDefault="007A3977">
      <w:pPr>
        <w:pStyle w:val="podproceduratabelaIIItytu3"/>
      </w:pPr>
      <w:r>
        <w:rPr>
          <w:color w:val="000000"/>
        </w:rPr>
        <w:t>TABELA III WYNIK REALIZACJI PODPROCEDURY</w:t>
      </w:r>
    </w:p>
    <w:p w:rsidR="007A3977" w:rsidRDefault="007A3977">
      <w:pPr>
        <w:widowControl w:val="0"/>
        <w:rPr>
          <w:rFonts w:ascii="Arial" w:hAnsi="Arial" w:cs="Arial"/>
          <w:sz w:val="24"/>
          <w:szCs w:val="24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551"/>
        <w:gridCol w:w="4337"/>
        <w:gridCol w:w="4819"/>
      </w:tblGrid>
      <w:tr w:rsidR="007A3977" w:rsidRPr="006C3C19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977" w:rsidRPr="006C3C19" w:rsidRDefault="007A3977">
            <w:pPr>
              <w:pStyle w:val="podproceduratabelaIIInag3wek"/>
            </w:pPr>
            <w:r w:rsidRPr="006C3C19">
              <w:rPr>
                <w:color w:val="000000"/>
              </w:rPr>
              <w:t>L.p.</w:t>
            </w:r>
          </w:p>
        </w:tc>
        <w:tc>
          <w:tcPr>
            <w:tcW w:w="4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977" w:rsidRPr="006C3C19" w:rsidRDefault="007A3977">
            <w:pPr>
              <w:pStyle w:val="podproceduratabelaIIInag3wek"/>
            </w:pPr>
            <w:r w:rsidRPr="006C3C19">
              <w:rPr>
                <w:color w:val="000000"/>
              </w:rPr>
              <w:t>Odbiorca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977" w:rsidRPr="006C3C19" w:rsidRDefault="007A3977">
            <w:pPr>
              <w:pStyle w:val="podproceduratabelaIIInag3wek"/>
            </w:pPr>
            <w:r w:rsidRPr="006C3C19">
              <w:rPr>
                <w:color w:val="000000"/>
              </w:rPr>
              <w:t>Zdarzenie; Dokument</w:t>
            </w:r>
          </w:p>
        </w:tc>
      </w:tr>
      <w:tr w:rsidR="007A3977" w:rsidRPr="006C3C19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977" w:rsidRPr="006C3C19" w:rsidRDefault="007A3977">
            <w:pPr>
              <w:pStyle w:val="podproceduratabelaIIItreoa"/>
            </w:pPr>
            <w:r w:rsidRPr="006C3C19">
              <w:rPr>
                <w:color w:val="000000"/>
              </w:rPr>
              <w:t xml:space="preserve"> 1.</w:t>
            </w:r>
          </w:p>
        </w:tc>
        <w:tc>
          <w:tcPr>
            <w:tcW w:w="4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977" w:rsidRPr="006C3C19" w:rsidRDefault="007A3977">
            <w:pPr>
              <w:pStyle w:val="podproceduratabelaIIItreoa"/>
            </w:pPr>
            <w:r w:rsidRPr="006C3C19">
              <w:rPr>
                <w:color w:val="000000"/>
              </w:rPr>
              <w:t>Wydział Oświaty, Kultury i Promocji (OKP)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977" w:rsidRPr="006C3C19" w:rsidRDefault="007A3977">
            <w:pPr>
              <w:pStyle w:val="podproceduratabelaIIItreoa"/>
            </w:pPr>
            <w:r w:rsidRPr="006C3C19">
              <w:rPr>
                <w:color w:val="000000"/>
              </w:rPr>
              <w:t>Szkolenie branżowe</w:t>
            </w:r>
          </w:p>
        </w:tc>
      </w:tr>
    </w:tbl>
    <w:p w:rsidR="007A3977" w:rsidRDefault="007A3977">
      <w:pPr>
        <w:widowControl w:val="0"/>
        <w:rPr>
          <w:color w:val="000000"/>
        </w:rPr>
      </w:pPr>
    </w:p>
    <w:p w:rsidR="007A3977" w:rsidRDefault="007A3977">
      <w:pPr>
        <w:rPr>
          <w:color w:val="000000"/>
        </w:rPr>
      </w:pPr>
      <w:r>
        <w:rPr>
          <w:color w:val="000000"/>
        </w:rPr>
        <w:t>DOKUMENTY ZWIĄZANE:</w:t>
      </w:r>
    </w:p>
    <w:p w:rsidR="007A3977" w:rsidRDefault="007A3977">
      <w:pPr>
        <w:rPr>
          <w:color w:val="000000"/>
        </w:rPr>
      </w:pPr>
    </w:p>
    <w:p w:rsidR="007A3977" w:rsidRDefault="007A3977">
      <w:pPr>
        <w:rPr>
          <w:color w:val="000000"/>
        </w:rPr>
      </w:pPr>
      <w:r>
        <w:rPr>
          <w:color w:val="000000"/>
        </w:rPr>
        <w:t xml:space="preserve"> 1. Lista uczestników szkolenia</w:t>
      </w:r>
    </w:p>
    <w:p w:rsidR="007A3977" w:rsidRDefault="007A3977">
      <w:pPr>
        <w:rPr>
          <w:color w:val="000000"/>
        </w:rPr>
      </w:pPr>
      <w:r>
        <w:rPr>
          <w:color w:val="000000"/>
        </w:rPr>
        <w:t xml:space="preserve"> 2. Zaproszenie</w:t>
      </w:r>
    </w:p>
    <w:p w:rsidR="007A3977" w:rsidRDefault="007A3977">
      <w:pPr>
        <w:rPr>
          <w:color w:val="000000"/>
        </w:rPr>
      </w:pPr>
      <w:r>
        <w:rPr>
          <w:color w:val="000000"/>
        </w:rPr>
        <w:t xml:space="preserve"> 3. Zaproszenie</w:t>
      </w:r>
    </w:p>
    <w:p w:rsidR="007A3977" w:rsidRDefault="007A3977">
      <w:pPr>
        <w:pStyle w:val="podproceduratabelaIIItytu3"/>
        <w:rPr>
          <w:color w:val="000000"/>
        </w:rPr>
      </w:pPr>
      <w:r>
        <w:rPr>
          <w:color w:val="000000"/>
        </w:rPr>
        <w:br w:type="page"/>
        <w:t>MODEL PROCESU:</w:t>
      </w:r>
    </w:p>
    <w:p w:rsidR="007A3977" w:rsidRDefault="007A3977">
      <w:pPr>
        <w:pStyle w:val="Heading3"/>
        <w:rPr>
          <w:color w:val="000000"/>
        </w:rPr>
      </w:pPr>
      <w:r w:rsidRPr="006C3C19">
        <w:rPr>
          <w:rFonts w:ascii="Arial" w:hAnsi="Arial" w:cs="Arial"/>
          <w:noProof/>
          <w:sz w:val="24"/>
          <w:szCs w:val="24"/>
        </w:rPr>
        <w:pict>
          <v:shape id="Obraz 13" o:spid="_x0000_i1036" type="#_x0000_t75" style="width:321.75pt;height:665.25pt;visibility:visible">
            <v:imagedata r:id="rId15" o:title=""/>
          </v:shape>
        </w:pic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color w:val="000000"/>
        </w:rPr>
        <w:br w:type="page"/>
      </w:r>
    </w:p>
    <w:p w:rsidR="007A3977" w:rsidRDefault="007A3977" w:rsidP="00D60416">
      <w:pPr>
        <w:pStyle w:val="Heading3"/>
        <w:jc w:val="both"/>
        <w:rPr>
          <w:color w:val="000000"/>
        </w:rPr>
      </w:pPr>
      <w:r w:rsidRPr="00B344F5">
        <w:rPr>
          <w:rFonts w:ascii="Calibri" w:hAnsi="Calibri"/>
          <w:i w:val="0"/>
          <w:color w:val="000000"/>
          <w:sz w:val="24"/>
          <w:u w:val="single"/>
        </w:rPr>
        <w:t xml:space="preserve">Procedura </w:t>
      </w:r>
      <w:r>
        <w:rPr>
          <w:rFonts w:ascii="Calibri" w:hAnsi="Calibri"/>
          <w:i w:val="0"/>
          <w:color w:val="000000"/>
          <w:sz w:val="24"/>
          <w:u w:val="single"/>
        </w:rPr>
        <w:t>5</w:t>
      </w:r>
      <w:r w:rsidRPr="00B344F5">
        <w:rPr>
          <w:rFonts w:ascii="Calibri" w:hAnsi="Calibri"/>
          <w:i w:val="0"/>
          <w:color w:val="000000"/>
          <w:sz w:val="24"/>
          <w:u w:val="single"/>
        </w:rPr>
        <w:t xml:space="preserve">. </w:t>
      </w:r>
      <w:r>
        <w:rPr>
          <w:rFonts w:ascii="Calibri" w:hAnsi="Calibri"/>
          <w:i w:val="0"/>
          <w:color w:val="000000"/>
          <w:sz w:val="24"/>
          <w:u w:val="single"/>
        </w:rPr>
        <w:t xml:space="preserve">Opracowanie procedur dot. realizacji dofinansowania i/lub organizacji wspólnego wyjazdu przedstawiciela sektora pozarządowego na ogólnopolskie fora inicjatyw pozarządowych lub inne spotkania tematyczne o podobnym charakterze. </w:t>
      </w:r>
    </w:p>
    <w:p w:rsidR="007A3977" w:rsidRDefault="007A3977" w:rsidP="00D60416">
      <w:pPr>
        <w:pStyle w:val="Heading3"/>
        <w:rPr>
          <w:color w:val="000000"/>
        </w:rPr>
      </w:pPr>
    </w:p>
    <w:p w:rsidR="007A3977" w:rsidRPr="00427EAF" w:rsidRDefault="007A3977" w:rsidP="00D60416">
      <w:pPr>
        <w:pStyle w:val="Heading3"/>
        <w:rPr>
          <w:rFonts w:ascii="Calibri" w:hAnsi="Calibri" w:cs="Arial"/>
          <w:b w:val="0"/>
          <w:i w:val="0"/>
          <w:sz w:val="24"/>
          <w:szCs w:val="24"/>
        </w:rPr>
      </w:pPr>
      <w:r w:rsidRPr="00427EAF">
        <w:rPr>
          <w:rFonts w:ascii="Calibri" w:hAnsi="Calibri" w:cs="Arial"/>
          <w:b w:val="0"/>
          <w:i w:val="0"/>
          <w:color w:val="000000"/>
          <w:sz w:val="24"/>
          <w:szCs w:val="24"/>
        </w:rPr>
        <w:t xml:space="preserve">Proces </w:t>
      </w:r>
      <w:r>
        <w:rPr>
          <w:rFonts w:ascii="Calibri" w:hAnsi="Calibri" w:cs="Arial"/>
          <w:b w:val="0"/>
          <w:i w:val="0"/>
          <w:color w:val="000000"/>
          <w:sz w:val="24"/>
          <w:szCs w:val="24"/>
        </w:rPr>
        <w:t>37</w:t>
      </w:r>
    </w:p>
    <w:p w:rsidR="007A3977" w:rsidRDefault="007A3977" w:rsidP="00D60416">
      <w:pPr>
        <w:pStyle w:val="Heading3"/>
        <w:rPr>
          <w:color w:val="000000"/>
        </w:rPr>
      </w:pPr>
    </w:p>
    <w:p w:rsidR="007A3977" w:rsidRDefault="007A3977">
      <w:pPr>
        <w:pStyle w:val="podproceduraodstep"/>
      </w:pPr>
    </w:p>
    <w:p w:rsidR="007A3977" w:rsidRDefault="007A3977">
      <w:pPr>
        <w:pStyle w:val="podproceduratabelaItytu3"/>
      </w:pPr>
      <w:r>
        <w:rPr>
          <w:color w:val="000000"/>
        </w:rPr>
        <w:t>TABELA I INICJACJA PODPROCEDURY</w:t>
      </w:r>
    </w:p>
    <w:p w:rsidR="007A3977" w:rsidRDefault="007A3977">
      <w:pPr>
        <w:widowControl w:val="0"/>
        <w:rPr>
          <w:rFonts w:ascii="Arial" w:hAnsi="Arial" w:cs="Arial"/>
          <w:sz w:val="24"/>
          <w:szCs w:val="24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551"/>
        <w:gridCol w:w="4337"/>
        <w:gridCol w:w="4819"/>
      </w:tblGrid>
      <w:tr w:rsidR="007A3977" w:rsidRPr="006C3C19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977" w:rsidRPr="006C3C19" w:rsidRDefault="007A3977">
            <w:pPr>
              <w:pStyle w:val="podproceduratabelaInag3wek"/>
            </w:pPr>
            <w:r w:rsidRPr="006C3C19">
              <w:rPr>
                <w:color w:val="000000"/>
              </w:rPr>
              <w:t>L.p.</w:t>
            </w:r>
          </w:p>
        </w:tc>
        <w:tc>
          <w:tcPr>
            <w:tcW w:w="4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977" w:rsidRPr="006C3C19" w:rsidRDefault="007A3977">
            <w:pPr>
              <w:pStyle w:val="podproceduratabelaInag3wek"/>
            </w:pPr>
            <w:r w:rsidRPr="006C3C19">
              <w:rPr>
                <w:color w:val="000000"/>
              </w:rPr>
              <w:t>Dostawca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977" w:rsidRPr="006C3C19" w:rsidRDefault="007A3977">
            <w:pPr>
              <w:pStyle w:val="podproceduratabelaInag3wek"/>
            </w:pPr>
            <w:r w:rsidRPr="006C3C19">
              <w:rPr>
                <w:color w:val="000000"/>
              </w:rPr>
              <w:t>Zdarzenie; Dokument</w:t>
            </w:r>
          </w:p>
        </w:tc>
      </w:tr>
      <w:tr w:rsidR="007A3977" w:rsidRPr="006C3C19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977" w:rsidRPr="006C3C19" w:rsidRDefault="007A3977">
            <w:pPr>
              <w:pStyle w:val="podproceduratabelaItreoa"/>
            </w:pPr>
            <w:r w:rsidRPr="006C3C19">
              <w:rPr>
                <w:color w:val="000000"/>
              </w:rPr>
              <w:t xml:space="preserve"> 1.</w:t>
            </w:r>
          </w:p>
        </w:tc>
        <w:tc>
          <w:tcPr>
            <w:tcW w:w="4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977" w:rsidRPr="006C3C19" w:rsidRDefault="007A3977">
            <w:pPr>
              <w:pStyle w:val="podproceduratabelaItreoa"/>
            </w:pP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977" w:rsidRPr="006C3C19" w:rsidRDefault="007A3977">
            <w:pPr>
              <w:pStyle w:val="podproceduratabelaItreoa"/>
            </w:pPr>
            <w:r w:rsidRPr="006C3C19">
              <w:rPr>
                <w:color w:val="000000"/>
              </w:rPr>
              <w:t>NGO zainicjowała inicjatywę dot. finansowania i/lub organizacji wspólnego wyjazdu</w:t>
            </w:r>
          </w:p>
        </w:tc>
      </w:tr>
    </w:tbl>
    <w:p w:rsidR="007A3977" w:rsidRDefault="007A3977">
      <w:pPr>
        <w:widowControl w:val="0"/>
        <w:rPr>
          <w:color w:val="000000"/>
        </w:rPr>
      </w:pPr>
    </w:p>
    <w:p w:rsidR="007A3977" w:rsidRDefault="007A3977">
      <w:pPr>
        <w:pStyle w:val="podproceduraodstep"/>
        <w:rPr>
          <w:color w:val="000000"/>
        </w:rPr>
      </w:pPr>
    </w:p>
    <w:p w:rsidR="007A3977" w:rsidRDefault="007A3977">
      <w:pPr>
        <w:pStyle w:val="apodproceduratabelaIItytu3"/>
      </w:pPr>
      <w:r>
        <w:rPr>
          <w:color w:val="000000"/>
        </w:rPr>
        <w:t>TABELA II OPIS PRACY</w:t>
      </w:r>
    </w:p>
    <w:p w:rsidR="007A3977" w:rsidRDefault="007A3977">
      <w:pPr>
        <w:widowControl w:val="0"/>
        <w:rPr>
          <w:rFonts w:ascii="Arial" w:hAnsi="Arial" w:cs="Arial"/>
          <w:sz w:val="24"/>
          <w:szCs w:val="24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551"/>
        <w:gridCol w:w="1542"/>
        <w:gridCol w:w="4530"/>
        <w:gridCol w:w="1542"/>
        <w:gridCol w:w="1542"/>
      </w:tblGrid>
      <w:tr w:rsidR="007A3977" w:rsidRPr="006C3C19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nag3wek2"/>
            </w:pPr>
            <w:r w:rsidRPr="006C3C19">
              <w:rPr>
                <w:color w:val="000000"/>
              </w:rPr>
              <w:t>L.p.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nag3wek2"/>
            </w:pPr>
            <w:r w:rsidRPr="006C3C19">
              <w:rPr>
                <w:color w:val="000000"/>
              </w:rPr>
              <w:t>Dokument na wejściu do czynności</w:t>
            </w:r>
          </w:p>
        </w:tc>
        <w:tc>
          <w:tcPr>
            <w:tcW w:w="4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nag3wek2"/>
            </w:pPr>
            <w:r w:rsidRPr="006C3C19">
              <w:rPr>
                <w:color w:val="000000"/>
              </w:rPr>
              <w:t>Opis czynności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nag3wek2"/>
            </w:pPr>
            <w:r w:rsidRPr="006C3C19">
              <w:rPr>
                <w:color w:val="000000"/>
              </w:rPr>
              <w:t>Dokument na wyjściu z czynności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nag3wek2"/>
            </w:pPr>
            <w:r w:rsidRPr="006C3C19">
              <w:rPr>
                <w:color w:val="000000"/>
              </w:rPr>
              <w:t>Stanowisko wykonujące czynność</w:t>
            </w:r>
          </w:p>
        </w:tc>
      </w:tr>
      <w:tr w:rsidR="007A3977" w:rsidRPr="006C3C19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n"/>
            </w:pPr>
            <w:r w:rsidRPr="006C3C19">
              <w:rPr>
                <w:color w:val="000000"/>
              </w:rPr>
              <w:t>1.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n"/>
              <w:rPr>
                <w:color w:val="000000"/>
              </w:rPr>
            </w:pPr>
            <w:r w:rsidRPr="006C3C19">
              <w:rPr>
                <w:color w:val="000000"/>
              </w:rPr>
              <w:t>Wniosek NGO o finansowanie i/lub organizację wspólnego wyjazdu</w:t>
            </w:r>
          </w:p>
        </w:tc>
        <w:tc>
          <w:tcPr>
            <w:tcW w:w="4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b"/>
            </w:pPr>
            <w:r w:rsidRPr="006C3C19">
              <w:rPr>
                <w:color w:val="000000"/>
              </w:rPr>
              <w:t>Opiniowanie wniosku</w:t>
            </w:r>
          </w:p>
          <w:p w:rsidR="007A3977" w:rsidRPr="006C3C19" w:rsidRDefault="007A3977">
            <w:pPr>
              <w:pStyle w:val="apodproceduratabelaIItreoar"/>
            </w:pPr>
          </w:p>
          <w:p w:rsidR="007A3977" w:rsidRPr="006C3C19" w:rsidRDefault="007A3977">
            <w:pPr>
              <w:pStyle w:val="apodproceduratabelaIItreoar"/>
            </w:pPr>
            <w:r w:rsidRPr="006C3C19">
              <w:rPr>
                <w:color w:val="000000"/>
              </w:rPr>
              <w:t>Możliwość kontynuacji</w:t>
            </w:r>
          </w:p>
          <w:p w:rsidR="007A3977" w:rsidRPr="006C3C19" w:rsidRDefault="007A3977">
            <w:pPr>
              <w:rPr>
                <w:color w:val="000000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n"/>
              <w:rPr>
                <w:color w:val="000000"/>
              </w:rPr>
            </w:pPr>
            <w:r w:rsidRPr="006C3C19">
              <w:rPr>
                <w:color w:val="000000"/>
              </w:rPr>
              <w:t>Wniosek NGO o finansowanie i/lub organizację wspólnego wyjazdu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n"/>
              <w:rPr>
                <w:color w:val="000000"/>
              </w:rPr>
            </w:pPr>
            <w:r w:rsidRPr="006C3C19">
              <w:rPr>
                <w:color w:val="000000"/>
              </w:rPr>
              <w:t>Wydział Oświaty, Kultury i Promocji (OKP)</w:t>
            </w:r>
          </w:p>
        </w:tc>
      </w:tr>
      <w:tr w:rsidR="007A3977" w:rsidRPr="006C3C19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n"/>
            </w:pPr>
            <w:r w:rsidRPr="006C3C19">
              <w:rPr>
                <w:color w:val="000000"/>
              </w:rPr>
              <w:t>2.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n"/>
              <w:rPr>
                <w:color w:val="000000"/>
              </w:rPr>
            </w:pPr>
            <w:r w:rsidRPr="006C3C19">
              <w:rPr>
                <w:color w:val="000000"/>
              </w:rPr>
              <w:t>Wniosek na posiedzenie Zarządu Powiatu - Wysokość dofinansowania</w:t>
            </w:r>
          </w:p>
        </w:tc>
        <w:tc>
          <w:tcPr>
            <w:tcW w:w="4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b"/>
            </w:pPr>
            <w:r w:rsidRPr="006C3C19">
              <w:rPr>
                <w:color w:val="000000"/>
              </w:rPr>
              <w:t>Sporządzenie pisma i przekazanie do NGO</w:t>
            </w:r>
          </w:p>
          <w:p w:rsidR="007A3977" w:rsidRPr="006C3C19" w:rsidRDefault="007A3977">
            <w:pPr>
              <w:pStyle w:val="apodproceduratabelaIItreoar"/>
            </w:pPr>
          </w:p>
          <w:p w:rsidR="007A3977" w:rsidRPr="006C3C19" w:rsidRDefault="007A3977">
            <w:pPr>
              <w:pStyle w:val="apodproceduratabelaIItreoar"/>
            </w:pPr>
            <w:r w:rsidRPr="006C3C19">
              <w:rPr>
                <w:color w:val="000000"/>
              </w:rPr>
              <w:t>Możliwość kontynuacji</w:t>
            </w:r>
          </w:p>
          <w:p w:rsidR="007A3977" w:rsidRPr="006C3C19" w:rsidRDefault="007A3977">
            <w:pPr>
              <w:rPr>
                <w:color w:val="000000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n"/>
              <w:rPr>
                <w:color w:val="000000"/>
              </w:rPr>
            </w:pPr>
            <w:r w:rsidRPr="006C3C19">
              <w:rPr>
                <w:color w:val="000000"/>
              </w:rPr>
              <w:t>Informacja o udziale w finansowaniu i/lub organizacji wspólnego wyjazdy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n"/>
              <w:rPr>
                <w:color w:val="000000"/>
              </w:rPr>
            </w:pPr>
            <w:r w:rsidRPr="006C3C19">
              <w:rPr>
                <w:color w:val="000000"/>
              </w:rPr>
              <w:t>Wydział Oświaty, Kultury i Promocji (OKP)</w:t>
            </w:r>
          </w:p>
        </w:tc>
      </w:tr>
      <w:tr w:rsidR="007A3977" w:rsidRPr="006C3C19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n"/>
            </w:pPr>
            <w:r w:rsidRPr="006C3C19">
              <w:rPr>
                <w:color w:val="000000"/>
              </w:rPr>
              <w:t>3.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n"/>
            </w:pPr>
          </w:p>
        </w:tc>
        <w:tc>
          <w:tcPr>
            <w:tcW w:w="4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b"/>
            </w:pPr>
            <w:r w:rsidRPr="006C3C19">
              <w:rPr>
                <w:color w:val="000000"/>
              </w:rPr>
              <w:t>Opracowanie zaproszeń</w:t>
            </w:r>
          </w:p>
          <w:p w:rsidR="007A3977" w:rsidRPr="006C3C19" w:rsidRDefault="007A3977">
            <w:pPr>
              <w:pStyle w:val="apodproceduratabelaIItreoar"/>
            </w:pPr>
          </w:p>
          <w:p w:rsidR="007A3977" w:rsidRPr="006C3C19" w:rsidRDefault="007A3977">
            <w:pPr>
              <w:pStyle w:val="apodproceduratabelaIItreoar"/>
            </w:pPr>
            <w:r w:rsidRPr="006C3C19">
              <w:rPr>
                <w:color w:val="000000"/>
              </w:rPr>
              <w:t>Możliwość kontynuacji</w:t>
            </w:r>
          </w:p>
          <w:p w:rsidR="007A3977" w:rsidRPr="006C3C19" w:rsidRDefault="007A3977">
            <w:pPr>
              <w:rPr>
                <w:color w:val="000000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n"/>
              <w:rPr>
                <w:color w:val="000000"/>
              </w:rPr>
            </w:pPr>
            <w:r w:rsidRPr="006C3C19">
              <w:rPr>
                <w:color w:val="000000"/>
              </w:rPr>
              <w:t>Zaproszenie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n"/>
              <w:rPr>
                <w:color w:val="000000"/>
              </w:rPr>
            </w:pPr>
            <w:r w:rsidRPr="006C3C19">
              <w:rPr>
                <w:color w:val="000000"/>
              </w:rPr>
              <w:t>Wydział Oświaty, Kultury i Promocji (OKP)</w:t>
            </w:r>
          </w:p>
        </w:tc>
      </w:tr>
      <w:tr w:rsidR="007A3977" w:rsidRPr="006C3C19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n"/>
            </w:pPr>
            <w:r w:rsidRPr="006C3C19">
              <w:rPr>
                <w:color w:val="000000"/>
              </w:rPr>
              <w:t>4.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n"/>
              <w:rPr>
                <w:color w:val="000000"/>
              </w:rPr>
            </w:pPr>
            <w:r w:rsidRPr="006C3C19">
              <w:rPr>
                <w:color w:val="000000"/>
              </w:rPr>
              <w:t>Wniosek NGO o finansowanie i/lub organizację wspólnego wyjazdu</w:t>
            </w:r>
          </w:p>
        </w:tc>
        <w:tc>
          <w:tcPr>
            <w:tcW w:w="4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b"/>
            </w:pPr>
            <w:r w:rsidRPr="006C3C19">
              <w:rPr>
                <w:color w:val="000000"/>
              </w:rPr>
              <w:t>Sporządzenie pisma i przekazanie do NGO</w:t>
            </w:r>
          </w:p>
          <w:p w:rsidR="007A3977" w:rsidRPr="006C3C19" w:rsidRDefault="007A3977">
            <w:pPr>
              <w:pStyle w:val="apodproceduratabelaIItreoar"/>
            </w:pPr>
          </w:p>
          <w:p w:rsidR="007A3977" w:rsidRPr="006C3C19" w:rsidRDefault="007A3977">
            <w:pPr>
              <w:pStyle w:val="apodproceduratabelaIItreoar"/>
            </w:pPr>
            <w:r w:rsidRPr="006C3C19">
              <w:rPr>
                <w:color w:val="000000"/>
              </w:rPr>
              <w:t>Możliwość kontynuacji</w:t>
            </w:r>
          </w:p>
          <w:p w:rsidR="007A3977" w:rsidRPr="006C3C19" w:rsidRDefault="007A3977">
            <w:pPr>
              <w:rPr>
                <w:color w:val="000000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n"/>
              <w:rPr>
                <w:color w:val="000000"/>
              </w:rPr>
            </w:pPr>
            <w:r w:rsidRPr="006C3C19">
              <w:rPr>
                <w:color w:val="000000"/>
              </w:rPr>
              <w:t>Informacja o odmowie finansowania i/lub organizacji wspólnego wyjazdu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n"/>
              <w:rPr>
                <w:color w:val="000000"/>
              </w:rPr>
            </w:pPr>
            <w:r w:rsidRPr="006C3C19">
              <w:rPr>
                <w:color w:val="000000"/>
              </w:rPr>
              <w:t>Wydział Oświaty, Kultury i Promocji (OKP)</w:t>
            </w:r>
          </w:p>
        </w:tc>
      </w:tr>
      <w:tr w:rsidR="007A3977" w:rsidRPr="006C3C19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n"/>
            </w:pPr>
            <w:r w:rsidRPr="006C3C19">
              <w:rPr>
                <w:color w:val="000000"/>
              </w:rPr>
              <w:t>5.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n"/>
              <w:rPr>
                <w:color w:val="000000"/>
              </w:rPr>
            </w:pPr>
            <w:r w:rsidRPr="006C3C19">
              <w:rPr>
                <w:color w:val="000000"/>
              </w:rPr>
              <w:t>Zaproszenie</w:t>
            </w:r>
          </w:p>
        </w:tc>
        <w:tc>
          <w:tcPr>
            <w:tcW w:w="4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b"/>
            </w:pPr>
            <w:r w:rsidRPr="006C3C19">
              <w:rPr>
                <w:color w:val="000000"/>
              </w:rPr>
              <w:t>Wysyłka zaproszeń do NGO</w:t>
            </w:r>
          </w:p>
          <w:p w:rsidR="007A3977" w:rsidRPr="006C3C19" w:rsidRDefault="007A3977">
            <w:pPr>
              <w:pStyle w:val="apodproceduratabelaIItreoar"/>
            </w:pPr>
          </w:p>
          <w:p w:rsidR="007A3977" w:rsidRPr="006C3C19" w:rsidRDefault="007A3977">
            <w:pPr>
              <w:pStyle w:val="apodproceduratabelaIItreoar"/>
            </w:pPr>
            <w:r w:rsidRPr="006C3C19">
              <w:rPr>
                <w:color w:val="000000"/>
              </w:rPr>
              <w:t>Możliwość kontynuacji</w:t>
            </w:r>
          </w:p>
          <w:p w:rsidR="007A3977" w:rsidRPr="006C3C19" w:rsidRDefault="007A3977">
            <w:pPr>
              <w:rPr>
                <w:color w:val="000000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n"/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n"/>
              <w:rPr>
                <w:color w:val="000000"/>
              </w:rPr>
            </w:pPr>
            <w:r w:rsidRPr="006C3C19">
              <w:rPr>
                <w:color w:val="000000"/>
              </w:rPr>
              <w:t>Wydział Oświaty, Kultury i Promocji (OKP)</w:t>
            </w:r>
          </w:p>
        </w:tc>
      </w:tr>
      <w:tr w:rsidR="007A3977" w:rsidRPr="006C3C19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n"/>
            </w:pPr>
            <w:r w:rsidRPr="006C3C19">
              <w:rPr>
                <w:color w:val="000000"/>
              </w:rPr>
              <w:t>6.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n"/>
            </w:pPr>
          </w:p>
        </w:tc>
        <w:tc>
          <w:tcPr>
            <w:tcW w:w="4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b"/>
            </w:pPr>
            <w:r w:rsidRPr="006C3C19">
              <w:rPr>
                <w:color w:val="000000"/>
              </w:rPr>
              <w:t>Identyfikacja potencjalnych NGO zainteresowanych wyjazdem</w:t>
            </w:r>
          </w:p>
          <w:p w:rsidR="007A3977" w:rsidRPr="006C3C19" w:rsidRDefault="007A3977">
            <w:pPr>
              <w:pStyle w:val="apodproceduratabelaIItreoar"/>
            </w:pPr>
          </w:p>
          <w:p w:rsidR="007A3977" w:rsidRPr="006C3C19" w:rsidRDefault="007A3977">
            <w:pPr>
              <w:pStyle w:val="apodproceduratabelaIItreoar"/>
            </w:pPr>
            <w:r w:rsidRPr="006C3C19">
              <w:rPr>
                <w:color w:val="000000"/>
              </w:rPr>
              <w:t>Możliwość kontynuacji</w:t>
            </w:r>
          </w:p>
          <w:p w:rsidR="007A3977" w:rsidRPr="006C3C19" w:rsidRDefault="007A3977">
            <w:pPr>
              <w:rPr>
                <w:color w:val="000000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n"/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n"/>
              <w:rPr>
                <w:color w:val="000000"/>
              </w:rPr>
            </w:pPr>
            <w:r w:rsidRPr="006C3C19">
              <w:rPr>
                <w:color w:val="000000"/>
              </w:rPr>
              <w:t>Wydział Oświaty, Kultury i Promocji (OKP)</w:t>
            </w:r>
          </w:p>
        </w:tc>
      </w:tr>
      <w:tr w:rsidR="007A3977" w:rsidRPr="006C3C19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n"/>
            </w:pPr>
            <w:r w:rsidRPr="006C3C19">
              <w:rPr>
                <w:color w:val="000000"/>
              </w:rPr>
              <w:t>7.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n"/>
              <w:rPr>
                <w:color w:val="000000"/>
              </w:rPr>
            </w:pPr>
            <w:r w:rsidRPr="006C3C19">
              <w:rPr>
                <w:color w:val="000000"/>
              </w:rPr>
              <w:t>Wniosek na posiedzenie Zarządu Powiatu - Wysokość dofinansowania</w:t>
            </w:r>
          </w:p>
        </w:tc>
        <w:tc>
          <w:tcPr>
            <w:tcW w:w="4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b"/>
            </w:pPr>
            <w:r w:rsidRPr="006C3C19">
              <w:rPr>
                <w:color w:val="000000"/>
              </w:rPr>
              <w:t>Analiza, podjęcie decyzji</w:t>
            </w:r>
          </w:p>
          <w:p w:rsidR="007A3977" w:rsidRPr="006C3C19" w:rsidRDefault="007A3977">
            <w:pPr>
              <w:pStyle w:val="apodproceduratabelaIItreoar"/>
            </w:pPr>
          </w:p>
          <w:p w:rsidR="007A3977" w:rsidRPr="006C3C19" w:rsidRDefault="007A3977">
            <w:pPr>
              <w:pStyle w:val="apodproceduratabelaIItreoar"/>
            </w:pPr>
            <w:r w:rsidRPr="006C3C19">
              <w:rPr>
                <w:color w:val="000000"/>
              </w:rPr>
              <w:t>Możliwość kontynuacji</w:t>
            </w:r>
          </w:p>
          <w:p w:rsidR="007A3977" w:rsidRPr="006C3C19" w:rsidRDefault="007A3977">
            <w:pPr>
              <w:rPr>
                <w:color w:val="000000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n"/>
              <w:rPr>
                <w:color w:val="000000"/>
              </w:rPr>
            </w:pPr>
            <w:r w:rsidRPr="006C3C19">
              <w:rPr>
                <w:color w:val="000000"/>
              </w:rPr>
              <w:t>Wniosek na posiedzenie Zarządu Powiatu - Wysokość dofinansowania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n"/>
              <w:rPr>
                <w:color w:val="000000"/>
              </w:rPr>
            </w:pPr>
            <w:r w:rsidRPr="006C3C19">
              <w:rPr>
                <w:color w:val="000000"/>
              </w:rPr>
              <w:t>Zarząd Powiatu</w:t>
            </w:r>
          </w:p>
        </w:tc>
      </w:tr>
      <w:tr w:rsidR="007A3977" w:rsidRPr="006C3C19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n"/>
            </w:pPr>
            <w:r w:rsidRPr="006C3C19">
              <w:rPr>
                <w:color w:val="000000"/>
              </w:rPr>
              <w:t>8.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n"/>
            </w:pPr>
          </w:p>
        </w:tc>
        <w:tc>
          <w:tcPr>
            <w:tcW w:w="4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b"/>
            </w:pPr>
            <w:r w:rsidRPr="006C3C19">
              <w:rPr>
                <w:color w:val="000000"/>
              </w:rPr>
              <w:t>Opracowanie wniosku na posiedzenie Zarząd Powiatu</w:t>
            </w:r>
          </w:p>
          <w:p w:rsidR="007A3977" w:rsidRPr="006C3C19" w:rsidRDefault="007A3977">
            <w:pPr>
              <w:pStyle w:val="apodproceduratabelaIItreoar"/>
            </w:pPr>
          </w:p>
          <w:p w:rsidR="007A3977" w:rsidRPr="006C3C19" w:rsidRDefault="007A3977">
            <w:pPr>
              <w:pStyle w:val="apodproceduratabelaIItreoar"/>
            </w:pPr>
            <w:r w:rsidRPr="006C3C19">
              <w:rPr>
                <w:color w:val="000000"/>
              </w:rPr>
              <w:t>Możliwość kontynuacji</w:t>
            </w:r>
          </w:p>
          <w:p w:rsidR="007A3977" w:rsidRPr="006C3C19" w:rsidRDefault="007A3977">
            <w:pPr>
              <w:rPr>
                <w:color w:val="000000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n"/>
              <w:rPr>
                <w:color w:val="000000"/>
              </w:rPr>
            </w:pPr>
            <w:r w:rsidRPr="006C3C19">
              <w:rPr>
                <w:color w:val="000000"/>
              </w:rPr>
              <w:t>Wniosek na posiedzenie Zarządu Powiatu - Wysokość dofinansowania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n"/>
              <w:rPr>
                <w:color w:val="000000"/>
              </w:rPr>
            </w:pPr>
            <w:r w:rsidRPr="006C3C19">
              <w:rPr>
                <w:color w:val="000000"/>
              </w:rPr>
              <w:t>Wydział Oświaty, Kultury i Promocji (OKP)</w:t>
            </w:r>
          </w:p>
        </w:tc>
      </w:tr>
      <w:tr w:rsidR="007A3977" w:rsidRPr="006C3C19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n"/>
            </w:pPr>
            <w:r w:rsidRPr="006C3C19">
              <w:rPr>
                <w:color w:val="000000"/>
              </w:rPr>
              <w:t>9.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n"/>
              <w:rPr>
                <w:color w:val="000000"/>
              </w:rPr>
            </w:pPr>
            <w:r w:rsidRPr="006C3C19">
              <w:rPr>
                <w:color w:val="000000"/>
              </w:rPr>
              <w:t>Odpowiedź NGO</w:t>
            </w:r>
          </w:p>
        </w:tc>
        <w:tc>
          <w:tcPr>
            <w:tcW w:w="4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b"/>
            </w:pPr>
            <w:r w:rsidRPr="006C3C19">
              <w:rPr>
                <w:color w:val="000000"/>
              </w:rPr>
              <w:t>Analiza odpowiedzi NGO na zaproszenia</w:t>
            </w:r>
          </w:p>
          <w:p w:rsidR="007A3977" w:rsidRPr="006C3C19" w:rsidRDefault="007A3977">
            <w:pPr>
              <w:pStyle w:val="apodproceduratabelaIItreoar"/>
            </w:pPr>
          </w:p>
          <w:p w:rsidR="007A3977" w:rsidRPr="006C3C19" w:rsidRDefault="007A3977">
            <w:pPr>
              <w:pStyle w:val="apodproceduratabelaIItreoar"/>
            </w:pPr>
            <w:r w:rsidRPr="006C3C19">
              <w:rPr>
                <w:color w:val="000000"/>
              </w:rPr>
              <w:t>Możliwość kontynuacji</w:t>
            </w:r>
          </w:p>
          <w:p w:rsidR="007A3977" w:rsidRPr="006C3C19" w:rsidRDefault="007A3977">
            <w:pPr>
              <w:rPr>
                <w:color w:val="000000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n"/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n"/>
              <w:rPr>
                <w:color w:val="000000"/>
              </w:rPr>
            </w:pPr>
            <w:r w:rsidRPr="006C3C19">
              <w:rPr>
                <w:color w:val="000000"/>
              </w:rPr>
              <w:t>Wydział Oświaty, Kultury i Promocji (OKP)</w:t>
            </w:r>
          </w:p>
        </w:tc>
      </w:tr>
      <w:tr w:rsidR="007A3977" w:rsidRPr="006C3C19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n"/>
            </w:pPr>
            <w:r w:rsidRPr="006C3C19">
              <w:rPr>
                <w:color w:val="000000"/>
              </w:rPr>
              <w:t>10.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n"/>
              <w:rPr>
                <w:color w:val="000000"/>
              </w:rPr>
            </w:pPr>
            <w:r w:rsidRPr="006C3C19">
              <w:rPr>
                <w:color w:val="000000"/>
              </w:rPr>
              <w:t>Wniosek NGO o finansowanie i/lub organizację wspólnego wyjazdu</w:t>
            </w:r>
          </w:p>
        </w:tc>
        <w:tc>
          <w:tcPr>
            <w:tcW w:w="4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b"/>
            </w:pPr>
            <w:r w:rsidRPr="006C3C19">
              <w:rPr>
                <w:color w:val="000000"/>
              </w:rPr>
              <w:t>Analiza wniosku, podjęcie decyzji</w:t>
            </w:r>
          </w:p>
          <w:p w:rsidR="007A3977" w:rsidRPr="006C3C19" w:rsidRDefault="007A3977">
            <w:pPr>
              <w:pStyle w:val="apodproceduratabelaIItreoar"/>
            </w:pPr>
          </w:p>
          <w:p w:rsidR="007A3977" w:rsidRPr="006C3C19" w:rsidRDefault="007A3977">
            <w:pPr>
              <w:pStyle w:val="apodproceduratabelaIItreoar"/>
            </w:pPr>
            <w:r w:rsidRPr="006C3C19">
              <w:rPr>
                <w:color w:val="000000"/>
              </w:rPr>
              <w:t>Możliwość kontynuacji</w:t>
            </w:r>
          </w:p>
          <w:p w:rsidR="007A3977" w:rsidRPr="006C3C19" w:rsidRDefault="007A3977">
            <w:pPr>
              <w:rPr>
                <w:color w:val="000000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n"/>
              <w:rPr>
                <w:color w:val="000000"/>
              </w:rPr>
            </w:pPr>
            <w:r w:rsidRPr="006C3C19">
              <w:rPr>
                <w:color w:val="000000"/>
              </w:rPr>
              <w:t>Wniosek NGO o finansowanie i/lub organizację wspólnego wyjazdu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n"/>
              <w:rPr>
                <w:color w:val="000000"/>
              </w:rPr>
            </w:pPr>
            <w:r w:rsidRPr="006C3C19">
              <w:rPr>
                <w:color w:val="000000"/>
              </w:rPr>
              <w:t>Starosta</w:t>
            </w:r>
          </w:p>
        </w:tc>
      </w:tr>
    </w:tbl>
    <w:p w:rsidR="007A3977" w:rsidRDefault="007A3977">
      <w:pPr>
        <w:widowControl w:val="0"/>
        <w:rPr>
          <w:color w:val="000000"/>
        </w:rPr>
      </w:pPr>
    </w:p>
    <w:p w:rsidR="007A3977" w:rsidRDefault="007A3977">
      <w:pPr>
        <w:pStyle w:val="podproceduraodstep"/>
        <w:rPr>
          <w:color w:val="000000"/>
        </w:rPr>
      </w:pPr>
    </w:p>
    <w:p w:rsidR="007A3977" w:rsidRDefault="007A3977">
      <w:pPr>
        <w:pStyle w:val="podproceduratabelaIIItytu3"/>
      </w:pPr>
      <w:r>
        <w:rPr>
          <w:color w:val="000000"/>
        </w:rPr>
        <w:t>TABELA III WYNIK REALIZACJI PODPROCEDURY</w:t>
      </w:r>
    </w:p>
    <w:p w:rsidR="007A3977" w:rsidRDefault="007A3977">
      <w:pPr>
        <w:widowControl w:val="0"/>
        <w:rPr>
          <w:rFonts w:ascii="Arial" w:hAnsi="Arial" w:cs="Arial"/>
          <w:sz w:val="24"/>
          <w:szCs w:val="24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551"/>
        <w:gridCol w:w="4337"/>
        <w:gridCol w:w="4819"/>
      </w:tblGrid>
      <w:tr w:rsidR="007A3977" w:rsidRPr="006C3C19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977" w:rsidRPr="006C3C19" w:rsidRDefault="007A3977">
            <w:pPr>
              <w:pStyle w:val="podproceduratabelaIIInag3wek"/>
            </w:pPr>
            <w:r w:rsidRPr="006C3C19">
              <w:rPr>
                <w:color w:val="000000"/>
              </w:rPr>
              <w:t>L.p.</w:t>
            </w:r>
          </w:p>
        </w:tc>
        <w:tc>
          <w:tcPr>
            <w:tcW w:w="4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977" w:rsidRPr="006C3C19" w:rsidRDefault="007A3977">
            <w:pPr>
              <w:pStyle w:val="podproceduratabelaIIInag3wek"/>
            </w:pPr>
            <w:r w:rsidRPr="006C3C19">
              <w:rPr>
                <w:color w:val="000000"/>
              </w:rPr>
              <w:t>Odbiorca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977" w:rsidRPr="006C3C19" w:rsidRDefault="007A3977">
            <w:pPr>
              <w:pStyle w:val="podproceduratabelaIIInag3wek"/>
            </w:pPr>
            <w:r w:rsidRPr="006C3C19">
              <w:rPr>
                <w:color w:val="000000"/>
              </w:rPr>
              <w:t>Zdarzenie; Dokument</w:t>
            </w:r>
          </w:p>
        </w:tc>
      </w:tr>
      <w:tr w:rsidR="007A3977" w:rsidRPr="006C3C19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977" w:rsidRPr="006C3C19" w:rsidRDefault="007A3977">
            <w:pPr>
              <w:pStyle w:val="podproceduratabelaIIItreoa"/>
            </w:pPr>
            <w:r w:rsidRPr="006C3C19">
              <w:rPr>
                <w:color w:val="000000"/>
              </w:rPr>
              <w:t xml:space="preserve"> 1.</w:t>
            </w:r>
          </w:p>
        </w:tc>
        <w:tc>
          <w:tcPr>
            <w:tcW w:w="4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977" w:rsidRPr="006C3C19" w:rsidRDefault="007A3977">
            <w:pPr>
              <w:pStyle w:val="podproceduratabelaIIItreoa"/>
            </w:pPr>
            <w:r w:rsidRPr="006C3C19">
              <w:rPr>
                <w:color w:val="000000"/>
              </w:rPr>
              <w:t>Wydział Oświaty, Kultury i Promocji (OKP)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977" w:rsidRPr="006C3C19" w:rsidRDefault="007A3977">
            <w:pPr>
              <w:pStyle w:val="podproceduratabelaIIItreoa"/>
            </w:pPr>
            <w:r w:rsidRPr="006C3C19">
              <w:rPr>
                <w:color w:val="000000"/>
              </w:rPr>
              <w:t>NGO zostało poinformowane o decyzji odmownej;</w:t>
            </w:r>
            <w:r w:rsidRPr="006C3C19">
              <w:rPr>
                <w:color w:val="000000"/>
              </w:rPr>
              <w:br/>
              <w:t>Informacja o odmowie finansowania i/lub organizacji wspólnego wyjazdu</w:t>
            </w:r>
          </w:p>
        </w:tc>
      </w:tr>
      <w:tr w:rsidR="007A3977" w:rsidRPr="006C3C19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977" w:rsidRPr="006C3C19" w:rsidRDefault="007A3977">
            <w:pPr>
              <w:pStyle w:val="podproceduratabelaIIItreoa"/>
            </w:pPr>
            <w:r w:rsidRPr="006C3C19">
              <w:rPr>
                <w:color w:val="000000"/>
              </w:rPr>
              <w:t xml:space="preserve"> 2.</w:t>
            </w:r>
          </w:p>
        </w:tc>
        <w:tc>
          <w:tcPr>
            <w:tcW w:w="4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977" w:rsidRPr="006C3C19" w:rsidRDefault="007A3977">
            <w:pPr>
              <w:pStyle w:val="podproceduratabelaIIItreoa"/>
            </w:pPr>
            <w:r w:rsidRPr="006C3C19">
              <w:rPr>
                <w:color w:val="000000"/>
              </w:rPr>
              <w:t>Wydział Oświaty, Kultury i Promocji (OKP)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977" w:rsidRPr="006C3C19" w:rsidRDefault="007A3977">
            <w:pPr>
              <w:pStyle w:val="podproceduratabelaIIItreoa"/>
            </w:pPr>
            <w:r w:rsidRPr="006C3C19">
              <w:rPr>
                <w:color w:val="000000"/>
              </w:rPr>
              <w:t>NGO zostało poinformowane o udziale w finansowaniu i/lub organizacji wspólnego wyjazdu;</w:t>
            </w:r>
            <w:r w:rsidRPr="006C3C19">
              <w:rPr>
                <w:color w:val="000000"/>
              </w:rPr>
              <w:br/>
              <w:t>Informacja o udziale w finansowaniu i/lub organizacji wspólnego wyjazdy</w:t>
            </w:r>
          </w:p>
        </w:tc>
      </w:tr>
    </w:tbl>
    <w:p w:rsidR="007A3977" w:rsidRDefault="007A3977">
      <w:pPr>
        <w:widowControl w:val="0"/>
        <w:rPr>
          <w:color w:val="000000"/>
        </w:rPr>
      </w:pPr>
    </w:p>
    <w:p w:rsidR="007A3977" w:rsidRDefault="007A3977">
      <w:pPr>
        <w:rPr>
          <w:color w:val="000000"/>
        </w:rPr>
      </w:pPr>
      <w:r>
        <w:rPr>
          <w:color w:val="000000"/>
        </w:rPr>
        <w:t>DOKUMENTY ZWIĄZANE:</w:t>
      </w:r>
    </w:p>
    <w:p w:rsidR="007A3977" w:rsidRDefault="007A3977">
      <w:pPr>
        <w:rPr>
          <w:color w:val="000000"/>
        </w:rPr>
      </w:pPr>
    </w:p>
    <w:p w:rsidR="007A3977" w:rsidRDefault="007A3977">
      <w:pPr>
        <w:rPr>
          <w:color w:val="000000"/>
        </w:rPr>
      </w:pPr>
      <w:r>
        <w:rPr>
          <w:color w:val="000000"/>
        </w:rPr>
        <w:t xml:space="preserve"> 1. Informacja o odmowie finansowania i/lub organizacji wspólnego wyjazdu</w:t>
      </w:r>
    </w:p>
    <w:p w:rsidR="007A3977" w:rsidRDefault="007A3977">
      <w:pPr>
        <w:rPr>
          <w:color w:val="000000"/>
        </w:rPr>
      </w:pPr>
      <w:r>
        <w:rPr>
          <w:color w:val="000000"/>
        </w:rPr>
        <w:t xml:space="preserve"> 2. Informacja o udziale w finansowaniu i/lub organizacji wspólnego wyjazdy</w:t>
      </w:r>
    </w:p>
    <w:p w:rsidR="007A3977" w:rsidRDefault="007A3977">
      <w:pPr>
        <w:rPr>
          <w:color w:val="000000"/>
        </w:rPr>
      </w:pPr>
      <w:r>
        <w:rPr>
          <w:color w:val="000000"/>
        </w:rPr>
        <w:t xml:space="preserve"> 3. Odpowiedź NGO</w:t>
      </w:r>
    </w:p>
    <w:p w:rsidR="007A3977" w:rsidRDefault="007A3977">
      <w:pPr>
        <w:rPr>
          <w:color w:val="000000"/>
        </w:rPr>
      </w:pPr>
      <w:r>
        <w:rPr>
          <w:color w:val="000000"/>
        </w:rPr>
        <w:t xml:space="preserve"> 4. Wniosek na posiedzenie Zarządu Powiatu - Wysokość dofinansowania</w:t>
      </w:r>
    </w:p>
    <w:p w:rsidR="007A3977" w:rsidRDefault="007A3977">
      <w:pPr>
        <w:rPr>
          <w:color w:val="000000"/>
        </w:rPr>
      </w:pPr>
      <w:r>
        <w:rPr>
          <w:color w:val="000000"/>
        </w:rPr>
        <w:t xml:space="preserve"> 5. Wniosek na posiedzenie Zarządu Powiatu - Wysokość dofinansowania</w:t>
      </w:r>
    </w:p>
    <w:p w:rsidR="007A3977" w:rsidRDefault="007A3977">
      <w:pPr>
        <w:rPr>
          <w:color w:val="000000"/>
        </w:rPr>
      </w:pPr>
      <w:r>
        <w:rPr>
          <w:color w:val="000000"/>
        </w:rPr>
        <w:t xml:space="preserve"> 6. Wniosek na posiedzenie Zarządu Powiatu - Wysokość dofinansowania</w:t>
      </w:r>
    </w:p>
    <w:p w:rsidR="007A3977" w:rsidRDefault="007A3977">
      <w:pPr>
        <w:rPr>
          <w:color w:val="000000"/>
        </w:rPr>
      </w:pPr>
      <w:r>
        <w:rPr>
          <w:color w:val="000000"/>
        </w:rPr>
        <w:t xml:space="preserve"> 7. Wniosek na posiedzenie Zarządu Powiatu - Wysokość dofinansowania</w:t>
      </w:r>
    </w:p>
    <w:p w:rsidR="007A3977" w:rsidRDefault="007A3977">
      <w:pPr>
        <w:rPr>
          <w:color w:val="000000"/>
        </w:rPr>
      </w:pPr>
      <w:r>
        <w:rPr>
          <w:color w:val="000000"/>
        </w:rPr>
        <w:t xml:space="preserve"> 8. Wniosek NGO o finansowanie i/lub organizację wspólnego wyjazdu</w:t>
      </w:r>
    </w:p>
    <w:p w:rsidR="007A3977" w:rsidRDefault="007A3977">
      <w:pPr>
        <w:rPr>
          <w:color w:val="000000"/>
        </w:rPr>
      </w:pPr>
      <w:r>
        <w:rPr>
          <w:color w:val="000000"/>
        </w:rPr>
        <w:t xml:space="preserve"> 9. Wniosek NGO o finansowanie i/lub organizację wspólnego wyjazdu</w:t>
      </w:r>
    </w:p>
    <w:p w:rsidR="007A3977" w:rsidRDefault="007A3977">
      <w:pPr>
        <w:rPr>
          <w:color w:val="000000"/>
        </w:rPr>
      </w:pPr>
      <w:r>
        <w:rPr>
          <w:color w:val="000000"/>
        </w:rPr>
        <w:t xml:space="preserve"> 10. Wniosek NGO o finansowanie i/lub organizację wspólnego wyjazdu</w:t>
      </w:r>
    </w:p>
    <w:p w:rsidR="007A3977" w:rsidRDefault="007A3977">
      <w:pPr>
        <w:rPr>
          <w:color w:val="000000"/>
        </w:rPr>
      </w:pPr>
      <w:r>
        <w:rPr>
          <w:color w:val="000000"/>
        </w:rPr>
        <w:t xml:space="preserve"> 11. Wniosek NGO o finansowanie i/lub organizację wspólnego wyjazdu</w:t>
      </w:r>
    </w:p>
    <w:p w:rsidR="007A3977" w:rsidRDefault="007A3977">
      <w:pPr>
        <w:rPr>
          <w:color w:val="000000"/>
        </w:rPr>
      </w:pPr>
      <w:r>
        <w:rPr>
          <w:color w:val="000000"/>
        </w:rPr>
        <w:t xml:space="preserve"> 12. Wniosek NGO o finansowanie i/lub organizację wspólnego wyjazdu</w:t>
      </w:r>
    </w:p>
    <w:p w:rsidR="007A3977" w:rsidRDefault="007A3977">
      <w:pPr>
        <w:rPr>
          <w:color w:val="000000"/>
        </w:rPr>
      </w:pPr>
      <w:r>
        <w:rPr>
          <w:color w:val="000000"/>
        </w:rPr>
        <w:t xml:space="preserve"> 13. Zaproszenie</w:t>
      </w:r>
    </w:p>
    <w:p w:rsidR="007A3977" w:rsidRDefault="007A3977">
      <w:pPr>
        <w:rPr>
          <w:color w:val="000000"/>
        </w:rPr>
      </w:pPr>
      <w:r>
        <w:rPr>
          <w:color w:val="000000"/>
        </w:rPr>
        <w:t xml:space="preserve"> 14. Zaproszenie</w:t>
      </w:r>
    </w:p>
    <w:p w:rsidR="007A3977" w:rsidRDefault="007A3977">
      <w:pPr>
        <w:pStyle w:val="podproceduratabelaIIItytu3"/>
        <w:rPr>
          <w:color w:val="000000"/>
        </w:rPr>
      </w:pPr>
      <w:r>
        <w:rPr>
          <w:color w:val="000000"/>
        </w:rPr>
        <w:br w:type="page"/>
        <w:t>MODEL PROCESU:</w:t>
      </w:r>
    </w:p>
    <w:p w:rsidR="007A3977" w:rsidRDefault="007A3977">
      <w:pPr>
        <w:pStyle w:val="Heading3"/>
        <w:rPr>
          <w:color w:val="000000"/>
        </w:rPr>
      </w:pPr>
      <w:r w:rsidRPr="006C3C19">
        <w:rPr>
          <w:rFonts w:ascii="Arial" w:hAnsi="Arial" w:cs="Arial"/>
          <w:noProof/>
          <w:sz w:val="24"/>
          <w:szCs w:val="24"/>
        </w:rPr>
        <w:pict>
          <v:shape id="Obraz 14" o:spid="_x0000_i1037" type="#_x0000_t75" style="width:324.75pt;height:670.5pt;visibility:visible">
            <v:imagedata r:id="rId16" o:title=""/>
          </v:shape>
        </w:pic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color w:val="000000"/>
        </w:rPr>
        <w:br w:type="page"/>
      </w:r>
    </w:p>
    <w:p w:rsidR="007A3977" w:rsidRDefault="007A3977" w:rsidP="00000EA1">
      <w:pPr>
        <w:pStyle w:val="Heading3"/>
        <w:jc w:val="both"/>
        <w:rPr>
          <w:color w:val="000000"/>
        </w:rPr>
      </w:pPr>
      <w:r w:rsidRPr="00B344F5">
        <w:rPr>
          <w:rFonts w:ascii="Calibri" w:hAnsi="Calibri"/>
          <w:i w:val="0"/>
          <w:color w:val="000000"/>
          <w:sz w:val="24"/>
          <w:u w:val="single"/>
        </w:rPr>
        <w:t xml:space="preserve">Procedura </w:t>
      </w:r>
      <w:r>
        <w:rPr>
          <w:rFonts w:ascii="Calibri" w:hAnsi="Calibri"/>
          <w:i w:val="0"/>
          <w:color w:val="000000"/>
          <w:sz w:val="24"/>
          <w:u w:val="single"/>
        </w:rPr>
        <w:t>6</w:t>
      </w:r>
      <w:r w:rsidRPr="00B344F5">
        <w:rPr>
          <w:rFonts w:ascii="Calibri" w:hAnsi="Calibri"/>
          <w:i w:val="0"/>
          <w:color w:val="000000"/>
          <w:sz w:val="24"/>
          <w:u w:val="single"/>
        </w:rPr>
        <w:t xml:space="preserve">. </w:t>
      </w:r>
      <w:r>
        <w:rPr>
          <w:rFonts w:ascii="Calibri" w:hAnsi="Calibri"/>
          <w:i w:val="0"/>
          <w:color w:val="000000"/>
          <w:sz w:val="24"/>
          <w:u w:val="single"/>
        </w:rPr>
        <w:t xml:space="preserve">Opracowanie procedur dot. włączania partnerów pozarządowych we współorganizowanie wydarzeń lokalnych. </w:t>
      </w:r>
    </w:p>
    <w:p w:rsidR="007A3977" w:rsidRDefault="007A3977" w:rsidP="00000EA1">
      <w:pPr>
        <w:pStyle w:val="Heading3"/>
        <w:rPr>
          <w:color w:val="000000"/>
        </w:rPr>
      </w:pPr>
    </w:p>
    <w:p w:rsidR="007A3977" w:rsidRPr="00427EAF" w:rsidRDefault="007A3977" w:rsidP="00000EA1">
      <w:pPr>
        <w:pStyle w:val="Heading3"/>
        <w:rPr>
          <w:rFonts w:ascii="Calibri" w:hAnsi="Calibri" w:cs="Arial"/>
          <w:b w:val="0"/>
          <w:i w:val="0"/>
          <w:sz w:val="24"/>
          <w:szCs w:val="24"/>
        </w:rPr>
      </w:pPr>
      <w:r w:rsidRPr="00427EAF">
        <w:rPr>
          <w:rFonts w:ascii="Calibri" w:hAnsi="Calibri" w:cs="Arial"/>
          <w:b w:val="0"/>
          <w:i w:val="0"/>
          <w:color w:val="000000"/>
          <w:sz w:val="24"/>
          <w:szCs w:val="24"/>
        </w:rPr>
        <w:t xml:space="preserve">Proces </w:t>
      </w:r>
      <w:r>
        <w:rPr>
          <w:rFonts w:ascii="Calibri" w:hAnsi="Calibri" w:cs="Arial"/>
          <w:b w:val="0"/>
          <w:i w:val="0"/>
          <w:color w:val="000000"/>
          <w:sz w:val="24"/>
          <w:szCs w:val="24"/>
        </w:rPr>
        <w:t>38</w:t>
      </w:r>
    </w:p>
    <w:p w:rsidR="007A3977" w:rsidRDefault="007A3977" w:rsidP="00000EA1">
      <w:pPr>
        <w:pStyle w:val="Heading3"/>
        <w:rPr>
          <w:color w:val="000000"/>
        </w:rPr>
      </w:pPr>
    </w:p>
    <w:p w:rsidR="007A3977" w:rsidRDefault="007A3977">
      <w:pPr>
        <w:pStyle w:val="podproceduraodstep"/>
      </w:pPr>
    </w:p>
    <w:p w:rsidR="007A3977" w:rsidRDefault="007A3977">
      <w:pPr>
        <w:pStyle w:val="podproceduratabelaItytu3"/>
      </w:pPr>
      <w:r>
        <w:rPr>
          <w:color w:val="000000"/>
        </w:rPr>
        <w:t>TABELA I INICJACJA PODPROCEDURY</w:t>
      </w:r>
    </w:p>
    <w:p w:rsidR="007A3977" w:rsidRDefault="007A3977">
      <w:pPr>
        <w:widowControl w:val="0"/>
        <w:rPr>
          <w:rFonts w:ascii="Arial" w:hAnsi="Arial" w:cs="Arial"/>
          <w:sz w:val="24"/>
          <w:szCs w:val="24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551"/>
        <w:gridCol w:w="4337"/>
        <w:gridCol w:w="4819"/>
      </w:tblGrid>
      <w:tr w:rsidR="007A3977" w:rsidRPr="006C3C19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977" w:rsidRPr="006C3C19" w:rsidRDefault="007A3977">
            <w:pPr>
              <w:pStyle w:val="podproceduratabelaInag3wek"/>
            </w:pPr>
            <w:r w:rsidRPr="006C3C19">
              <w:rPr>
                <w:color w:val="000000"/>
              </w:rPr>
              <w:t>L.p.</w:t>
            </w:r>
          </w:p>
        </w:tc>
        <w:tc>
          <w:tcPr>
            <w:tcW w:w="4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977" w:rsidRPr="006C3C19" w:rsidRDefault="007A3977">
            <w:pPr>
              <w:pStyle w:val="podproceduratabelaInag3wek"/>
            </w:pPr>
            <w:r w:rsidRPr="006C3C19">
              <w:rPr>
                <w:color w:val="000000"/>
              </w:rPr>
              <w:t>Dostawca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977" w:rsidRPr="006C3C19" w:rsidRDefault="007A3977">
            <w:pPr>
              <w:pStyle w:val="podproceduratabelaInag3wek"/>
            </w:pPr>
            <w:r w:rsidRPr="006C3C19">
              <w:rPr>
                <w:color w:val="000000"/>
              </w:rPr>
              <w:t>Zdarzenie; Dokument</w:t>
            </w:r>
          </w:p>
        </w:tc>
      </w:tr>
      <w:tr w:rsidR="007A3977" w:rsidRPr="006C3C19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977" w:rsidRPr="006C3C19" w:rsidRDefault="007A3977">
            <w:pPr>
              <w:pStyle w:val="podproceduratabelaItreoa"/>
            </w:pPr>
            <w:r w:rsidRPr="006C3C19">
              <w:rPr>
                <w:color w:val="000000"/>
              </w:rPr>
              <w:t xml:space="preserve"> 1.</w:t>
            </w:r>
          </w:p>
        </w:tc>
        <w:tc>
          <w:tcPr>
            <w:tcW w:w="4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977" w:rsidRPr="006C3C19" w:rsidRDefault="007A3977">
            <w:pPr>
              <w:pStyle w:val="podproceduratabelaItreoa"/>
            </w:pP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977" w:rsidRPr="006C3C19" w:rsidRDefault="007A3977">
            <w:pPr>
              <w:pStyle w:val="podproceduratabelaItreoa"/>
            </w:pPr>
            <w:r w:rsidRPr="006C3C19">
              <w:rPr>
                <w:color w:val="000000"/>
              </w:rPr>
              <w:t>Należy zidentyfikować wydarzenia lokalne</w:t>
            </w:r>
          </w:p>
        </w:tc>
      </w:tr>
    </w:tbl>
    <w:p w:rsidR="007A3977" w:rsidRDefault="007A3977">
      <w:pPr>
        <w:widowControl w:val="0"/>
        <w:rPr>
          <w:color w:val="000000"/>
        </w:rPr>
      </w:pPr>
    </w:p>
    <w:p w:rsidR="007A3977" w:rsidRDefault="007A3977">
      <w:pPr>
        <w:pStyle w:val="podproceduraodstep"/>
        <w:rPr>
          <w:color w:val="000000"/>
        </w:rPr>
      </w:pPr>
    </w:p>
    <w:p w:rsidR="007A3977" w:rsidRDefault="007A3977">
      <w:pPr>
        <w:pStyle w:val="apodproceduratabelaIItytu3"/>
      </w:pPr>
      <w:r>
        <w:rPr>
          <w:color w:val="000000"/>
        </w:rPr>
        <w:t>TABELA II OPIS PRACY</w:t>
      </w:r>
    </w:p>
    <w:p w:rsidR="007A3977" w:rsidRDefault="007A3977">
      <w:pPr>
        <w:widowControl w:val="0"/>
        <w:rPr>
          <w:rFonts w:ascii="Arial" w:hAnsi="Arial" w:cs="Arial"/>
          <w:sz w:val="24"/>
          <w:szCs w:val="24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551"/>
        <w:gridCol w:w="1542"/>
        <w:gridCol w:w="4530"/>
        <w:gridCol w:w="1542"/>
        <w:gridCol w:w="1542"/>
      </w:tblGrid>
      <w:tr w:rsidR="007A3977" w:rsidRPr="006C3C19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nag3wek2"/>
            </w:pPr>
            <w:r w:rsidRPr="006C3C19">
              <w:rPr>
                <w:color w:val="000000"/>
              </w:rPr>
              <w:t>L.p.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nag3wek2"/>
            </w:pPr>
            <w:r w:rsidRPr="006C3C19">
              <w:rPr>
                <w:color w:val="000000"/>
              </w:rPr>
              <w:t>Dokument na wejściu do czynności</w:t>
            </w:r>
          </w:p>
        </w:tc>
        <w:tc>
          <w:tcPr>
            <w:tcW w:w="4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nag3wek2"/>
            </w:pPr>
            <w:r w:rsidRPr="006C3C19">
              <w:rPr>
                <w:color w:val="000000"/>
              </w:rPr>
              <w:t>Opis czynności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nag3wek2"/>
            </w:pPr>
            <w:r w:rsidRPr="006C3C19">
              <w:rPr>
                <w:color w:val="000000"/>
              </w:rPr>
              <w:t>Dokument na wyjściu z czynności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nag3wek2"/>
            </w:pPr>
            <w:r w:rsidRPr="006C3C19">
              <w:rPr>
                <w:color w:val="000000"/>
              </w:rPr>
              <w:t>Stanowisko wykonujące czynność</w:t>
            </w:r>
          </w:p>
        </w:tc>
      </w:tr>
      <w:tr w:rsidR="007A3977" w:rsidRPr="006C3C19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n"/>
            </w:pPr>
            <w:r w:rsidRPr="006C3C19">
              <w:rPr>
                <w:color w:val="000000"/>
              </w:rPr>
              <w:t>1.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n"/>
            </w:pPr>
          </w:p>
        </w:tc>
        <w:tc>
          <w:tcPr>
            <w:tcW w:w="4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b"/>
            </w:pPr>
            <w:r w:rsidRPr="006C3C19">
              <w:rPr>
                <w:color w:val="000000"/>
              </w:rPr>
              <w:t>Analiza potencjalnych wydarzeń lokalnych, w których możliwe jest współorganizowanie przez NGO</w:t>
            </w:r>
          </w:p>
          <w:p w:rsidR="007A3977" w:rsidRPr="006C3C19" w:rsidRDefault="007A3977">
            <w:pPr>
              <w:pStyle w:val="apodproceduratabelaIItreoar"/>
            </w:pPr>
          </w:p>
          <w:p w:rsidR="007A3977" w:rsidRPr="006C3C19" w:rsidRDefault="007A3977">
            <w:pPr>
              <w:pStyle w:val="apodproceduratabelaIItreoar"/>
            </w:pPr>
            <w:r w:rsidRPr="006C3C19">
              <w:rPr>
                <w:color w:val="000000"/>
              </w:rPr>
              <w:t>Możliwość kontynuacji</w:t>
            </w:r>
          </w:p>
          <w:p w:rsidR="007A3977" w:rsidRPr="006C3C19" w:rsidRDefault="007A3977">
            <w:pPr>
              <w:rPr>
                <w:color w:val="000000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n"/>
              <w:rPr>
                <w:color w:val="000000"/>
              </w:rPr>
            </w:pPr>
            <w:r w:rsidRPr="006C3C19">
              <w:rPr>
                <w:color w:val="000000"/>
              </w:rPr>
              <w:t>Lista wydarzeń lokalnych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n"/>
              <w:rPr>
                <w:color w:val="000000"/>
              </w:rPr>
            </w:pPr>
            <w:r w:rsidRPr="006C3C19">
              <w:rPr>
                <w:color w:val="000000"/>
              </w:rPr>
              <w:t>Wydział Oświaty, Kultury i Promocji (OKP)</w:t>
            </w:r>
          </w:p>
        </w:tc>
      </w:tr>
      <w:tr w:rsidR="007A3977" w:rsidRPr="006C3C19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n"/>
            </w:pPr>
            <w:r w:rsidRPr="006C3C19">
              <w:rPr>
                <w:color w:val="000000"/>
              </w:rPr>
              <w:t>2.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n"/>
              <w:rPr>
                <w:color w:val="000000"/>
              </w:rPr>
            </w:pPr>
            <w:r w:rsidRPr="006C3C19">
              <w:rPr>
                <w:color w:val="000000"/>
              </w:rPr>
              <w:t>Lista wydarzeń lokalnych</w:t>
            </w:r>
          </w:p>
        </w:tc>
        <w:tc>
          <w:tcPr>
            <w:tcW w:w="4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b"/>
            </w:pPr>
            <w:r w:rsidRPr="006C3C19">
              <w:rPr>
                <w:color w:val="000000"/>
              </w:rPr>
              <w:t>Identyfikacja NGO potencjalnie zainteresowanych współpracą</w:t>
            </w:r>
          </w:p>
          <w:p w:rsidR="007A3977" w:rsidRPr="006C3C19" w:rsidRDefault="007A3977">
            <w:pPr>
              <w:pStyle w:val="apodproceduratabelaIItreoar"/>
            </w:pPr>
          </w:p>
          <w:p w:rsidR="007A3977" w:rsidRPr="006C3C19" w:rsidRDefault="007A3977">
            <w:pPr>
              <w:pStyle w:val="apodproceduratabelaIItreoar"/>
            </w:pPr>
            <w:r w:rsidRPr="006C3C19">
              <w:rPr>
                <w:color w:val="000000"/>
              </w:rPr>
              <w:t>Możliwość kontynuacji</w:t>
            </w:r>
          </w:p>
          <w:p w:rsidR="007A3977" w:rsidRPr="006C3C19" w:rsidRDefault="007A3977">
            <w:pPr>
              <w:rPr>
                <w:color w:val="000000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n"/>
              <w:rPr>
                <w:color w:val="000000"/>
              </w:rPr>
            </w:pPr>
            <w:r w:rsidRPr="006C3C19">
              <w:rPr>
                <w:color w:val="000000"/>
              </w:rPr>
              <w:t>Lista NGO potencjalnie zainteresowanych współpracą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n"/>
              <w:rPr>
                <w:color w:val="000000"/>
              </w:rPr>
            </w:pPr>
            <w:r w:rsidRPr="006C3C19">
              <w:rPr>
                <w:color w:val="000000"/>
              </w:rPr>
              <w:t>Wydział Oświaty, Kultury i Promocji (OKP)</w:t>
            </w:r>
          </w:p>
        </w:tc>
      </w:tr>
      <w:tr w:rsidR="007A3977" w:rsidRPr="006C3C19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n"/>
            </w:pPr>
            <w:r w:rsidRPr="006C3C19">
              <w:rPr>
                <w:color w:val="000000"/>
              </w:rPr>
              <w:t>3.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n"/>
              <w:rPr>
                <w:color w:val="000000"/>
              </w:rPr>
            </w:pPr>
            <w:r w:rsidRPr="006C3C19">
              <w:rPr>
                <w:color w:val="000000"/>
              </w:rPr>
              <w:t>Zaproszenie</w:t>
            </w:r>
          </w:p>
        </w:tc>
        <w:tc>
          <w:tcPr>
            <w:tcW w:w="4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b"/>
            </w:pPr>
            <w:r w:rsidRPr="006C3C19">
              <w:rPr>
                <w:color w:val="000000"/>
              </w:rPr>
              <w:t>Wysyłka zaproszeń do NGO</w:t>
            </w:r>
          </w:p>
          <w:p w:rsidR="007A3977" w:rsidRPr="006C3C19" w:rsidRDefault="007A3977">
            <w:pPr>
              <w:pStyle w:val="apodproceduratabelaIItreoar"/>
            </w:pPr>
          </w:p>
          <w:p w:rsidR="007A3977" w:rsidRPr="006C3C19" w:rsidRDefault="007A3977">
            <w:pPr>
              <w:pStyle w:val="apodproceduratabelaIItreoar"/>
            </w:pPr>
            <w:r w:rsidRPr="006C3C19">
              <w:rPr>
                <w:color w:val="000000"/>
              </w:rPr>
              <w:t>Możliwość kontynuacji</w:t>
            </w:r>
          </w:p>
          <w:p w:rsidR="007A3977" w:rsidRPr="006C3C19" w:rsidRDefault="007A3977">
            <w:pPr>
              <w:rPr>
                <w:color w:val="000000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n"/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n"/>
              <w:rPr>
                <w:color w:val="000000"/>
              </w:rPr>
            </w:pPr>
            <w:r w:rsidRPr="006C3C19">
              <w:rPr>
                <w:color w:val="000000"/>
              </w:rPr>
              <w:t>Wydział Oświaty, Kultury i Promocji (OKP)</w:t>
            </w:r>
          </w:p>
        </w:tc>
      </w:tr>
      <w:tr w:rsidR="007A3977" w:rsidRPr="006C3C19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n"/>
            </w:pPr>
            <w:r w:rsidRPr="006C3C19">
              <w:rPr>
                <w:color w:val="000000"/>
              </w:rPr>
              <w:t>4.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n"/>
              <w:rPr>
                <w:color w:val="000000"/>
              </w:rPr>
            </w:pPr>
            <w:r w:rsidRPr="006C3C19">
              <w:rPr>
                <w:color w:val="000000"/>
              </w:rPr>
              <w:t>Lista NGO potencjalnie zainteresowanych współpracą</w:t>
            </w:r>
          </w:p>
        </w:tc>
        <w:tc>
          <w:tcPr>
            <w:tcW w:w="4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b"/>
            </w:pPr>
            <w:r w:rsidRPr="006C3C19">
              <w:rPr>
                <w:color w:val="000000"/>
              </w:rPr>
              <w:t>Opracowanie zaproszeń</w:t>
            </w:r>
          </w:p>
          <w:p w:rsidR="007A3977" w:rsidRPr="006C3C19" w:rsidRDefault="007A3977">
            <w:pPr>
              <w:pStyle w:val="apodproceduratabelaIItreoar"/>
            </w:pPr>
          </w:p>
          <w:p w:rsidR="007A3977" w:rsidRPr="006C3C19" w:rsidRDefault="007A3977">
            <w:pPr>
              <w:pStyle w:val="apodproceduratabelaIItreoar"/>
            </w:pPr>
            <w:r w:rsidRPr="006C3C19">
              <w:rPr>
                <w:color w:val="000000"/>
              </w:rPr>
              <w:t>Możliwość kontynuacji</w:t>
            </w:r>
          </w:p>
          <w:p w:rsidR="007A3977" w:rsidRPr="006C3C19" w:rsidRDefault="007A3977">
            <w:pPr>
              <w:rPr>
                <w:color w:val="000000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n"/>
              <w:rPr>
                <w:color w:val="000000"/>
              </w:rPr>
            </w:pPr>
            <w:r w:rsidRPr="006C3C19">
              <w:rPr>
                <w:color w:val="000000"/>
              </w:rPr>
              <w:t>Zaproszenie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n"/>
              <w:rPr>
                <w:color w:val="000000"/>
              </w:rPr>
            </w:pPr>
            <w:r w:rsidRPr="006C3C19">
              <w:rPr>
                <w:color w:val="000000"/>
              </w:rPr>
              <w:t>Wydział Oświaty, Kultury i Promocji (OKP)</w:t>
            </w:r>
          </w:p>
        </w:tc>
      </w:tr>
      <w:tr w:rsidR="007A3977" w:rsidRPr="006C3C19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n"/>
            </w:pPr>
            <w:r w:rsidRPr="006C3C19">
              <w:rPr>
                <w:color w:val="000000"/>
              </w:rPr>
              <w:t>5.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n"/>
            </w:pPr>
          </w:p>
        </w:tc>
        <w:tc>
          <w:tcPr>
            <w:tcW w:w="4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b"/>
            </w:pPr>
            <w:r w:rsidRPr="006C3C19">
              <w:rPr>
                <w:color w:val="000000"/>
              </w:rPr>
              <w:t>Spotkanie organizacyjne w sprawie konkretnego wydarzenia lokalnego</w:t>
            </w:r>
          </w:p>
          <w:p w:rsidR="007A3977" w:rsidRPr="006C3C19" w:rsidRDefault="007A3977">
            <w:pPr>
              <w:pStyle w:val="apodproceduratabelaIItreoar"/>
            </w:pPr>
          </w:p>
          <w:p w:rsidR="007A3977" w:rsidRPr="006C3C19" w:rsidRDefault="007A3977">
            <w:pPr>
              <w:pStyle w:val="apodproceduratabelaIItreoar"/>
            </w:pPr>
            <w:r w:rsidRPr="006C3C19">
              <w:rPr>
                <w:color w:val="000000"/>
              </w:rPr>
              <w:t>Możliwość kontynuacji</w:t>
            </w:r>
          </w:p>
          <w:p w:rsidR="007A3977" w:rsidRPr="006C3C19" w:rsidRDefault="007A3977">
            <w:pPr>
              <w:rPr>
                <w:color w:val="000000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n"/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n"/>
              <w:rPr>
                <w:color w:val="000000"/>
              </w:rPr>
            </w:pPr>
            <w:r w:rsidRPr="006C3C19">
              <w:rPr>
                <w:color w:val="000000"/>
              </w:rPr>
              <w:t>NGO;</w:t>
            </w:r>
          </w:p>
          <w:p w:rsidR="007A3977" w:rsidRPr="006C3C19" w:rsidRDefault="007A3977">
            <w:pPr>
              <w:pStyle w:val="apodproceduratabelaIItreoan"/>
              <w:rPr>
                <w:color w:val="000000"/>
              </w:rPr>
            </w:pPr>
            <w:r w:rsidRPr="006C3C19">
              <w:rPr>
                <w:color w:val="000000"/>
              </w:rPr>
              <w:t>Wydział Oświaty, Kultury i Promocji (OKP)</w:t>
            </w:r>
          </w:p>
        </w:tc>
      </w:tr>
      <w:tr w:rsidR="007A3977" w:rsidRPr="006C3C19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n"/>
            </w:pPr>
            <w:r w:rsidRPr="006C3C19">
              <w:rPr>
                <w:color w:val="000000"/>
              </w:rPr>
              <w:t>6.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n"/>
              <w:rPr>
                <w:color w:val="000000"/>
              </w:rPr>
            </w:pPr>
            <w:r w:rsidRPr="006C3C19">
              <w:rPr>
                <w:color w:val="000000"/>
              </w:rPr>
              <w:t>Lista wydarzeń lokalnych</w:t>
            </w:r>
          </w:p>
        </w:tc>
        <w:tc>
          <w:tcPr>
            <w:tcW w:w="4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b"/>
            </w:pPr>
            <w:r w:rsidRPr="006C3C19">
              <w:rPr>
                <w:color w:val="000000"/>
              </w:rPr>
              <w:t>Zatwierdzenie listy</w:t>
            </w:r>
          </w:p>
          <w:p w:rsidR="007A3977" w:rsidRPr="006C3C19" w:rsidRDefault="007A3977">
            <w:pPr>
              <w:pStyle w:val="apodproceduratabelaIItreoar"/>
            </w:pPr>
          </w:p>
          <w:p w:rsidR="007A3977" w:rsidRPr="006C3C19" w:rsidRDefault="007A3977">
            <w:pPr>
              <w:pStyle w:val="apodproceduratabelaIItreoar"/>
            </w:pPr>
            <w:r w:rsidRPr="006C3C19">
              <w:rPr>
                <w:color w:val="000000"/>
              </w:rPr>
              <w:t>Możliwość kontynuacji</w:t>
            </w:r>
          </w:p>
          <w:p w:rsidR="007A3977" w:rsidRPr="006C3C19" w:rsidRDefault="007A3977">
            <w:pPr>
              <w:rPr>
                <w:color w:val="000000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n"/>
              <w:rPr>
                <w:color w:val="000000"/>
              </w:rPr>
            </w:pPr>
            <w:r w:rsidRPr="006C3C19">
              <w:rPr>
                <w:color w:val="000000"/>
              </w:rPr>
              <w:t>Lista wydarzeń lokalnych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n"/>
              <w:rPr>
                <w:color w:val="000000"/>
              </w:rPr>
            </w:pPr>
            <w:r w:rsidRPr="006C3C19">
              <w:rPr>
                <w:color w:val="000000"/>
              </w:rPr>
              <w:t>Starosta</w:t>
            </w:r>
          </w:p>
        </w:tc>
      </w:tr>
      <w:tr w:rsidR="007A3977" w:rsidRPr="006C3C19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n"/>
            </w:pPr>
            <w:r w:rsidRPr="006C3C19">
              <w:rPr>
                <w:color w:val="000000"/>
              </w:rPr>
              <w:t>7.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n"/>
              <w:rPr>
                <w:color w:val="000000"/>
              </w:rPr>
            </w:pPr>
            <w:r w:rsidRPr="006C3C19">
              <w:rPr>
                <w:color w:val="000000"/>
              </w:rPr>
              <w:t>Odpowiedź NGO</w:t>
            </w:r>
          </w:p>
        </w:tc>
        <w:tc>
          <w:tcPr>
            <w:tcW w:w="4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b"/>
            </w:pPr>
            <w:r w:rsidRPr="006C3C19">
              <w:rPr>
                <w:color w:val="000000"/>
              </w:rPr>
              <w:t>Analiza odpowiedzi NGO na zaproszenia, stworzenie listy</w:t>
            </w:r>
          </w:p>
          <w:p w:rsidR="007A3977" w:rsidRPr="006C3C19" w:rsidRDefault="007A3977">
            <w:pPr>
              <w:pStyle w:val="apodproceduratabelaIItreoar"/>
            </w:pPr>
          </w:p>
          <w:p w:rsidR="007A3977" w:rsidRPr="006C3C19" w:rsidRDefault="007A3977">
            <w:pPr>
              <w:pStyle w:val="apodproceduratabelaIItreoar"/>
            </w:pPr>
            <w:r w:rsidRPr="006C3C19">
              <w:rPr>
                <w:color w:val="000000"/>
              </w:rPr>
              <w:t>Możliwość kontynuacji</w:t>
            </w:r>
          </w:p>
          <w:p w:rsidR="007A3977" w:rsidRPr="006C3C19" w:rsidRDefault="007A3977">
            <w:pPr>
              <w:rPr>
                <w:color w:val="000000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n"/>
              <w:rPr>
                <w:color w:val="000000"/>
              </w:rPr>
            </w:pPr>
            <w:r w:rsidRPr="006C3C19">
              <w:rPr>
                <w:color w:val="000000"/>
              </w:rPr>
              <w:t>Lista NGO zainteresowanych współpracą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n"/>
              <w:rPr>
                <w:color w:val="000000"/>
              </w:rPr>
            </w:pPr>
            <w:r w:rsidRPr="006C3C19">
              <w:rPr>
                <w:color w:val="000000"/>
              </w:rPr>
              <w:t>Wydział Oświaty, Kultury i Promocji (OKP)</w:t>
            </w:r>
          </w:p>
        </w:tc>
      </w:tr>
      <w:tr w:rsidR="007A3977" w:rsidRPr="006C3C19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n"/>
            </w:pPr>
            <w:r w:rsidRPr="006C3C19">
              <w:rPr>
                <w:color w:val="000000"/>
              </w:rPr>
              <w:t>8.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n"/>
              <w:rPr>
                <w:color w:val="000000"/>
              </w:rPr>
            </w:pPr>
            <w:r w:rsidRPr="006C3C19">
              <w:rPr>
                <w:color w:val="000000"/>
              </w:rPr>
              <w:t>Harmonogram spotkań</w:t>
            </w:r>
          </w:p>
        </w:tc>
        <w:tc>
          <w:tcPr>
            <w:tcW w:w="4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b"/>
            </w:pPr>
            <w:r w:rsidRPr="006C3C19">
              <w:rPr>
                <w:color w:val="000000"/>
              </w:rPr>
              <w:t>Poinformowanie NGO o planowanych spotkaniach</w:t>
            </w:r>
          </w:p>
          <w:p w:rsidR="007A3977" w:rsidRPr="006C3C19" w:rsidRDefault="007A3977">
            <w:pPr>
              <w:pStyle w:val="apodproceduratabelaIItreoar"/>
            </w:pPr>
          </w:p>
          <w:p w:rsidR="007A3977" w:rsidRPr="006C3C19" w:rsidRDefault="007A3977">
            <w:pPr>
              <w:pStyle w:val="apodproceduratabelaIItreoar"/>
            </w:pPr>
            <w:r w:rsidRPr="006C3C19">
              <w:rPr>
                <w:color w:val="000000"/>
              </w:rPr>
              <w:t>Możliwość kontynuacji</w:t>
            </w:r>
          </w:p>
          <w:p w:rsidR="007A3977" w:rsidRPr="006C3C19" w:rsidRDefault="007A3977">
            <w:pPr>
              <w:rPr>
                <w:color w:val="000000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n"/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n"/>
              <w:rPr>
                <w:color w:val="000000"/>
              </w:rPr>
            </w:pPr>
            <w:r w:rsidRPr="006C3C19">
              <w:rPr>
                <w:color w:val="000000"/>
              </w:rPr>
              <w:t>Wydział Oświaty, Kultury i Promocji (OKP)</w:t>
            </w:r>
          </w:p>
        </w:tc>
      </w:tr>
      <w:tr w:rsidR="007A3977" w:rsidRPr="006C3C19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n"/>
            </w:pPr>
            <w:r w:rsidRPr="006C3C19">
              <w:rPr>
                <w:color w:val="000000"/>
              </w:rPr>
              <w:t>9.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n"/>
            </w:pPr>
          </w:p>
        </w:tc>
        <w:tc>
          <w:tcPr>
            <w:tcW w:w="4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b"/>
            </w:pPr>
            <w:r w:rsidRPr="006C3C19">
              <w:rPr>
                <w:color w:val="000000"/>
              </w:rPr>
              <w:t>Ustalenie harmonogramu wspólnych spotkań dot. konkretnego wydarzenia lokalnego</w:t>
            </w:r>
          </w:p>
          <w:p w:rsidR="007A3977" w:rsidRPr="006C3C19" w:rsidRDefault="007A3977">
            <w:pPr>
              <w:pStyle w:val="apodproceduratabelaIItreoar"/>
            </w:pPr>
          </w:p>
          <w:p w:rsidR="007A3977" w:rsidRPr="006C3C19" w:rsidRDefault="007A3977">
            <w:pPr>
              <w:pStyle w:val="apodproceduratabelaIItreoar"/>
            </w:pPr>
            <w:r w:rsidRPr="006C3C19">
              <w:rPr>
                <w:color w:val="000000"/>
              </w:rPr>
              <w:t>Możliwość kontynuacji</w:t>
            </w:r>
          </w:p>
          <w:p w:rsidR="007A3977" w:rsidRPr="006C3C19" w:rsidRDefault="007A3977">
            <w:pPr>
              <w:rPr>
                <w:color w:val="000000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n"/>
              <w:rPr>
                <w:color w:val="000000"/>
              </w:rPr>
            </w:pPr>
            <w:r w:rsidRPr="006C3C19">
              <w:rPr>
                <w:color w:val="000000"/>
              </w:rPr>
              <w:t>Harmonogram spotkań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n"/>
              <w:rPr>
                <w:color w:val="000000"/>
              </w:rPr>
            </w:pPr>
            <w:r w:rsidRPr="006C3C19">
              <w:rPr>
                <w:color w:val="000000"/>
              </w:rPr>
              <w:t>Wydział Oświaty, Kultury i Promocji (OKP)</w:t>
            </w:r>
          </w:p>
        </w:tc>
      </w:tr>
    </w:tbl>
    <w:p w:rsidR="007A3977" w:rsidRDefault="007A3977">
      <w:pPr>
        <w:widowControl w:val="0"/>
        <w:rPr>
          <w:color w:val="000000"/>
        </w:rPr>
      </w:pPr>
    </w:p>
    <w:p w:rsidR="007A3977" w:rsidRDefault="007A3977">
      <w:pPr>
        <w:pStyle w:val="podproceduraodstep"/>
        <w:rPr>
          <w:color w:val="000000"/>
        </w:rPr>
      </w:pPr>
    </w:p>
    <w:p w:rsidR="007A3977" w:rsidRDefault="007A3977">
      <w:pPr>
        <w:pStyle w:val="podproceduratabelaIIItytu3"/>
      </w:pPr>
      <w:r>
        <w:rPr>
          <w:color w:val="000000"/>
        </w:rPr>
        <w:t>TABELA III WYNIK REALIZACJI PODPROCEDURY</w:t>
      </w:r>
    </w:p>
    <w:p w:rsidR="007A3977" w:rsidRDefault="007A3977">
      <w:pPr>
        <w:widowControl w:val="0"/>
        <w:rPr>
          <w:rFonts w:ascii="Arial" w:hAnsi="Arial" w:cs="Arial"/>
          <w:sz w:val="24"/>
          <w:szCs w:val="24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551"/>
        <w:gridCol w:w="4337"/>
        <w:gridCol w:w="4819"/>
      </w:tblGrid>
      <w:tr w:rsidR="007A3977" w:rsidRPr="006C3C19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977" w:rsidRPr="006C3C19" w:rsidRDefault="007A3977">
            <w:pPr>
              <w:pStyle w:val="podproceduratabelaIIInag3wek"/>
            </w:pPr>
            <w:r w:rsidRPr="006C3C19">
              <w:rPr>
                <w:color w:val="000000"/>
              </w:rPr>
              <w:t>L.p.</w:t>
            </w:r>
          </w:p>
        </w:tc>
        <w:tc>
          <w:tcPr>
            <w:tcW w:w="4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977" w:rsidRPr="006C3C19" w:rsidRDefault="007A3977">
            <w:pPr>
              <w:pStyle w:val="podproceduratabelaIIInag3wek"/>
            </w:pPr>
            <w:r w:rsidRPr="006C3C19">
              <w:rPr>
                <w:color w:val="000000"/>
              </w:rPr>
              <w:t>Odbiorca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977" w:rsidRPr="006C3C19" w:rsidRDefault="007A3977">
            <w:pPr>
              <w:pStyle w:val="podproceduratabelaIIInag3wek"/>
            </w:pPr>
            <w:r w:rsidRPr="006C3C19">
              <w:rPr>
                <w:color w:val="000000"/>
              </w:rPr>
              <w:t>Zdarzenie; Dokument</w:t>
            </w:r>
          </w:p>
        </w:tc>
      </w:tr>
      <w:tr w:rsidR="007A3977" w:rsidRPr="006C3C19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977" w:rsidRPr="006C3C19" w:rsidRDefault="007A3977">
            <w:pPr>
              <w:pStyle w:val="podproceduratabelaIIItreoa"/>
            </w:pPr>
            <w:r w:rsidRPr="006C3C19">
              <w:rPr>
                <w:color w:val="000000"/>
              </w:rPr>
              <w:t xml:space="preserve"> 1.</w:t>
            </w:r>
          </w:p>
        </w:tc>
        <w:tc>
          <w:tcPr>
            <w:tcW w:w="4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977" w:rsidRPr="006C3C19" w:rsidRDefault="007A3977">
            <w:pPr>
              <w:pStyle w:val="podproceduratabelaIIItreoa"/>
            </w:pPr>
            <w:r w:rsidRPr="006C3C19">
              <w:rPr>
                <w:color w:val="000000"/>
              </w:rPr>
              <w:t>NGO;</w:t>
            </w:r>
            <w:r w:rsidRPr="006C3C19">
              <w:rPr>
                <w:color w:val="000000"/>
              </w:rPr>
              <w:br/>
              <w:t>Wydział Oświaty, Kultury i Promocji (OKP)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977" w:rsidRPr="006C3C19" w:rsidRDefault="007A3977">
            <w:pPr>
              <w:pStyle w:val="podproceduratabelaIIItreoa"/>
            </w:pPr>
            <w:r w:rsidRPr="006C3C19">
              <w:rPr>
                <w:color w:val="000000"/>
              </w:rPr>
              <w:t>NGO zostało włączone we współorganizację wydarzenia lokalnego</w:t>
            </w:r>
          </w:p>
        </w:tc>
      </w:tr>
    </w:tbl>
    <w:p w:rsidR="007A3977" w:rsidRDefault="007A3977">
      <w:pPr>
        <w:widowControl w:val="0"/>
        <w:rPr>
          <w:color w:val="000000"/>
        </w:rPr>
      </w:pPr>
    </w:p>
    <w:p w:rsidR="007A3977" w:rsidRDefault="007A3977">
      <w:pPr>
        <w:rPr>
          <w:color w:val="000000"/>
        </w:rPr>
      </w:pPr>
      <w:r>
        <w:rPr>
          <w:color w:val="000000"/>
        </w:rPr>
        <w:t>DOKUMENTY ZWIĄZANE:</w:t>
      </w:r>
    </w:p>
    <w:p w:rsidR="007A3977" w:rsidRDefault="007A3977">
      <w:pPr>
        <w:rPr>
          <w:color w:val="000000"/>
        </w:rPr>
      </w:pPr>
    </w:p>
    <w:p w:rsidR="007A3977" w:rsidRDefault="007A3977">
      <w:pPr>
        <w:rPr>
          <w:color w:val="000000"/>
        </w:rPr>
      </w:pPr>
      <w:r>
        <w:rPr>
          <w:color w:val="000000"/>
        </w:rPr>
        <w:t xml:space="preserve"> 1. Harmonogram spotkań</w:t>
      </w:r>
    </w:p>
    <w:p w:rsidR="007A3977" w:rsidRDefault="007A3977">
      <w:pPr>
        <w:rPr>
          <w:color w:val="000000"/>
        </w:rPr>
      </w:pPr>
      <w:r>
        <w:rPr>
          <w:color w:val="000000"/>
        </w:rPr>
        <w:t xml:space="preserve"> 2. Harmonogram spotkań</w:t>
      </w:r>
    </w:p>
    <w:p w:rsidR="007A3977" w:rsidRDefault="007A3977">
      <w:pPr>
        <w:rPr>
          <w:color w:val="000000"/>
        </w:rPr>
      </w:pPr>
      <w:r>
        <w:rPr>
          <w:color w:val="000000"/>
        </w:rPr>
        <w:t xml:space="preserve"> 3. Lista NGO potencjalnie zainteresowanych współpracą</w:t>
      </w:r>
    </w:p>
    <w:p w:rsidR="007A3977" w:rsidRDefault="007A3977">
      <w:pPr>
        <w:rPr>
          <w:color w:val="000000"/>
        </w:rPr>
      </w:pPr>
      <w:r>
        <w:rPr>
          <w:color w:val="000000"/>
        </w:rPr>
        <w:t xml:space="preserve"> 4. Lista NGO potencjalnie zainteresowanych współpracą</w:t>
      </w:r>
    </w:p>
    <w:p w:rsidR="007A3977" w:rsidRDefault="007A3977">
      <w:pPr>
        <w:rPr>
          <w:color w:val="000000"/>
        </w:rPr>
      </w:pPr>
      <w:r>
        <w:rPr>
          <w:color w:val="000000"/>
        </w:rPr>
        <w:t xml:space="preserve"> 5. Lista NGO zainteresowanych współpracą</w:t>
      </w:r>
    </w:p>
    <w:p w:rsidR="007A3977" w:rsidRDefault="007A3977">
      <w:pPr>
        <w:rPr>
          <w:color w:val="000000"/>
        </w:rPr>
      </w:pPr>
      <w:r>
        <w:rPr>
          <w:color w:val="000000"/>
        </w:rPr>
        <w:t xml:space="preserve"> 6. Lista wydarzeń lokalnych</w:t>
      </w:r>
    </w:p>
    <w:p w:rsidR="007A3977" w:rsidRDefault="007A3977">
      <w:pPr>
        <w:rPr>
          <w:color w:val="000000"/>
        </w:rPr>
      </w:pPr>
      <w:r>
        <w:rPr>
          <w:color w:val="000000"/>
        </w:rPr>
        <w:t xml:space="preserve"> 7. Lista wydarzeń lokalnych</w:t>
      </w:r>
    </w:p>
    <w:p w:rsidR="007A3977" w:rsidRDefault="007A3977">
      <w:pPr>
        <w:rPr>
          <w:color w:val="000000"/>
        </w:rPr>
      </w:pPr>
      <w:r>
        <w:rPr>
          <w:color w:val="000000"/>
        </w:rPr>
        <w:t xml:space="preserve"> 8. Lista wydarzeń lokalnych</w:t>
      </w:r>
    </w:p>
    <w:p w:rsidR="007A3977" w:rsidRDefault="007A3977">
      <w:pPr>
        <w:rPr>
          <w:color w:val="000000"/>
        </w:rPr>
      </w:pPr>
      <w:r>
        <w:rPr>
          <w:color w:val="000000"/>
        </w:rPr>
        <w:t xml:space="preserve"> 9. Lista wydarzeń lokalnych</w:t>
      </w:r>
    </w:p>
    <w:p w:rsidR="007A3977" w:rsidRDefault="007A3977">
      <w:pPr>
        <w:rPr>
          <w:color w:val="000000"/>
        </w:rPr>
      </w:pPr>
      <w:r>
        <w:rPr>
          <w:color w:val="000000"/>
        </w:rPr>
        <w:t xml:space="preserve"> 10. Odpowiedź NGO</w:t>
      </w:r>
    </w:p>
    <w:p w:rsidR="007A3977" w:rsidRDefault="007A3977">
      <w:pPr>
        <w:rPr>
          <w:color w:val="000000"/>
        </w:rPr>
      </w:pPr>
      <w:r>
        <w:rPr>
          <w:color w:val="000000"/>
        </w:rPr>
        <w:t xml:space="preserve"> 11. Zaproszenie</w:t>
      </w:r>
    </w:p>
    <w:p w:rsidR="007A3977" w:rsidRDefault="007A3977">
      <w:pPr>
        <w:rPr>
          <w:color w:val="000000"/>
        </w:rPr>
      </w:pPr>
      <w:r>
        <w:rPr>
          <w:color w:val="000000"/>
        </w:rPr>
        <w:t xml:space="preserve"> 12. Zaproszenie</w:t>
      </w:r>
    </w:p>
    <w:p w:rsidR="007A3977" w:rsidRDefault="007A3977">
      <w:pPr>
        <w:pStyle w:val="podproceduratabelaIIItytu3"/>
        <w:rPr>
          <w:color w:val="000000"/>
        </w:rPr>
      </w:pPr>
      <w:r>
        <w:rPr>
          <w:color w:val="000000"/>
        </w:rPr>
        <w:br w:type="page"/>
        <w:t>MODEL PROCESU:</w:t>
      </w:r>
    </w:p>
    <w:p w:rsidR="007A3977" w:rsidRDefault="007A3977">
      <w:pPr>
        <w:pStyle w:val="Heading3"/>
        <w:rPr>
          <w:color w:val="000000"/>
        </w:rPr>
      </w:pPr>
      <w:r w:rsidRPr="006C3C19">
        <w:rPr>
          <w:rFonts w:ascii="Arial" w:hAnsi="Arial" w:cs="Arial"/>
          <w:noProof/>
          <w:sz w:val="24"/>
          <w:szCs w:val="24"/>
        </w:rPr>
        <w:pict>
          <v:shape id="Obraz 15" o:spid="_x0000_i1038" type="#_x0000_t75" style="width:214.5pt;height:666pt;visibility:visible">
            <v:imagedata r:id="rId17" o:title=""/>
          </v:shape>
        </w:pic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color w:val="000000"/>
        </w:rPr>
        <w:br w:type="page"/>
      </w:r>
      <w:bookmarkStart w:id="0" w:name="_GoBack"/>
      <w:bookmarkEnd w:id="0"/>
    </w:p>
    <w:p w:rsidR="007A3977" w:rsidRDefault="007A3977" w:rsidP="00000EA1">
      <w:pPr>
        <w:pStyle w:val="Heading3"/>
        <w:jc w:val="both"/>
        <w:rPr>
          <w:color w:val="000000"/>
        </w:rPr>
      </w:pPr>
      <w:r>
        <w:rPr>
          <w:rFonts w:ascii="Calibri" w:hAnsi="Calibri"/>
          <w:i w:val="0"/>
          <w:color w:val="000000"/>
          <w:sz w:val="24"/>
          <w:u w:val="single"/>
        </w:rPr>
        <w:t>Procedura 7</w:t>
      </w:r>
      <w:r w:rsidRPr="00B344F5">
        <w:rPr>
          <w:rFonts w:ascii="Calibri" w:hAnsi="Calibri"/>
          <w:i w:val="0"/>
          <w:color w:val="000000"/>
          <w:sz w:val="24"/>
          <w:u w:val="single"/>
        </w:rPr>
        <w:t xml:space="preserve">. </w:t>
      </w:r>
      <w:r>
        <w:rPr>
          <w:rFonts w:ascii="Calibri" w:hAnsi="Calibri"/>
          <w:i w:val="0"/>
          <w:color w:val="000000"/>
          <w:sz w:val="24"/>
          <w:u w:val="single"/>
        </w:rPr>
        <w:t>Opracowanie procedur dot. umożliwienia udziału NGO w wydarzeniach lokalnych.</w:t>
      </w:r>
    </w:p>
    <w:p w:rsidR="007A3977" w:rsidRDefault="007A3977" w:rsidP="00000EA1">
      <w:pPr>
        <w:pStyle w:val="Heading3"/>
        <w:rPr>
          <w:color w:val="000000"/>
        </w:rPr>
      </w:pPr>
    </w:p>
    <w:p w:rsidR="007A3977" w:rsidRPr="00427EAF" w:rsidRDefault="007A3977" w:rsidP="00000EA1">
      <w:pPr>
        <w:pStyle w:val="Heading3"/>
        <w:rPr>
          <w:rFonts w:ascii="Calibri" w:hAnsi="Calibri" w:cs="Arial"/>
          <w:b w:val="0"/>
          <w:i w:val="0"/>
          <w:sz w:val="24"/>
          <w:szCs w:val="24"/>
        </w:rPr>
      </w:pPr>
      <w:r w:rsidRPr="00427EAF">
        <w:rPr>
          <w:rFonts w:ascii="Calibri" w:hAnsi="Calibri" w:cs="Arial"/>
          <w:b w:val="0"/>
          <w:i w:val="0"/>
          <w:color w:val="000000"/>
          <w:sz w:val="24"/>
          <w:szCs w:val="24"/>
        </w:rPr>
        <w:t xml:space="preserve">Proces </w:t>
      </w:r>
      <w:r>
        <w:rPr>
          <w:rFonts w:ascii="Calibri" w:hAnsi="Calibri" w:cs="Arial"/>
          <w:b w:val="0"/>
          <w:i w:val="0"/>
          <w:color w:val="000000"/>
          <w:sz w:val="24"/>
          <w:szCs w:val="24"/>
        </w:rPr>
        <w:t>39</w:t>
      </w:r>
    </w:p>
    <w:p w:rsidR="007A3977" w:rsidRDefault="007A3977" w:rsidP="00000EA1">
      <w:pPr>
        <w:pStyle w:val="Heading3"/>
        <w:rPr>
          <w:color w:val="000000"/>
        </w:rPr>
      </w:pPr>
    </w:p>
    <w:p w:rsidR="007A3977" w:rsidRDefault="007A3977">
      <w:pPr>
        <w:pStyle w:val="podproceduraodstep"/>
      </w:pPr>
    </w:p>
    <w:p w:rsidR="007A3977" w:rsidRDefault="007A3977">
      <w:pPr>
        <w:pStyle w:val="podproceduratabelaItytu3"/>
      </w:pPr>
      <w:r>
        <w:rPr>
          <w:color w:val="000000"/>
        </w:rPr>
        <w:t>TABELA I INICJACJA PODPROCEDURY</w:t>
      </w:r>
    </w:p>
    <w:p w:rsidR="007A3977" w:rsidRDefault="007A3977">
      <w:pPr>
        <w:widowControl w:val="0"/>
        <w:rPr>
          <w:rFonts w:ascii="Arial" w:hAnsi="Arial" w:cs="Arial"/>
          <w:sz w:val="24"/>
          <w:szCs w:val="24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551"/>
        <w:gridCol w:w="4337"/>
        <w:gridCol w:w="4819"/>
      </w:tblGrid>
      <w:tr w:rsidR="007A3977" w:rsidRPr="006C3C19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977" w:rsidRPr="006C3C19" w:rsidRDefault="007A3977">
            <w:pPr>
              <w:pStyle w:val="podproceduratabelaInag3wek"/>
            </w:pPr>
            <w:r w:rsidRPr="006C3C19">
              <w:rPr>
                <w:color w:val="000000"/>
              </w:rPr>
              <w:t>L.p.</w:t>
            </w:r>
          </w:p>
        </w:tc>
        <w:tc>
          <w:tcPr>
            <w:tcW w:w="4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977" w:rsidRPr="006C3C19" w:rsidRDefault="007A3977">
            <w:pPr>
              <w:pStyle w:val="podproceduratabelaInag3wek"/>
            </w:pPr>
            <w:r w:rsidRPr="006C3C19">
              <w:rPr>
                <w:color w:val="000000"/>
              </w:rPr>
              <w:t>Dostawca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977" w:rsidRPr="006C3C19" w:rsidRDefault="007A3977">
            <w:pPr>
              <w:pStyle w:val="podproceduratabelaInag3wek"/>
            </w:pPr>
            <w:r w:rsidRPr="006C3C19">
              <w:rPr>
                <w:color w:val="000000"/>
              </w:rPr>
              <w:t>Zdarzenie; Dokument</w:t>
            </w:r>
          </w:p>
        </w:tc>
      </w:tr>
      <w:tr w:rsidR="007A3977" w:rsidRPr="006C3C19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977" w:rsidRPr="006C3C19" w:rsidRDefault="007A3977">
            <w:pPr>
              <w:pStyle w:val="podproceduratabelaItreoa"/>
            </w:pPr>
            <w:r w:rsidRPr="006C3C19">
              <w:rPr>
                <w:color w:val="000000"/>
              </w:rPr>
              <w:t xml:space="preserve"> 1.</w:t>
            </w:r>
          </w:p>
        </w:tc>
        <w:tc>
          <w:tcPr>
            <w:tcW w:w="4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977" w:rsidRPr="006C3C19" w:rsidRDefault="007A3977">
            <w:pPr>
              <w:pStyle w:val="podproceduratabelaItreoa"/>
            </w:pP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977" w:rsidRPr="006C3C19" w:rsidRDefault="007A3977">
            <w:pPr>
              <w:pStyle w:val="podproceduratabelaItreoa"/>
            </w:pPr>
            <w:r w:rsidRPr="006C3C19">
              <w:rPr>
                <w:color w:val="000000"/>
              </w:rPr>
              <w:t>Należy zidentyfikować wydarzenia lokalne</w:t>
            </w:r>
          </w:p>
        </w:tc>
      </w:tr>
    </w:tbl>
    <w:p w:rsidR="007A3977" w:rsidRDefault="007A3977">
      <w:pPr>
        <w:widowControl w:val="0"/>
        <w:rPr>
          <w:color w:val="000000"/>
        </w:rPr>
      </w:pPr>
    </w:p>
    <w:p w:rsidR="007A3977" w:rsidRDefault="007A3977">
      <w:pPr>
        <w:pStyle w:val="podproceduraodstep"/>
        <w:rPr>
          <w:color w:val="000000"/>
        </w:rPr>
      </w:pPr>
    </w:p>
    <w:p w:rsidR="007A3977" w:rsidRDefault="007A3977">
      <w:pPr>
        <w:pStyle w:val="apodproceduratabelaIItytu3"/>
      </w:pPr>
      <w:r>
        <w:rPr>
          <w:color w:val="000000"/>
        </w:rPr>
        <w:t>TABELA II OPIS PRACY</w:t>
      </w:r>
    </w:p>
    <w:p w:rsidR="007A3977" w:rsidRDefault="007A3977">
      <w:pPr>
        <w:widowControl w:val="0"/>
        <w:rPr>
          <w:rFonts w:ascii="Arial" w:hAnsi="Arial" w:cs="Arial"/>
          <w:sz w:val="24"/>
          <w:szCs w:val="24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551"/>
        <w:gridCol w:w="1542"/>
        <w:gridCol w:w="4530"/>
        <w:gridCol w:w="1542"/>
        <w:gridCol w:w="1542"/>
      </w:tblGrid>
      <w:tr w:rsidR="007A3977" w:rsidRPr="006C3C19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nag3wek2"/>
            </w:pPr>
            <w:r w:rsidRPr="006C3C19">
              <w:rPr>
                <w:color w:val="000000"/>
              </w:rPr>
              <w:t>L.p.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nag3wek2"/>
            </w:pPr>
            <w:r w:rsidRPr="006C3C19">
              <w:rPr>
                <w:color w:val="000000"/>
              </w:rPr>
              <w:t>Dokument na wejściu do czynności</w:t>
            </w:r>
          </w:p>
        </w:tc>
        <w:tc>
          <w:tcPr>
            <w:tcW w:w="4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nag3wek2"/>
            </w:pPr>
            <w:r w:rsidRPr="006C3C19">
              <w:rPr>
                <w:color w:val="000000"/>
              </w:rPr>
              <w:t>Opis czynności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nag3wek2"/>
            </w:pPr>
            <w:r w:rsidRPr="006C3C19">
              <w:rPr>
                <w:color w:val="000000"/>
              </w:rPr>
              <w:t>Dokument na wyjściu z czynności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nag3wek2"/>
            </w:pPr>
            <w:r w:rsidRPr="006C3C19">
              <w:rPr>
                <w:color w:val="000000"/>
              </w:rPr>
              <w:t>Stanowisko wykonujące czynność</w:t>
            </w:r>
          </w:p>
        </w:tc>
      </w:tr>
      <w:tr w:rsidR="007A3977" w:rsidRPr="006C3C19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n"/>
            </w:pPr>
            <w:r w:rsidRPr="006C3C19">
              <w:rPr>
                <w:color w:val="000000"/>
              </w:rPr>
              <w:t>1.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n"/>
              <w:rPr>
                <w:color w:val="000000"/>
              </w:rPr>
            </w:pPr>
            <w:r w:rsidRPr="006C3C19">
              <w:rPr>
                <w:color w:val="000000"/>
              </w:rPr>
              <w:t>Lista NGO potencjalnie zainteresowanych współpracą</w:t>
            </w:r>
          </w:p>
        </w:tc>
        <w:tc>
          <w:tcPr>
            <w:tcW w:w="4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b"/>
            </w:pPr>
            <w:r w:rsidRPr="006C3C19">
              <w:rPr>
                <w:color w:val="000000"/>
              </w:rPr>
              <w:t>Opracowanie zaproszeń</w:t>
            </w:r>
          </w:p>
          <w:p w:rsidR="007A3977" w:rsidRPr="006C3C19" w:rsidRDefault="007A3977">
            <w:pPr>
              <w:pStyle w:val="apodproceduratabelaIItreoar"/>
            </w:pPr>
          </w:p>
          <w:p w:rsidR="007A3977" w:rsidRPr="006C3C19" w:rsidRDefault="007A3977">
            <w:pPr>
              <w:pStyle w:val="apodproceduratabelaIItreoar"/>
            </w:pPr>
            <w:r w:rsidRPr="006C3C19">
              <w:rPr>
                <w:color w:val="000000"/>
              </w:rPr>
              <w:t>Możliwość kontynuacji</w:t>
            </w:r>
          </w:p>
          <w:p w:rsidR="007A3977" w:rsidRPr="006C3C19" w:rsidRDefault="007A3977">
            <w:pPr>
              <w:rPr>
                <w:color w:val="000000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n"/>
              <w:rPr>
                <w:color w:val="000000"/>
              </w:rPr>
            </w:pPr>
            <w:r w:rsidRPr="006C3C19">
              <w:rPr>
                <w:color w:val="000000"/>
              </w:rPr>
              <w:t>Zaproszenie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n"/>
              <w:rPr>
                <w:color w:val="000000"/>
              </w:rPr>
            </w:pPr>
            <w:r w:rsidRPr="006C3C19">
              <w:rPr>
                <w:color w:val="000000"/>
              </w:rPr>
              <w:t>Wydział Oświaty, Kultury i Promocji (OKP)</w:t>
            </w:r>
          </w:p>
        </w:tc>
      </w:tr>
      <w:tr w:rsidR="007A3977" w:rsidRPr="006C3C19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n"/>
            </w:pPr>
            <w:r w:rsidRPr="006C3C19">
              <w:rPr>
                <w:color w:val="000000"/>
              </w:rPr>
              <w:t>2.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n"/>
              <w:rPr>
                <w:color w:val="000000"/>
              </w:rPr>
            </w:pPr>
            <w:r w:rsidRPr="006C3C19">
              <w:rPr>
                <w:color w:val="000000"/>
              </w:rPr>
              <w:t>Lista wydarzeń lokalnych</w:t>
            </w:r>
          </w:p>
        </w:tc>
        <w:tc>
          <w:tcPr>
            <w:tcW w:w="4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b"/>
            </w:pPr>
            <w:r w:rsidRPr="006C3C19">
              <w:rPr>
                <w:color w:val="000000"/>
              </w:rPr>
              <w:t>Zatwierdzenie listy</w:t>
            </w:r>
          </w:p>
          <w:p w:rsidR="007A3977" w:rsidRPr="006C3C19" w:rsidRDefault="007A3977">
            <w:pPr>
              <w:pStyle w:val="apodproceduratabelaIItreoar"/>
            </w:pPr>
          </w:p>
          <w:p w:rsidR="007A3977" w:rsidRPr="006C3C19" w:rsidRDefault="007A3977">
            <w:pPr>
              <w:pStyle w:val="apodproceduratabelaIItreoar"/>
            </w:pPr>
            <w:r w:rsidRPr="006C3C19">
              <w:rPr>
                <w:color w:val="000000"/>
              </w:rPr>
              <w:t>Możliwość kontynuacji</w:t>
            </w:r>
          </w:p>
          <w:p w:rsidR="007A3977" w:rsidRPr="006C3C19" w:rsidRDefault="007A3977">
            <w:pPr>
              <w:rPr>
                <w:color w:val="000000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n"/>
              <w:rPr>
                <w:color w:val="000000"/>
              </w:rPr>
            </w:pPr>
            <w:r w:rsidRPr="006C3C19">
              <w:rPr>
                <w:color w:val="000000"/>
              </w:rPr>
              <w:t>Lista wydarzeń lokalnych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n"/>
              <w:rPr>
                <w:color w:val="000000"/>
              </w:rPr>
            </w:pPr>
            <w:r w:rsidRPr="006C3C19">
              <w:rPr>
                <w:color w:val="000000"/>
              </w:rPr>
              <w:t>Starosta</w:t>
            </w:r>
          </w:p>
        </w:tc>
      </w:tr>
      <w:tr w:rsidR="007A3977" w:rsidRPr="006C3C19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n"/>
            </w:pPr>
            <w:r w:rsidRPr="006C3C19">
              <w:rPr>
                <w:color w:val="000000"/>
              </w:rPr>
              <w:t>3.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n"/>
            </w:pPr>
          </w:p>
        </w:tc>
        <w:tc>
          <w:tcPr>
            <w:tcW w:w="4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b"/>
            </w:pPr>
            <w:r w:rsidRPr="006C3C19">
              <w:rPr>
                <w:color w:val="000000"/>
              </w:rPr>
              <w:t>Analiza potencjalnych wydarzeń lokalnych, w których możliwy jest udział NGO</w:t>
            </w:r>
          </w:p>
          <w:p w:rsidR="007A3977" w:rsidRPr="006C3C19" w:rsidRDefault="007A3977">
            <w:pPr>
              <w:pStyle w:val="apodproceduratabelaIItreoar"/>
            </w:pPr>
          </w:p>
          <w:p w:rsidR="007A3977" w:rsidRPr="006C3C19" w:rsidRDefault="007A3977">
            <w:pPr>
              <w:pStyle w:val="apodproceduratabelaIItreoar"/>
            </w:pPr>
            <w:r w:rsidRPr="006C3C19">
              <w:rPr>
                <w:color w:val="000000"/>
              </w:rPr>
              <w:t>Możliwość kontynuacji</w:t>
            </w:r>
          </w:p>
          <w:p w:rsidR="007A3977" w:rsidRPr="006C3C19" w:rsidRDefault="007A3977">
            <w:pPr>
              <w:rPr>
                <w:color w:val="000000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n"/>
              <w:rPr>
                <w:color w:val="000000"/>
              </w:rPr>
            </w:pPr>
            <w:r w:rsidRPr="006C3C19">
              <w:rPr>
                <w:color w:val="000000"/>
              </w:rPr>
              <w:t>Lista wydarzeń lokalnych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n"/>
              <w:rPr>
                <w:color w:val="000000"/>
              </w:rPr>
            </w:pPr>
            <w:r w:rsidRPr="006C3C19">
              <w:rPr>
                <w:color w:val="000000"/>
              </w:rPr>
              <w:t>Wydział Oświaty, Kultury i Promocji (OKP)</w:t>
            </w:r>
          </w:p>
        </w:tc>
      </w:tr>
      <w:tr w:rsidR="007A3977" w:rsidRPr="006C3C19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n"/>
            </w:pPr>
            <w:r w:rsidRPr="006C3C19">
              <w:rPr>
                <w:color w:val="000000"/>
              </w:rPr>
              <w:t>4.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n"/>
              <w:rPr>
                <w:color w:val="000000"/>
              </w:rPr>
            </w:pPr>
            <w:r w:rsidRPr="006C3C19">
              <w:rPr>
                <w:color w:val="000000"/>
              </w:rPr>
              <w:t>Lista wydarzeń lokalnych</w:t>
            </w:r>
          </w:p>
        </w:tc>
        <w:tc>
          <w:tcPr>
            <w:tcW w:w="4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b"/>
            </w:pPr>
            <w:r w:rsidRPr="006C3C19">
              <w:rPr>
                <w:color w:val="000000"/>
              </w:rPr>
              <w:t>Identyfikacja NGO potencjalnie zainteresowanych współpracą</w:t>
            </w:r>
          </w:p>
          <w:p w:rsidR="007A3977" w:rsidRPr="006C3C19" w:rsidRDefault="007A3977">
            <w:pPr>
              <w:pStyle w:val="apodproceduratabelaIItreoar"/>
            </w:pPr>
          </w:p>
          <w:p w:rsidR="007A3977" w:rsidRPr="006C3C19" w:rsidRDefault="007A3977">
            <w:pPr>
              <w:pStyle w:val="apodproceduratabelaIItreoar"/>
            </w:pPr>
            <w:r w:rsidRPr="006C3C19">
              <w:rPr>
                <w:color w:val="000000"/>
              </w:rPr>
              <w:t>Możliwość kontynuacji</w:t>
            </w:r>
          </w:p>
          <w:p w:rsidR="007A3977" w:rsidRPr="006C3C19" w:rsidRDefault="007A3977">
            <w:pPr>
              <w:rPr>
                <w:color w:val="000000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n"/>
              <w:rPr>
                <w:color w:val="000000"/>
              </w:rPr>
            </w:pPr>
            <w:r w:rsidRPr="006C3C19">
              <w:rPr>
                <w:color w:val="000000"/>
              </w:rPr>
              <w:t>Lista NGO potencjalnie zainteresowanych współpracą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n"/>
              <w:rPr>
                <w:color w:val="000000"/>
              </w:rPr>
            </w:pPr>
            <w:r w:rsidRPr="006C3C19">
              <w:rPr>
                <w:color w:val="000000"/>
              </w:rPr>
              <w:t>Wydział Oświaty, Kultury i Promocji (OKP)</w:t>
            </w:r>
          </w:p>
        </w:tc>
      </w:tr>
      <w:tr w:rsidR="007A3977" w:rsidRPr="006C3C19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n"/>
            </w:pPr>
            <w:r w:rsidRPr="006C3C19">
              <w:rPr>
                <w:color w:val="000000"/>
              </w:rPr>
              <w:t>5.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n"/>
              <w:rPr>
                <w:color w:val="000000"/>
              </w:rPr>
            </w:pPr>
            <w:r w:rsidRPr="006C3C19">
              <w:rPr>
                <w:color w:val="000000"/>
              </w:rPr>
              <w:t>Zaproszenie</w:t>
            </w:r>
          </w:p>
        </w:tc>
        <w:tc>
          <w:tcPr>
            <w:tcW w:w="4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b"/>
            </w:pPr>
            <w:r w:rsidRPr="006C3C19">
              <w:rPr>
                <w:color w:val="000000"/>
              </w:rPr>
              <w:t>Wysyłka zaproszeń do NGO</w:t>
            </w:r>
          </w:p>
          <w:p w:rsidR="007A3977" w:rsidRPr="006C3C19" w:rsidRDefault="007A3977">
            <w:pPr>
              <w:pStyle w:val="apodproceduratabelaIItreoar"/>
            </w:pPr>
          </w:p>
          <w:p w:rsidR="007A3977" w:rsidRPr="006C3C19" w:rsidRDefault="007A3977">
            <w:pPr>
              <w:pStyle w:val="apodproceduratabelaIItreoar"/>
            </w:pPr>
            <w:r w:rsidRPr="006C3C19">
              <w:rPr>
                <w:color w:val="000000"/>
              </w:rPr>
              <w:t>Możliwość kontynuacji</w:t>
            </w:r>
          </w:p>
          <w:p w:rsidR="007A3977" w:rsidRPr="006C3C19" w:rsidRDefault="007A3977">
            <w:pPr>
              <w:rPr>
                <w:color w:val="000000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n"/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n"/>
              <w:rPr>
                <w:color w:val="000000"/>
              </w:rPr>
            </w:pPr>
            <w:r w:rsidRPr="006C3C19">
              <w:rPr>
                <w:color w:val="000000"/>
              </w:rPr>
              <w:t>Wydział Oświaty, Kultury i Promocji (OKP)</w:t>
            </w:r>
          </w:p>
        </w:tc>
      </w:tr>
    </w:tbl>
    <w:p w:rsidR="007A3977" w:rsidRDefault="007A3977">
      <w:pPr>
        <w:widowControl w:val="0"/>
        <w:rPr>
          <w:color w:val="000000"/>
        </w:rPr>
      </w:pPr>
    </w:p>
    <w:p w:rsidR="007A3977" w:rsidRDefault="007A3977">
      <w:pPr>
        <w:pStyle w:val="podproceduraodstep"/>
        <w:rPr>
          <w:color w:val="000000"/>
        </w:rPr>
      </w:pPr>
    </w:p>
    <w:p w:rsidR="007A3977" w:rsidRDefault="007A3977">
      <w:pPr>
        <w:pStyle w:val="podproceduratabelaIIItytu3"/>
      </w:pPr>
      <w:r>
        <w:rPr>
          <w:color w:val="000000"/>
        </w:rPr>
        <w:t>TABELA III WYNIK REALIZACJI PODPROCEDURY</w:t>
      </w:r>
    </w:p>
    <w:p w:rsidR="007A3977" w:rsidRDefault="007A3977">
      <w:pPr>
        <w:widowControl w:val="0"/>
        <w:rPr>
          <w:rFonts w:ascii="Arial" w:hAnsi="Arial" w:cs="Arial"/>
          <w:sz w:val="24"/>
          <w:szCs w:val="24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551"/>
        <w:gridCol w:w="4337"/>
        <w:gridCol w:w="4819"/>
      </w:tblGrid>
      <w:tr w:rsidR="007A3977" w:rsidRPr="006C3C19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977" w:rsidRPr="006C3C19" w:rsidRDefault="007A3977">
            <w:pPr>
              <w:pStyle w:val="podproceduratabelaIIInag3wek"/>
            </w:pPr>
            <w:r w:rsidRPr="006C3C19">
              <w:rPr>
                <w:color w:val="000000"/>
              </w:rPr>
              <w:t>L.p.</w:t>
            </w:r>
          </w:p>
        </w:tc>
        <w:tc>
          <w:tcPr>
            <w:tcW w:w="4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977" w:rsidRPr="006C3C19" w:rsidRDefault="007A3977">
            <w:pPr>
              <w:pStyle w:val="podproceduratabelaIIInag3wek"/>
            </w:pPr>
            <w:r w:rsidRPr="006C3C19">
              <w:rPr>
                <w:color w:val="000000"/>
              </w:rPr>
              <w:t>Odbiorca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977" w:rsidRPr="006C3C19" w:rsidRDefault="007A3977">
            <w:pPr>
              <w:pStyle w:val="podproceduratabelaIIInag3wek"/>
            </w:pPr>
            <w:r w:rsidRPr="006C3C19">
              <w:rPr>
                <w:color w:val="000000"/>
              </w:rPr>
              <w:t>Zdarzenie; Dokument</w:t>
            </w:r>
          </w:p>
        </w:tc>
      </w:tr>
      <w:tr w:rsidR="007A3977" w:rsidRPr="006C3C19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977" w:rsidRPr="006C3C19" w:rsidRDefault="007A3977">
            <w:pPr>
              <w:pStyle w:val="podproceduratabelaIIItreoa"/>
            </w:pPr>
            <w:r w:rsidRPr="006C3C19">
              <w:rPr>
                <w:color w:val="000000"/>
              </w:rPr>
              <w:t xml:space="preserve"> 1.</w:t>
            </w:r>
          </w:p>
        </w:tc>
        <w:tc>
          <w:tcPr>
            <w:tcW w:w="4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977" w:rsidRPr="006C3C19" w:rsidRDefault="007A3977">
            <w:pPr>
              <w:pStyle w:val="podproceduratabelaIIItreoa"/>
            </w:pPr>
            <w:r w:rsidRPr="006C3C19">
              <w:rPr>
                <w:color w:val="000000"/>
              </w:rPr>
              <w:t>Wydział Oświaty, Kultury i Promocji (OKP)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977" w:rsidRPr="006C3C19" w:rsidRDefault="007A3977">
            <w:pPr>
              <w:pStyle w:val="podproceduratabelaIIItreoa"/>
            </w:pPr>
            <w:r w:rsidRPr="006C3C19">
              <w:rPr>
                <w:color w:val="000000"/>
              </w:rPr>
              <w:t>NGO zostały zaproszone do współpracy</w:t>
            </w:r>
          </w:p>
        </w:tc>
      </w:tr>
    </w:tbl>
    <w:p w:rsidR="007A3977" w:rsidRDefault="007A3977">
      <w:pPr>
        <w:widowControl w:val="0"/>
        <w:rPr>
          <w:color w:val="000000"/>
        </w:rPr>
      </w:pPr>
    </w:p>
    <w:p w:rsidR="007A3977" w:rsidRDefault="007A3977">
      <w:pPr>
        <w:rPr>
          <w:color w:val="000000"/>
        </w:rPr>
      </w:pPr>
      <w:r>
        <w:rPr>
          <w:color w:val="000000"/>
        </w:rPr>
        <w:t>DOKUMENTY ZWIĄZANE:</w:t>
      </w:r>
    </w:p>
    <w:p w:rsidR="007A3977" w:rsidRDefault="007A3977">
      <w:pPr>
        <w:rPr>
          <w:color w:val="000000"/>
        </w:rPr>
      </w:pPr>
    </w:p>
    <w:p w:rsidR="007A3977" w:rsidRDefault="007A3977">
      <w:pPr>
        <w:rPr>
          <w:color w:val="000000"/>
        </w:rPr>
      </w:pPr>
      <w:r>
        <w:rPr>
          <w:color w:val="000000"/>
        </w:rPr>
        <w:t xml:space="preserve"> 1. Lista NGO potencjalnie zainteresowanych współpracą</w:t>
      </w:r>
    </w:p>
    <w:p w:rsidR="007A3977" w:rsidRDefault="007A3977">
      <w:pPr>
        <w:rPr>
          <w:color w:val="000000"/>
        </w:rPr>
      </w:pPr>
      <w:r>
        <w:rPr>
          <w:color w:val="000000"/>
        </w:rPr>
        <w:t xml:space="preserve"> 2. Lista NGO potencjalnie zainteresowanych współpracą</w:t>
      </w:r>
    </w:p>
    <w:p w:rsidR="007A3977" w:rsidRDefault="007A3977">
      <w:pPr>
        <w:rPr>
          <w:color w:val="000000"/>
        </w:rPr>
      </w:pPr>
      <w:r>
        <w:rPr>
          <w:color w:val="000000"/>
        </w:rPr>
        <w:t xml:space="preserve"> 3. Lista wydarzeń lokalnych</w:t>
      </w:r>
    </w:p>
    <w:p w:rsidR="007A3977" w:rsidRDefault="007A3977">
      <w:pPr>
        <w:rPr>
          <w:color w:val="000000"/>
        </w:rPr>
      </w:pPr>
      <w:r>
        <w:rPr>
          <w:color w:val="000000"/>
        </w:rPr>
        <w:t xml:space="preserve"> 4. Lista wydarzeń lokalnych</w:t>
      </w:r>
    </w:p>
    <w:p w:rsidR="007A3977" w:rsidRDefault="007A3977">
      <w:pPr>
        <w:rPr>
          <w:color w:val="000000"/>
        </w:rPr>
      </w:pPr>
      <w:r>
        <w:rPr>
          <w:color w:val="000000"/>
        </w:rPr>
        <w:t xml:space="preserve"> 5. Lista wydarzeń lokalnych</w:t>
      </w:r>
    </w:p>
    <w:p w:rsidR="007A3977" w:rsidRDefault="007A3977">
      <w:pPr>
        <w:rPr>
          <w:color w:val="000000"/>
        </w:rPr>
      </w:pPr>
      <w:r>
        <w:rPr>
          <w:color w:val="000000"/>
        </w:rPr>
        <w:t xml:space="preserve"> 6. Lista wydarzeń lokalnych</w:t>
      </w:r>
    </w:p>
    <w:p w:rsidR="007A3977" w:rsidRDefault="007A3977">
      <w:pPr>
        <w:rPr>
          <w:color w:val="000000"/>
        </w:rPr>
      </w:pPr>
      <w:r>
        <w:rPr>
          <w:color w:val="000000"/>
        </w:rPr>
        <w:t xml:space="preserve"> 7. Zaproszenie</w:t>
      </w:r>
    </w:p>
    <w:p w:rsidR="007A3977" w:rsidRDefault="007A3977">
      <w:pPr>
        <w:rPr>
          <w:color w:val="000000"/>
        </w:rPr>
      </w:pPr>
      <w:r>
        <w:rPr>
          <w:color w:val="000000"/>
        </w:rPr>
        <w:t xml:space="preserve"> 8. Zaproszenie</w:t>
      </w:r>
    </w:p>
    <w:p w:rsidR="007A3977" w:rsidRDefault="007A3977">
      <w:pPr>
        <w:pStyle w:val="podproceduratabelaIIItytu3"/>
        <w:rPr>
          <w:color w:val="000000"/>
        </w:rPr>
      </w:pPr>
      <w:r>
        <w:rPr>
          <w:color w:val="000000"/>
        </w:rPr>
        <w:br w:type="page"/>
        <w:t>MODEL PROCESU:</w:t>
      </w:r>
    </w:p>
    <w:p w:rsidR="007A3977" w:rsidRDefault="007A3977">
      <w:pPr>
        <w:pStyle w:val="Heading3"/>
        <w:rPr>
          <w:color w:val="000000"/>
        </w:rPr>
      </w:pPr>
      <w:r w:rsidRPr="006C3C19">
        <w:rPr>
          <w:rFonts w:ascii="Arial" w:hAnsi="Arial" w:cs="Arial"/>
          <w:noProof/>
          <w:sz w:val="24"/>
          <w:szCs w:val="24"/>
        </w:rPr>
        <w:pict>
          <v:shape id="Obraz 16" o:spid="_x0000_i1039" type="#_x0000_t75" style="width:329.25pt;height:670.5pt;visibility:visible">
            <v:imagedata r:id="rId18" o:title=""/>
          </v:shape>
        </w:pic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color w:val="000000"/>
        </w:rPr>
        <w:br w:type="page"/>
      </w:r>
    </w:p>
    <w:p w:rsidR="007A3977" w:rsidRDefault="007A3977" w:rsidP="00000EA1">
      <w:pPr>
        <w:pStyle w:val="Heading3"/>
        <w:jc w:val="both"/>
        <w:rPr>
          <w:color w:val="000000"/>
        </w:rPr>
      </w:pPr>
      <w:r>
        <w:rPr>
          <w:rFonts w:ascii="Calibri" w:hAnsi="Calibri"/>
          <w:i w:val="0"/>
          <w:color w:val="000000"/>
          <w:sz w:val="24"/>
          <w:u w:val="single"/>
        </w:rPr>
        <w:t>Procedura 8</w:t>
      </w:r>
      <w:r w:rsidRPr="00B344F5">
        <w:rPr>
          <w:rFonts w:ascii="Calibri" w:hAnsi="Calibri"/>
          <w:i w:val="0"/>
          <w:color w:val="000000"/>
          <w:sz w:val="24"/>
          <w:u w:val="single"/>
        </w:rPr>
        <w:t xml:space="preserve">. </w:t>
      </w:r>
      <w:r>
        <w:rPr>
          <w:rFonts w:ascii="Calibri" w:hAnsi="Calibri"/>
          <w:i w:val="0"/>
          <w:color w:val="000000"/>
          <w:sz w:val="24"/>
          <w:u w:val="single"/>
        </w:rPr>
        <w:t>Opracowanie procedur dot. wykorzystywania kanałów informacyjnych JST przez NGO.</w:t>
      </w:r>
    </w:p>
    <w:p w:rsidR="007A3977" w:rsidRDefault="007A3977" w:rsidP="00000EA1">
      <w:pPr>
        <w:pStyle w:val="Heading3"/>
        <w:rPr>
          <w:color w:val="000000"/>
        </w:rPr>
      </w:pPr>
    </w:p>
    <w:p w:rsidR="007A3977" w:rsidRPr="00427EAF" w:rsidRDefault="007A3977" w:rsidP="00000EA1">
      <w:pPr>
        <w:pStyle w:val="Heading3"/>
        <w:rPr>
          <w:rFonts w:ascii="Calibri" w:hAnsi="Calibri" w:cs="Arial"/>
          <w:b w:val="0"/>
          <w:i w:val="0"/>
          <w:sz w:val="24"/>
          <w:szCs w:val="24"/>
        </w:rPr>
      </w:pPr>
      <w:r w:rsidRPr="00427EAF">
        <w:rPr>
          <w:rFonts w:ascii="Calibri" w:hAnsi="Calibri" w:cs="Arial"/>
          <w:b w:val="0"/>
          <w:i w:val="0"/>
          <w:color w:val="000000"/>
          <w:sz w:val="24"/>
          <w:szCs w:val="24"/>
        </w:rPr>
        <w:t xml:space="preserve">Proces </w:t>
      </w:r>
      <w:r>
        <w:rPr>
          <w:rFonts w:ascii="Calibri" w:hAnsi="Calibri" w:cs="Arial"/>
          <w:b w:val="0"/>
          <w:i w:val="0"/>
          <w:color w:val="000000"/>
          <w:sz w:val="24"/>
          <w:szCs w:val="24"/>
        </w:rPr>
        <w:t>40</w:t>
      </w:r>
    </w:p>
    <w:p w:rsidR="007A3977" w:rsidRDefault="007A3977" w:rsidP="00000EA1">
      <w:pPr>
        <w:pStyle w:val="Heading3"/>
        <w:rPr>
          <w:color w:val="000000"/>
        </w:rPr>
      </w:pPr>
    </w:p>
    <w:p w:rsidR="007A3977" w:rsidRDefault="007A3977">
      <w:pPr>
        <w:pStyle w:val="podproceduraodstep"/>
      </w:pPr>
    </w:p>
    <w:p w:rsidR="007A3977" w:rsidRDefault="007A3977">
      <w:pPr>
        <w:pStyle w:val="podproceduratabelaItytu3"/>
      </w:pPr>
      <w:r>
        <w:rPr>
          <w:color w:val="000000"/>
        </w:rPr>
        <w:t>TABELA I INICJACJA PODPROCEDURY</w:t>
      </w:r>
    </w:p>
    <w:p w:rsidR="007A3977" w:rsidRDefault="007A3977">
      <w:pPr>
        <w:widowControl w:val="0"/>
        <w:rPr>
          <w:rFonts w:ascii="Arial" w:hAnsi="Arial" w:cs="Arial"/>
          <w:sz w:val="24"/>
          <w:szCs w:val="24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551"/>
        <w:gridCol w:w="4337"/>
        <w:gridCol w:w="4819"/>
      </w:tblGrid>
      <w:tr w:rsidR="007A3977" w:rsidRPr="006C3C19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977" w:rsidRPr="006C3C19" w:rsidRDefault="007A3977">
            <w:pPr>
              <w:pStyle w:val="podproceduratabelaInag3wek"/>
            </w:pPr>
            <w:r w:rsidRPr="006C3C19">
              <w:rPr>
                <w:color w:val="000000"/>
              </w:rPr>
              <w:t>L.p.</w:t>
            </w:r>
          </w:p>
        </w:tc>
        <w:tc>
          <w:tcPr>
            <w:tcW w:w="4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977" w:rsidRPr="006C3C19" w:rsidRDefault="007A3977">
            <w:pPr>
              <w:pStyle w:val="podproceduratabelaInag3wek"/>
            </w:pPr>
            <w:r w:rsidRPr="006C3C19">
              <w:rPr>
                <w:color w:val="000000"/>
              </w:rPr>
              <w:t>Dostawca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977" w:rsidRPr="006C3C19" w:rsidRDefault="007A3977">
            <w:pPr>
              <w:pStyle w:val="podproceduratabelaInag3wek"/>
            </w:pPr>
            <w:r w:rsidRPr="006C3C19">
              <w:rPr>
                <w:color w:val="000000"/>
              </w:rPr>
              <w:t>Zdarzenie; Dokument</w:t>
            </w:r>
          </w:p>
        </w:tc>
      </w:tr>
      <w:tr w:rsidR="007A3977" w:rsidRPr="006C3C19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977" w:rsidRPr="006C3C19" w:rsidRDefault="007A3977">
            <w:pPr>
              <w:pStyle w:val="podproceduratabelaItreoa"/>
            </w:pPr>
            <w:r w:rsidRPr="006C3C19">
              <w:rPr>
                <w:color w:val="000000"/>
              </w:rPr>
              <w:t xml:space="preserve"> 1.</w:t>
            </w:r>
          </w:p>
        </w:tc>
        <w:tc>
          <w:tcPr>
            <w:tcW w:w="4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977" w:rsidRPr="006C3C19" w:rsidRDefault="007A3977">
            <w:pPr>
              <w:pStyle w:val="podproceduratabelaItreoa"/>
            </w:pP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977" w:rsidRPr="006C3C19" w:rsidRDefault="007A3977">
            <w:pPr>
              <w:pStyle w:val="podproceduratabelaItreoa"/>
            </w:pPr>
            <w:r w:rsidRPr="006C3C19">
              <w:rPr>
                <w:color w:val="000000"/>
              </w:rPr>
              <w:t>NGO złożyło informacje i wniosek o wykorzystanie kanałów informacyjnych będących w dyspozycji JST</w:t>
            </w:r>
          </w:p>
        </w:tc>
      </w:tr>
    </w:tbl>
    <w:p w:rsidR="007A3977" w:rsidRDefault="007A3977">
      <w:pPr>
        <w:widowControl w:val="0"/>
        <w:rPr>
          <w:color w:val="000000"/>
        </w:rPr>
      </w:pPr>
    </w:p>
    <w:p w:rsidR="007A3977" w:rsidRDefault="007A3977">
      <w:pPr>
        <w:pStyle w:val="podproceduraodstep"/>
        <w:rPr>
          <w:color w:val="000000"/>
        </w:rPr>
      </w:pPr>
    </w:p>
    <w:p w:rsidR="007A3977" w:rsidRDefault="007A3977">
      <w:pPr>
        <w:pStyle w:val="apodproceduratabelaIItytu3"/>
      </w:pPr>
      <w:r>
        <w:rPr>
          <w:color w:val="000000"/>
        </w:rPr>
        <w:t>TABELA II OPIS PRACY</w:t>
      </w:r>
    </w:p>
    <w:p w:rsidR="007A3977" w:rsidRDefault="007A3977">
      <w:pPr>
        <w:widowControl w:val="0"/>
        <w:rPr>
          <w:rFonts w:ascii="Arial" w:hAnsi="Arial" w:cs="Arial"/>
          <w:sz w:val="24"/>
          <w:szCs w:val="24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551"/>
        <w:gridCol w:w="1542"/>
        <w:gridCol w:w="4530"/>
        <w:gridCol w:w="1542"/>
        <w:gridCol w:w="1542"/>
      </w:tblGrid>
      <w:tr w:rsidR="007A3977" w:rsidRPr="006C3C19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nag3wek2"/>
            </w:pPr>
            <w:r w:rsidRPr="006C3C19">
              <w:rPr>
                <w:color w:val="000000"/>
              </w:rPr>
              <w:t>L.p.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nag3wek2"/>
            </w:pPr>
            <w:r w:rsidRPr="006C3C19">
              <w:rPr>
                <w:color w:val="000000"/>
              </w:rPr>
              <w:t>Dokument na wejściu do czynności</w:t>
            </w:r>
          </w:p>
        </w:tc>
        <w:tc>
          <w:tcPr>
            <w:tcW w:w="4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nag3wek2"/>
            </w:pPr>
            <w:r w:rsidRPr="006C3C19">
              <w:rPr>
                <w:color w:val="000000"/>
              </w:rPr>
              <w:t>Opis czynności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nag3wek2"/>
            </w:pPr>
            <w:r w:rsidRPr="006C3C19">
              <w:rPr>
                <w:color w:val="000000"/>
              </w:rPr>
              <w:t>Dokument na wyjściu z czynności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nag3wek2"/>
            </w:pPr>
            <w:r w:rsidRPr="006C3C19">
              <w:rPr>
                <w:color w:val="000000"/>
              </w:rPr>
              <w:t>Stanowisko wykonujące czynność</w:t>
            </w:r>
          </w:p>
        </w:tc>
      </w:tr>
      <w:tr w:rsidR="007A3977" w:rsidRPr="006C3C19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n"/>
            </w:pPr>
            <w:r w:rsidRPr="006C3C19">
              <w:rPr>
                <w:color w:val="000000"/>
              </w:rPr>
              <w:t>1.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n"/>
              <w:rPr>
                <w:color w:val="000000"/>
              </w:rPr>
            </w:pPr>
            <w:r w:rsidRPr="006C3C19">
              <w:rPr>
                <w:color w:val="000000"/>
              </w:rPr>
              <w:t>Lista z możliwymi kanałami informacyjnymi</w:t>
            </w:r>
          </w:p>
        </w:tc>
        <w:tc>
          <w:tcPr>
            <w:tcW w:w="4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b"/>
            </w:pPr>
            <w:r w:rsidRPr="006C3C19">
              <w:rPr>
                <w:color w:val="000000"/>
              </w:rPr>
              <w:t>Wyrażenie zgody na wykorzystanie kanałów informacyjnych</w:t>
            </w:r>
          </w:p>
          <w:p w:rsidR="007A3977" w:rsidRPr="006C3C19" w:rsidRDefault="007A3977">
            <w:pPr>
              <w:pStyle w:val="apodproceduratabelaIItreoar"/>
            </w:pPr>
          </w:p>
          <w:p w:rsidR="007A3977" w:rsidRPr="006C3C19" w:rsidRDefault="007A3977">
            <w:pPr>
              <w:pStyle w:val="apodproceduratabelaIItreoar"/>
            </w:pPr>
            <w:r w:rsidRPr="006C3C19">
              <w:rPr>
                <w:color w:val="000000"/>
              </w:rPr>
              <w:t>Możliwość kontynuacji</w:t>
            </w:r>
          </w:p>
          <w:p w:rsidR="007A3977" w:rsidRPr="006C3C19" w:rsidRDefault="007A3977">
            <w:pPr>
              <w:rPr>
                <w:color w:val="000000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n"/>
              <w:rPr>
                <w:color w:val="000000"/>
              </w:rPr>
            </w:pPr>
            <w:r w:rsidRPr="006C3C19">
              <w:rPr>
                <w:color w:val="000000"/>
              </w:rPr>
              <w:t>Lista z możliwymi kanałami informacyjnymi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n"/>
              <w:rPr>
                <w:color w:val="000000"/>
              </w:rPr>
            </w:pPr>
            <w:r w:rsidRPr="006C3C19">
              <w:rPr>
                <w:color w:val="000000"/>
              </w:rPr>
              <w:t>Starosta</w:t>
            </w:r>
          </w:p>
        </w:tc>
      </w:tr>
      <w:tr w:rsidR="007A3977" w:rsidRPr="006C3C19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n"/>
            </w:pPr>
            <w:r w:rsidRPr="006C3C19">
              <w:rPr>
                <w:color w:val="000000"/>
              </w:rPr>
              <w:t>2.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n"/>
              <w:rPr>
                <w:color w:val="000000"/>
              </w:rPr>
            </w:pPr>
            <w:r w:rsidRPr="006C3C19">
              <w:rPr>
                <w:color w:val="000000"/>
              </w:rPr>
              <w:t>Wniosek o wykorzystanie kanałów informacyjnych będących w dyspozycji JST</w:t>
            </w:r>
          </w:p>
        </w:tc>
        <w:tc>
          <w:tcPr>
            <w:tcW w:w="4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b"/>
            </w:pPr>
            <w:r w:rsidRPr="006C3C19">
              <w:rPr>
                <w:color w:val="000000"/>
              </w:rPr>
              <w:t>Identyfikacja możliwych do wykorzystania kanałów informacyjnych</w:t>
            </w:r>
          </w:p>
          <w:p w:rsidR="007A3977" w:rsidRPr="006C3C19" w:rsidRDefault="007A3977">
            <w:pPr>
              <w:pStyle w:val="apodproceduratabelaIItreoar"/>
            </w:pPr>
          </w:p>
          <w:p w:rsidR="007A3977" w:rsidRPr="006C3C19" w:rsidRDefault="007A3977">
            <w:pPr>
              <w:pStyle w:val="apodproceduratabelaIItreoar"/>
            </w:pPr>
            <w:r w:rsidRPr="006C3C19">
              <w:rPr>
                <w:color w:val="000000"/>
              </w:rPr>
              <w:t>Możliwość kontynuacji</w:t>
            </w:r>
          </w:p>
          <w:p w:rsidR="007A3977" w:rsidRPr="006C3C19" w:rsidRDefault="007A3977">
            <w:pPr>
              <w:rPr>
                <w:color w:val="000000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n"/>
              <w:rPr>
                <w:color w:val="000000"/>
              </w:rPr>
            </w:pPr>
            <w:r w:rsidRPr="006C3C19">
              <w:rPr>
                <w:color w:val="000000"/>
              </w:rPr>
              <w:t>Lista z możliwymi kanałami informacyjnymi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n"/>
              <w:rPr>
                <w:color w:val="000000"/>
              </w:rPr>
            </w:pPr>
            <w:r w:rsidRPr="006C3C19">
              <w:rPr>
                <w:color w:val="000000"/>
              </w:rPr>
              <w:t>Wydział Oświaty, Kultury i Promocji (OKP)</w:t>
            </w:r>
          </w:p>
        </w:tc>
      </w:tr>
      <w:tr w:rsidR="007A3977" w:rsidRPr="006C3C19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n"/>
            </w:pPr>
            <w:r w:rsidRPr="006C3C19">
              <w:rPr>
                <w:color w:val="000000"/>
              </w:rPr>
              <w:t>3.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n"/>
              <w:rPr>
                <w:color w:val="000000"/>
              </w:rPr>
            </w:pPr>
            <w:r w:rsidRPr="006C3C19">
              <w:rPr>
                <w:color w:val="000000"/>
              </w:rPr>
              <w:t>Lista z możliwymi kanałami informacyjnymi</w:t>
            </w:r>
          </w:p>
        </w:tc>
        <w:tc>
          <w:tcPr>
            <w:tcW w:w="4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b"/>
            </w:pPr>
            <w:r w:rsidRPr="006C3C19">
              <w:rPr>
                <w:color w:val="000000"/>
              </w:rPr>
              <w:t>Upublicznienie informacji</w:t>
            </w:r>
          </w:p>
          <w:p w:rsidR="007A3977" w:rsidRPr="006C3C19" w:rsidRDefault="007A3977">
            <w:pPr>
              <w:pStyle w:val="apodproceduratabelaIItreoar"/>
            </w:pPr>
          </w:p>
          <w:p w:rsidR="007A3977" w:rsidRPr="006C3C19" w:rsidRDefault="007A3977">
            <w:pPr>
              <w:pStyle w:val="apodproceduratabelaIItreoar"/>
            </w:pPr>
            <w:r w:rsidRPr="006C3C19">
              <w:rPr>
                <w:color w:val="000000"/>
              </w:rPr>
              <w:t>Możliwość kontynuacji</w:t>
            </w:r>
          </w:p>
          <w:p w:rsidR="007A3977" w:rsidRPr="006C3C19" w:rsidRDefault="007A3977">
            <w:pPr>
              <w:rPr>
                <w:color w:val="000000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n"/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n"/>
              <w:rPr>
                <w:color w:val="000000"/>
              </w:rPr>
            </w:pPr>
            <w:r w:rsidRPr="006C3C19">
              <w:rPr>
                <w:color w:val="000000"/>
              </w:rPr>
              <w:t>Właściwa komórka</w:t>
            </w:r>
          </w:p>
        </w:tc>
      </w:tr>
    </w:tbl>
    <w:p w:rsidR="007A3977" w:rsidRDefault="007A3977">
      <w:pPr>
        <w:widowControl w:val="0"/>
        <w:rPr>
          <w:color w:val="000000"/>
        </w:rPr>
      </w:pPr>
    </w:p>
    <w:p w:rsidR="007A3977" w:rsidRDefault="007A3977">
      <w:pPr>
        <w:pStyle w:val="podproceduraodstep"/>
        <w:rPr>
          <w:color w:val="000000"/>
        </w:rPr>
      </w:pPr>
    </w:p>
    <w:p w:rsidR="007A3977" w:rsidRDefault="007A3977">
      <w:pPr>
        <w:pStyle w:val="podproceduratabelaIIItytu3"/>
      </w:pPr>
      <w:r>
        <w:rPr>
          <w:color w:val="000000"/>
        </w:rPr>
        <w:t>TABELA III WYNIK REALIZACJI PODPROCEDURY</w:t>
      </w:r>
    </w:p>
    <w:p w:rsidR="007A3977" w:rsidRDefault="007A3977">
      <w:pPr>
        <w:widowControl w:val="0"/>
        <w:rPr>
          <w:rFonts w:ascii="Arial" w:hAnsi="Arial" w:cs="Arial"/>
          <w:sz w:val="24"/>
          <w:szCs w:val="24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551"/>
        <w:gridCol w:w="4337"/>
        <w:gridCol w:w="4819"/>
      </w:tblGrid>
      <w:tr w:rsidR="007A3977" w:rsidRPr="006C3C19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977" w:rsidRPr="006C3C19" w:rsidRDefault="007A3977">
            <w:pPr>
              <w:pStyle w:val="podproceduratabelaIIInag3wek"/>
            </w:pPr>
            <w:r w:rsidRPr="006C3C19">
              <w:rPr>
                <w:color w:val="000000"/>
              </w:rPr>
              <w:t>L.p.</w:t>
            </w:r>
          </w:p>
        </w:tc>
        <w:tc>
          <w:tcPr>
            <w:tcW w:w="4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977" w:rsidRPr="006C3C19" w:rsidRDefault="007A3977">
            <w:pPr>
              <w:pStyle w:val="podproceduratabelaIIInag3wek"/>
            </w:pPr>
            <w:r w:rsidRPr="006C3C19">
              <w:rPr>
                <w:color w:val="000000"/>
              </w:rPr>
              <w:t>Odbiorca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977" w:rsidRPr="006C3C19" w:rsidRDefault="007A3977">
            <w:pPr>
              <w:pStyle w:val="podproceduratabelaIIInag3wek"/>
            </w:pPr>
            <w:r w:rsidRPr="006C3C19">
              <w:rPr>
                <w:color w:val="000000"/>
              </w:rPr>
              <w:t>Zdarzenie; Dokument</w:t>
            </w:r>
          </w:p>
        </w:tc>
      </w:tr>
      <w:tr w:rsidR="007A3977" w:rsidRPr="006C3C19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977" w:rsidRPr="006C3C19" w:rsidRDefault="007A3977">
            <w:pPr>
              <w:pStyle w:val="podproceduratabelaIIItreoa"/>
            </w:pPr>
            <w:r w:rsidRPr="006C3C19">
              <w:rPr>
                <w:color w:val="000000"/>
              </w:rPr>
              <w:t xml:space="preserve"> 1.</w:t>
            </w:r>
          </w:p>
        </w:tc>
        <w:tc>
          <w:tcPr>
            <w:tcW w:w="4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977" w:rsidRPr="006C3C19" w:rsidRDefault="007A3977">
            <w:pPr>
              <w:pStyle w:val="podproceduratabelaIIItreoa"/>
            </w:pPr>
            <w:r w:rsidRPr="006C3C19">
              <w:rPr>
                <w:color w:val="000000"/>
              </w:rPr>
              <w:t>Właściwa komórka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977" w:rsidRPr="006C3C19" w:rsidRDefault="007A3977">
            <w:pPr>
              <w:pStyle w:val="podproceduratabelaIIItreoa"/>
            </w:pPr>
            <w:r w:rsidRPr="006C3C19">
              <w:rPr>
                <w:color w:val="000000"/>
              </w:rPr>
              <w:t>JST wyraziło zgodę na wykorzystanie przez NGO kanałów informacyjnych będących w dyspozycji JST</w:t>
            </w:r>
          </w:p>
        </w:tc>
      </w:tr>
    </w:tbl>
    <w:p w:rsidR="007A3977" w:rsidRDefault="007A3977">
      <w:pPr>
        <w:widowControl w:val="0"/>
        <w:rPr>
          <w:color w:val="000000"/>
        </w:rPr>
      </w:pPr>
    </w:p>
    <w:p w:rsidR="007A3977" w:rsidRDefault="007A3977">
      <w:pPr>
        <w:rPr>
          <w:color w:val="000000"/>
        </w:rPr>
      </w:pPr>
      <w:r>
        <w:rPr>
          <w:color w:val="000000"/>
        </w:rPr>
        <w:t>DOKUMENTY ZWIĄZANE:</w:t>
      </w:r>
    </w:p>
    <w:p w:rsidR="007A3977" w:rsidRDefault="007A3977">
      <w:pPr>
        <w:rPr>
          <w:color w:val="000000"/>
        </w:rPr>
      </w:pPr>
    </w:p>
    <w:p w:rsidR="007A3977" w:rsidRDefault="007A3977">
      <w:pPr>
        <w:rPr>
          <w:color w:val="000000"/>
        </w:rPr>
      </w:pPr>
      <w:r>
        <w:rPr>
          <w:color w:val="000000"/>
        </w:rPr>
        <w:t xml:space="preserve"> 1. Lista z możliwymi kanałami informacyjnymi</w:t>
      </w:r>
    </w:p>
    <w:p w:rsidR="007A3977" w:rsidRDefault="007A3977">
      <w:pPr>
        <w:rPr>
          <w:color w:val="000000"/>
        </w:rPr>
      </w:pPr>
      <w:r>
        <w:rPr>
          <w:color w:val="000000"/>
        </w:rPr>
        <w:t xml:space="preserve"> 2. Lista z możliwymi kanałami informacyjnymi</w:t>
      </w:r>
    </w:p>
    <w:p w:rsidR="007A3977" w:rsidRDefault="007A3977">
      <w:pPr>
        <w:rPr>
          <w:color w:val="000000"/>
        </w:rPr>
      </w:pPr>
      <w:r>
        <w:rPr>
          <w:color w:val="000000"/>
        </w:rPr>
        <w:t xml:space="preserve"> 3. Lista z możliwymi kanałami informacyjnymi</w:t>
      </w:r>
    </w:p>
    <w:p w:rsidR="007A3977" w:rsidRDefault="007A3977">
      <w:pPr>
        <w:rPr>
          <w:color w:val="000000"/>
        </w:rPr>
      </w:pPr>
      <w:r>
        <w:rPr>
          <w:color w:val="000000"/>
        </w:rPr>
        <w:t xml:space="preserve"> 4. Lista z możliwymi kanałami informacyjnymi</w:t>
      </w:r>
    </w:p>
    <w:p w:rsidR="007A3977" w:rsidRDefault="007A3977">
      <w:pPr>
        <w:rPr>
          <w:color w:val="000000"/>
        </w:rPr>
      </w:pPr>
      <w:r>
        <w:rPr>
          <w:color w:val="000000"/>
        </w:rPr>
        <w:t xml:space="preserve"> 5. Wniosek o wykorzystanie kanałów informacyjnych będących w dyspozycji JST</w:t>
      </w:r>
    </w:p>
    <w:p w:rsidR="007A3977" w:rsidRDefault="007A3977">
      <w:pPr>
        <w:pStyle w:val="podproceduratabelaIIItytu3"/>
        <w:rPr>
          <w:color w:val="000000"/>
        </w:rPr>
      </w:pPr>
      <w:r>
        <w:rPr>
          <w:color w:val="000000"/>
        </w:rPr>
        <w:br w:type="page"/>
        <w:t>MODEL PROCESU:</w:t>
      </w:r>
    </w:p>
    <w:p w:rsidR="007A3977" w:rsidRDefault="007A3977">
      <w:pPr>
        <w:pStyle w:val="Heading3"/>
        <w:rPr>
          <w:color w:val="000000"/>
        </w:rPr>
      </w:pPr>
      <w:r w:rsidRPr="006C3C19">
        <w:rPr>
          <w:rFonts w:ascii="Arial" w:hAnsi="Arial" w:cs="Arial"/>
          <w:noProof/>
          <w:sz w:val="24"/>
          <w:szCs w:val="24"/>
        </w:rPr>
        <w:pict>
          <v:shape id="Obraz 17" o:spid="_x0000_i1040" type="#_x0000_t75" style="width:483pt;height:669pt;visibility:visible">
            <v:imagedata r:id="rId19" o:title=""/>
          </v:shape>
        </w:pic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color w:val="000000"/>
        </w:rPr>
        <w:br w:type="page"/>
      </w:r>
    </w:p>
    <w:p w:rsidR="007A3977" w:rsidRDefault="007A3977" w:rsidP="00000EA1">
      <w:pPr>
        <w:pStyle w:val="Heading3"/>
        <w:jc w:val="both"/>
        <w:rPr>
          <w:color w:val="000000"/>
        </w:rPr>
      </w:pPr>
      <w:r>
        <w:rPr>
          <w:rFonts w:ascii="Calibri" w:hAnsi="Calibri"/>
          <w:i w:val="0"/>
          <w:color w:val="000000"/>
          <w:sz w:val="24"/>
          <w:u w:val="single"/>
        </w:rPr>
        <w:t>Procedura 9</w:t>
      </w:r>
      <w:r w:rsidRPr="00B344F5">
        <w:rPr>
          <w:rFonts w:ascii="Calibri" w:hAnsi="Calibri"/>
          <w:i w:val="0"/>
          <w:color w:val="000000"/>
          <w:sz w:val="24"/>
          <w:u w:val="single"/>
        </w:rPr>
        <w:t xml:space="preserve">. </w:t>
      </w:r>
      <w:r>
        <w:rPr>
          <w:rFonts w:ascii="Calibri" w:hAnsi="Calibri"/>
          <w:i w:val="0"/>
          <w:color w:val="000000"/>
          <w:sz w:val="24"/>
          <w:u w:val="single"/>
        </w:rPr>
        <w:t>Opracowanie procedur dot. współorganizowania min. 1 spotkania plenarnego w roku.</w:t>
      </w:r>
    </w:p>
    <w:p w:rsidR="007A3977" w:rsidRDefault="007A3977" w:rsidP="00000EA1">
      <w:pPr>
        <w:pStyle w:val="Heading3"/>
        <w:rPr>
          <w:color w:val="000000"/>
        </w:rPr>
      </w:pPr>
    </w:p>
    <w:p w:rsidR="007A3977" w:rsidRPr="00427EAF" w:rsidRDefault="007A3977" w:rsidP="00000EA1">
      <w:pPr>
        <w:pStyle w:val="Heading3"/>
        <w:rPr>
          <w:rFonts w:ascii="Calibri" w:hAnsi="Calibri" w:cs="Arial"/>
          <w:b w:val="0"/>
          <w:i w:val="0"/>
          <w:sz w:val="24"/>
          <w:szCs w:val="24"/>
        </w:rPr>
      </w:pPr>
      <w:r w:rsidRPr="00427EAF">
        <w:rPr>
          <w:rFonts w:ascii="Calibri" w:hAnsi="Calibri" w:cs="Arial"/>
          <w:b w:val="0"/>
          <w:i w:val="0"/>
          <w:color w:val="000000"/>
          <w:sz w:val="24"/>
          <w:szCs w:val="24"/>
        </w:rPr>
        <w:t xml:space="preserve">Proces </w:t>
      </w:r>
      <w:r>
        <w:rPr>
          <w:rFonts w:ascii="Calibri" w:hAnsi="Calibri" w:cs="Arial"/>
          <w:b w:val="0"/>
          <w:i w:val="0"/>
          <w:color w:val="000000"/>
          <w:sz w:val="24"/>
          <w:szCs w:val="24"/>
        </w:rPr>
        <w:t>41</w:t>
      </w:r>
    </w:p>
    <w:p w:rsidR="007A3977" w:rsidRDefault="007A3977" w:rsidP="00000EA1">
      <w:pPr>
        <w:pStyle w:val="Heading3"/>
        <w:rPr>
          <w:color w:val="000000"/>
        </w:rPr>
      </w:pPr>
    </w:p>
    <w:p w:rsidR="007A3977" w:rsidRDefault="007A3977">
      <w:pPr>
        <w:pStyle w:val="podproceduraodstep"/>
      </w:pPr>
    </w:p>
    <w:p w:rsidR="007A3977" w:rsidRDefault="007A3977">
      <w:pPr>
        <w:pStyle w:val="podproceduratabelaItytu3"/>
      </w:pPr>
      <w:r>
        <w:rPr>
          <w:color w:val="000000"/>
        </w:rPr>
        <w:t>TABELA I INICJACJA PODPROCEDURY</w:t>
      </w:r>
    </w:p>
    <w:p w:rsidR="007A3977" w:rsidRDefault="007A3977">
      <w:pPr>
        <w:widowControl w:val="0"/>
        <w:rPr>
          <w:rFonts w:ascii="Arial" w:hAnsi="Arial" w:cs="Arial"/>
          <w:sz w:val="24"/>
          <w:szCs w:val="24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551"/>
        <w:gridCol w:w="4337"/>
        <w:gridCol w:w="4819"/>
      </w:tblGrid>
      <w:tr w:rsidR="007A3977" w:rsidRPr="006C3C19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977" w:rsidRPr="006C3C19" w:rsidRDefault="007A3977">
            <w:pPr>
              <w:pStyle w:val="podproceduratabelaInag3wek"/>
            </w:pPr>
            <w:r w:rsidRPr="006C3C19">
              <w:rPr>
                <w:color w:val="000000"/>
              </w:rPr>
              <w:t>L.p.</w:t>
            </w:r>
          </w:p>
        </w:tc>
        <w:tc>
          <w:tcPr>
            <w:tcW w:w="4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977" w:rsidRPr="006C3C19" w:rsidRDefault="007A3977">
            <w:pPr>
              <w:pStyle w:val="podproceduratabelaInag3wek"/>
            </w:pPr>
            <w:r w:rsidRPr="006C3C19">
              <w:rPr>
                <w:color w:val="000000"/>
              </w:rPr>
              <w:t>Dostawca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977" w:rsidRPr="006C3C19" w:rsidRDefault="007A3977">
            <w:pPr>
              <w:pStyle w:val="podproceduratabelaInag3wek"/>
            </w:pPr>
            <w:r w:rsidRPr="006C3C19">
              <w:rPr>
                <w:color w:val="000000"/>
              </w:rPr>
              <w:t>Zdarzenie; Dokument</w:t>
            </w:r>
          </w:p>
        </w:tc>
      </w:tr>
      <w:tr w:rsidR="007A3977" w:rsidRPr="006C3C19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977" w:rsidRPr="006C3C19" w:rsidRDefault="007A3977">
            <w:pPr>
              <w:pStyle w:val="podproceduratabelaItreoa"/>
            </w:pPr>
            <w:r w:rsidRPr="006C3C19">
              <w:rPr>
                <w:color w:val="000000"/>
              </w:rPr>
              <w:t xml:space="preserve"> 1.</w:t>
            </w:r>
          </w:p>
        </w:tc>
        <w:tc>
          <w:tcPr>
            <w:tcW w:w="4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977" w:rsidRPr="006C3C19" w:rsidRDefault="007A3977">
            <w:pPr>
              <w:pStyle w:val="podproceduratabelaItreoa"/>
            </w:pPr>
            <w:r w:rsidRPr="006C3C19">
              <w:t>Wydział OKP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977" w:rsidRPr="006C3C19" w:rsidRDefault="007A3977">
            <w:pPr>
              <w:pStyle w:val="podproceduratabelaItreoa"/>
            </w:pPr>
            <w:r w:rsidRPr="006C3C19">
              <w:rPr>
                <w:color w:val="000000"/>
              </w:rPr>
              <w:t>Zdefiniowano potrzebę organizacji spotkania plenarnego</w:t>
            </w:r>
          </w:p>
        </w:tc>
      </w:tr>
    </w:tbl>
    <w:p w:rsidR="007A3977" w:rsidRDefault="007A3977">
      <w:pPr>
        <w:widowControl w:val="0"/>
        <w:rPr>
          <w:color w:val="000000"/>
        </w:rPr>
      </w:pPr>
    </w:p>
    <w:p w:rsidR="007A3977" w:rsidRDefault="007A3977">
      <w:pPr>
        <w:pStyle w:val="podproceduraodstep"/>
        <w:rPr>
          <w:color w:val="000000"/>
        </w:rPr>
      </w:pPr>
    </w:p>
    <w:p w:rsidR="007A3977" w:rsidRDefault="007A3977">
      <w:pPr>
        <w:pStyle w:val="apodproceduratabelaIItytu3"/>
      </w:pPr>
      <w:r>
        <w:rPr>
          <w:color w:val="000000"/>
        </w:rPr>
        <w:t>TABELA II OPIS PRACY</w:t>
      </w:r>
    </w:p>
    <w:p w:rsidR="007A3977" w:rsidRDefault="007A3977">
      <w:pPr>
        <w:widowControl w:val="0"/>
        <w:rPr>
          <w:rFonts w:ascii="Arial" w:hAnsi="Arial" w:cs="Arial"/>
          <w:sz w:val="24"/>
          <w:szCs w:val="24"/>
        </w:rPr>
      </w:pPr>
    </w:p>
    <w:p w:rsidR="007A3977" w:rsidRDefault="007A3977" w:rsidP="00000EA1">
      <w:pPr>
        <w:widowControl w:val="0"/>
        <w:rPr>
          <w:rFonts w:ascii="Arial" w:hAnsi="Arial" w:cs="Arial"/>
          <w:sz w:val="24"/>
          <w:szCs w:val="24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A0"/>
      </w:tblPr>
      <w:tblGrid>
        <w:gridCol w:w="551"/>
        <w:gridCol w:w="1542"/>
        <w:gridCol w:w="4530"/>
        <w:gridCol w:w="1542"/>
        <w:gridCol w:w="1542"/>
      </w:tblGrid>
      <w:tr w:rsidR="007A3977" w:rsidRPr="006C3C19" w:rsidTr="00000EA1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nag3wek2"/>
              <w:spacing w:line="276" w:lineRule="auto"/>
            </w:pPr>
            <w:r w:rsidRPr="006C3C19">
              <w:rPr>
                <w:color w:val="000000"/>
              </w:rPr>
              <w:t>L.p.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nag3wek2"/>
              <w:spacing w:line="276" w:lineRule="auto"/>
            </w:pPr>
            <w:r w:rsidRPr="006C3C19">
              <w:rPr>
                <w:color w:val="000000"/>
              </w:rPr>
              <w:t>Dokument na wejściu do czynności</w:t>
            </w:r>
          </w:p>
        </w:tc>
        <w:tc>
          <w:tcPr>
            <w:tcW w:w="4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nag3wek2"/>
              <w:spacing w:line="276" w:lineRule="auto"/>
            </w:pPr>
            <w:r w:rsidRPr="006C3C19">
              <w:rPr>
                <w:color w:val="000000"/>
              </w:rPr>
              <w:t>Opis czynności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nag3wek2"/>
              <w:spacing w:line="276" w:lineRule="auto"/>
            </w:pPr>
            <w:r w:rsidRPr="006C3C19">
              <w:rPr>
                <w:color w:val="000000"/>
              </w:rPr>
              <w:t>Dokument na wyjściu z czynności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nag3wek2"/>
              <w:spacing w:line="276" w:lineRule="auto"/>
            </w:pPr>
            <w:r w:rsidRPr="006C3C19">
              <w:rPr>
                <w:color w:val="000000"/>
              </w:rPr>
              <w:t>Stanowisko wykonujące czynność</w:t>
            </w:r>
          </w:p>
        </w:tc>
      </w:tr>
      <w:tr w:rsidR="007A3977" w:rsidRPr="006C3C19" w:rsidTr="00000EA1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n"/>
              <w:spacing w:line="276" w:lineRule="auto"/>
            </w:pPr>
            <w:r w:rsidRPr="006C3C19">
              <w:rPr>
                <w:color w:val="000000"/>
              </w:rPr>
              <w:t>1.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n"/>
              <w:spacing w:line="276" w:lineRule="auto"/>
            </w:pPr>
          </w:p>
        </w:tc>
        <w:tc>
          <w:tcPr>
            <w:tcW w:w="4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b"/>
              <w:spacing w:line="276" w:lineRule="auto"/>
            </w:pPr>
            <w:r w:rsidRPr="006C3C19">
              <w:rPr>
                <w:color w:val="000000"/>
              </w:rPr>
              <w:t>Organizacja spotkania plenarnego</w:t>
            </w:r>
          </w:p>
          <w:p w:rsidR="007A3977" w:rsidRPr="006C3C19" w:rsidRDefault="007A3977">
            <w:pPr>
              <w:pStyle w:val="apodproceduratabelaIItreoar"/>
              <w:spacing w:line="276" w:lineRule="auto"/>
            </w:pPr>
          </w:p>
          <w:p w:rsidR="007A3977" w:rsidRPr="006C3C19" w:rsidRDefault="007A3977">
            <w:pPr>
              <w:pStyle w:val="apodproceduratabelaIItreoar"/>
              <w:spacing w:line="276" w:lineRule="auto"/>
            </w:pPr>
            <w:r w:rsidRPr="006C3C19">
              <w:rPr>
                <w:color w:val="000000"/>
              </w:rPr>
              <w:t>Możliwość kontynuacji</w:t>
            </w:r>
          </w:p>
          <w:p w:rsidR="007A3977" w:rsidRPr="006C3C19" w:rsidRDefault="007A3977">
            <w:pPr>
              <w:spacing w:line="276" w:lineRule="auto"/>
              <w:rPr>
                <w:color w:val="000000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n"/>
              <w:spacing w:line="276" w:lineRule="auto"/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n"/>
              <w:spacing w:line="276" w:lineRule="auto"/>
              <w:rPr>
                <w:color w:val="000000"/>
              </w:rPr>
            </w:pPr>
            <w:r w:rsidRPr="006C3C19">
              <w:rPr>
                <w:color w:val="000000"/>
              </w:rPr>
              <w:t>Wydział Oświaty, Kultury i Promocji (OKP)</w:t>
            </w:r>
          </w:p>
        </w:tc>
      </w:tr>
      <w:tr w:rsidR="007A3977" w:rsidRPr="006C3C19" w:rsidTr="00000EA1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n"/>
              <w:spacing w:line="276" w:lineRule="auto"/>
            </w:pPr>
            <w:r w:rsidRPr="006C3C19">
              <w:rPr>
                <w:color w:val="000000"/>
              </w:rPr>
              <w:t>2.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n"/>
              <w:spacing w:line="276" w:lineRule="auto"/>
            </w:pPr>
          </w:p>
        </w:tc>
        <w:tc>
          <w:tcPr>
            <w:tcW w:w="4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b"/>
              <w:spacing w:line="276" w:lineRule="auto"/>
            </w:pPr>
            <w:r w:rsidRPr="006C3C19">
              <w:rPr>
                <w:color w:val="000000"/>
              </w:rPr>
              <w:t>Opracowanie kompletnej informacji o spotkaniu (czas, miejsce, tematyka)</w:t>
            </w:r>
          </w:p>
          <w:p w:rsidR="007A3977" w:rsidRPr="006C3C19" w:rsidRDefault="007A3977">
            <w:pPr>
              <w:pStyle w:val="apodproceduratabelaIItreoar"/>
              <w:spacing w:line="276" w:lineRule="auto"/>
            </w:pPr>
          </w:p>
          <w:p w:rsidR="007A3977" w:rsidRPr="006C3C19" w:rsidRDefault="007A3977">
            <w:pPr>
              <w:pStyle w:val="apodproceduratabelaIItreoar"/>
              <w:spacing w:line="276" w:lineRule="auto"/>
            </w:pPr>
            <w:r w:rsidRPr="006C3C19">
              <w:rPr>
                <w:color w:val="000000"/>
              </w:rPr>
              <w:t>Możliwość kontynuacji</w:t>
            </w:r>
          </w:p>
          <w:p w:rsidR="007A3977" w:rsidRPr="006C3C19" w:rsidRDefault="007A3977">
            <w:pPr>
              <w:spacing w:line="276" w:lineRule="auto"/>
              <w:rPr>
                <w:color w:val="000000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n"/>
              <w:spacing w:line="276" w:lineRule="auto"/>
              <w:rPr>
                <w:color w:val="000000"/>
              </w:rPr>
            </w:pPr>
            <w:r w:rsidRPr="006C3C19">
              <w:rPr>
                <w:color w:val="000000"/>
              </w:rPr>
              <w:t>Zaproszenie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n"/>
              <w:spacing w:line="276" w:lineRule="auto"/>
              <w:rPr>
                <w:color w:val="000000"/>
              </w:rPr>
            </w:pPr>
            <w:r w:rsidRPr="006C3C19">
              <w:rPr>
                <w:color w:val="000000"/>
              </w:rPr>
              <w:t>Wydział Oświaty, Kultury i Promocji (OKP)</w:t>
            </w:r>
          </w:p>
        </w:tc>
      </w:tr>
      <w:tr w:rsidR="007A3977" w:rsidRPr="006C3C19" w:rsidTr="00000EA1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n"/>
              <w:spacing w:line="276" w:lineRule="auto"/>
            </w:pPr>
            <w:r w:rsidRPr="006C3C19">
              <w:rPr>
                <w:color w:val="000000"/>
              </w:rPr>
              <w:t>3.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n"/>
              <w:spacing w:line="276" w:lineRule="auto"/>
              <w:rPr>
                <w:color w:val="000000"/>
              </w:rPr>
            </w:pPr>
            <w:r w:rsidRPr="006C3C19">
              <w:rPr>
                <w:color w:val="000000"/>
              </w:rPr>
              <w:t>Odpowiedź NGO</w:t>
            </w:r>
          </w:p>
        </w:tc>
        <w:tc>
          <w:tcPr>
            <w:tcW w:w="4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b"/>
              <w:spacing w:line="276" w:lineRule="auto"/>
            </w:pPr>
            <w:r w:rsidRPr="006C3C19">
              <w:rPr>
                <w:color w:val="000000"/>
              </w:rPr>
              <w:t>Analiza odpowiedzi NGO na zaproszenia, ustalenie ostatecznej liczby uczestników</w:t>
            </w:r>
          </w:p>
          <w:p w:rsidR="007A3977" w:rsidRPr="006C3C19" w:rsidRDefault="007A3977">
            <w:pPr>
              <w:pStyle w:val="apodproceduratabelaIItreoar"/>
              <w:spacing w:line="276" w:lineRule="auto"/>
            </w:pPr>
          </w:p>
          <w:p w:rsidR="007A3977" w:rsidRPr="006C3C19" w:rsidRDefault="007A3977">
            <w:pPr>
              <w:pStyle w:val="apodproceduratabelaIItreoar"/>
              <w:spacing w:line="276" w:lineRule="auto"/>
            </w:pPr>
            <w:r w:rsidRPr="006C3C19">
              <w:rPr>
                <w:color w:val="000000"/>
              </w:rPr>
              <w:t>Możliwość kontynuacji</w:t>
            </w:r>
          </w:p>
          <w:p w:rsidR="007A3977" w:rsidRPr="006C3C19" w:rsidRDefault="007A3977">
            <w:pPr>
              <w:spacing w:line="276" w:lineRule="auto"/>
              <w:rPr>
                <w:color w:val="000000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n"/>
              <w:spacing w:line="276" w:lineRule="auto"/>
              <w:rPr>
                <w:color w:val="000000"/>
              </w:rPr>
            </w:pPr>
            <w:r w:rsidRPr="006C3C19">
              <w:rPr>
                <w:color w:val="000000"/>
              </w:rPr>
              <w:t>Lista uczestników spotkania plenarnego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n"/>
              <w:spacing w:line="276" w:lineRule="auto"/>
              <w:rPr>
                <w:color w:val="000000"/>
              </w:rPr>
            </w:pPr>
            <w:r w:rsidRPr="006C3C19">
              <w:rPr>
                <w:color w:val="000000"/>
              </w:rPr>
              <w:t>Wydział Oświaty, Kultury i Promocji (OKP)</w:t>
            </w:r>
          </w:p>
        </w:tc>
      </w:tr>
      <w:tr w:rsidR="007A3977" w:rsidRPr="006C3C19" w:rsidTr="00000EA1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n"/>
              <w:spacing w:line="276" w:lineRule="auto"/>
            </w:pPr>
            <w:r w:rsidRPr="006C3C19">
              <w:rPr>
                <w:color w:val="000000"/>
              </w:rPr>
              <w:t>4.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n"/>
              <w:spacing w:line="276" w:lineRule="auto"/>
              <w:rPr>
                <w:color w:val="000000"/>
              </w:rPr>
            </w:pPr>
            <w:r w:rsidRPr="006C3C19">
              <w:rPr>
                <w:color w:val="000000"/>
              </w:rPr>
              <w:t>Zaproszenie</w:t>
            </w:r>
          </w:p>
        </w:tc>
        <w:tc>
          <w:tcPr>
            <w:tcW w:w="4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b"/>
              <w:spacing w:line="276" w:lineRule="auto"/>
            </w:pPr>
            <w:r w:rsidRPr="006C3C19">
              <w:rPr>
                <w:color w:val="000000"/>
              </w:rPr>
              <w:t>Wysyłka zaproszeń do NGO w zakresie uczestnictwa w spotkaniu plenarnym</w:t>
            </w:r>
          </w:p>
          <w:p w:rsidR="007A3977" w:rsidRPr="006C3C19" w:rsidRDefault="007A3977">
            <w:pPr>
              <w:pStyle w:val="apodproceduratabelaIItreoar"/>
              <w:spacing w:line="276" w:lineRule="auto"/>
            </w:pPr>
          </w:p>
          <w:p w:rsidR="007A3977" w:rsidRPr="006C3C19" w:rsidRDefault="007A3977">
            <w:pPr>
              <w:pStyle w:val="apodproceduratabelaIItreoar"/>
              <w:spacing w:line="276" w:lineRule="auto"/>
            </w:pPr>
            <w:r w:rsidRPr="006C3C19">
              <w:rPr>
                <w:color w:val="000000"/>
              </w:rPr>
              <w:t>Możliwość kontynuacji</w:t>
            </w:r>
          </w:p>
          <w:p w:rsidR="007A3977" w:rsidRPr="006C3C19" w:rsidRDefault="007A3977">
            <w:pPr>
              <w:spacing w:line="276" w:lineRule="auto"/>
              <w:rPr>
                <w:color w:val="000000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n"/>
              <w:spacing w:line="276" w:lineRule="auto"/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n"/>
              <w:spacing w:line="276" w:lineRule="auto"/>
              <w:rPr>
                <w:color w:val="000000"/>
              </w:rPr>
            </w:pPr>
            <w:r w:rsidRPr="006C3C19">
              <w:rPr>
                <w:color w:val="000000"/>
              </w:rPr>
              <w:t>Wydział Oświaty, Kultury i Promocji (OKP)</w:t>
            </w:r>
          </w:p>
        </w:tc>
      </w:tr>
      <w:tr w:rsidR="007A3977" w:rsidRPr="006C3C19" w:rsidTr="00000EA1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n"/>
              <w:spacing w:line="276" w:lineRule="auto"/>
            </w:pPr>
            <w:r w:rsidRPr="006C3C19">
              <w:rPr>
                <w:color w:val="000000"/>
              </w:rPr>
              <w:t>5.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n"/>
              <w:spacing w:line="276" w:lineRule="auto"/>
            </w:pPr>
          </w:p>
        </w:tc>
        <w:tc>
          <w:tcPr>
            <w:tcW w:w="4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b"/>
              <w:spacing w:line="276" w:lineRule="auto"/>
            </w:pPr>
            <w:r w:rsidRPr="006C3C19">
              <w:rPr>
                <w:color w:val="000000"/>
              </w:rPr>
              <w:t>Podjęcie decyzji o organizacji spotkania plenarnego</w:t>
            </w:r>
          </w:p>
          <w:p w:rsidR="007A3977" w:rsidRPr="006C3C19" w:rsidRDefault="007A3977">
            <w:pPr>
              <w:pStyle w:val="apodproceduratabelaIItreoar"/>
              <w:spacing w:line="276" w:lineRule="auto"/>
            </w:pPr>
          </w:p>
          <w:p w:rsidR="007A3977" w:rsidRPr="006C3C19" w:rsidRDefault="007A3977">
            <w:pPr>
              <w:pStyle w:val="apodproceduratabelaIItreoar"/>
              <w:spacing w:line="276" w:lineRule="auto"/>
            </w:pPr>
            <w:r w:rsidRPr="006C3C19">
              <w:rPr>
                <w:color w:val="000000"/>
              </w:rPr>
              <w:t>Możliwość kontynuacji</w:t>
            </w:r>
          </w:p>
          <w:p w:rsidR="007A3977" w:rsidRPr="006C3C19" w:rsidRDefault="007A3977">
            <w:pPr>
              <w:spacing w:line="276" w:lineRule="auto"/>
              <w:rPr>
                <w:color w:val="000000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n"/>
              <w:spacing w:line="276" w:lineRule="auto"/>
              <w:rPr>
                <w:color w:val="000000"/>
              </w:rPr>
            </w:pPr>
            <w:r w:rsidRPr="006C3C19">
              <w:rPr>
                <w:color w:val="000000"/>
              </w:rPr>
              <w:t>Decyzja o organizacji spotkania plenarnego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>
            <w:pPr>
              <w:pStyle w:val="apodproceduratabelaIItreoan"/>
              <w:spacing w:line="276" w:lineRule="auto"/>
              <w:rPr>
                <w:color w:val="000000"/>
              </w:rPr>
            </w:pPr>
            <w:r w:rsidRPr="006C3C19">
              <w:rPr>
                <w:color w:val="000000"/>
              </w:rPr>
              <w:t>Starosta</w:t>
            </w:r>
          </w:p>
        </w:tc>
      </w:tr>
    </w:tbl>
    <w:p w:rsidR="007A3977" w:rsidRDefault="007A3977">
      <w:pPr>
        <w:widowControl w:val="0"/>
        <w:rPr>
          <w:color w:val="000000"/>
        </w:rPr>
      </w:pPr>
    </w:p>
    <w:p w:rsidR="007A3977" w:rsidRDefault="007A3977">
      <w:pPr>
        <w:pStyle w:val="podproceduraodstep"/>
        <w:rPr>
          <w:color w:val="000000"/>
        </w:rPr>
      </w:pPr>
    </w:p>
    <w:p w:rsidR="007A3977" w:rsidRDefault="007A3977">
      <w:pPr>
        <w:pStyle w:val="podproceduratabelaIIItytu3"/>
      </w:pPr>
      <w:r>
        <w:rPr>
          <w:color w:val="000000"/>
        </w:rPr>
        <w:t>TABELA III WYNIK REALIZACJI PODPROCEDURY</w:t>
      </w:r>
    </w:p>
    <w:p w:rsidR="007A3977" w:rsidRDefault="007A3977">
      <w:pPr>
        <w:widowControl w:val="0"/>
        <w:rPr>
          <w:rFonts w:ascii="Arial" w:hAnsi="Arial" w:cs="Arial"/>
          <w:sz w:val="24"/>
          <w:szCs w:val="24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551"/>
        <w:gridCol w:w="4337"/>
        <w:gridCol w:w="4819"/>
      </w:tblGrid>
      <w:tr w:rsidR="007A3977" w:rsidRPr="006C3C19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977" w:rsidRPr="006C3C19" w:rsidRDefault="007A3977">
            <w:pPr>
              <w:pStyle w:val="podproceduratabelaIIInag3wek"/>
            </w:pPr>
            <w:r w:rsidRPr="006C3C19">
              <w:rPr>
                <w:color w:val="000000"/>
              </w:rPr>
              <w:t>L.p.</w:t>
            </w:r>
          </w:p>
        </w:tc>
        <w:tc>
          <w:tcPr>
            <w:tcW w:w="4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977" w:rsidRPr="006C3C19" w:rsidRDefault="007A3977">
            <w:pPr>
              <w:pStyle w:val="podproceduratabelaIIInag3wek"/>
            </w:pPr>
            <w:r w:rsidRPr="006C3C19">
              <w:rPr>
                <w:color w:val="000000"/>
              </w:rPr>
              <w:t>Odbiorca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977" w:rsidRPr="006C3C19" w:rsidRDefault="007A3977">
            <w:pPr>
              <w:pStyle w:val="podproceduratabelaIIInag3wek"/>
            </w:pPr>
            <w:r w:rsidRPr="006C3C19">
              <w:rPr>
                <w:color w:val="000000"/>
              </w:rPr>
              <w:t>Zdarzenie; Dokument</w:t>
            </w:r>
          </w:p>
        </w:tc>
      </w:tr>
      <w:tr w:rsidR="007A3977" w:rsidRPr="006C3C19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977" w:rsidRPr="006C3C19" w:rsidRDefault="007A3977">
            <w:pPr>
              <w:pStyle w:val="podproceduratabelaIIItreoa"/>
            </w:pPr>
            <w:r w:rsidRPr="006C3C19">
              <w:rPr>
                <w:color w:val="000000"/>
              </w:rPr>
              <w:t xml:space="preserve"> 1.</w:t>
            </w:r>
          </w:p>
        </w:tc>
        <w:tc>
          <w:tcPr>
            <w:tcW w:w="4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977" w:rsidRPr="006C3C19" w:rsidRDefault="007A3977">
            <w:pPr>
              <w:pStyle w:val="podproceduratabelaIIItreoa"/>
            </w:pPr>
            <w:r w:rsidRPr="006C3C19">
              <w:rPr>
                <w:color w:val="000000"/>
              </w:rPr>
              <w:t>Wydział Oświaty, Kultury i Promocji (OKP)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977" w:rsidRPr="006C3C19" w:rsidRDefault="007A3977">
            <w:pPr>
              <w:pStyle w:val="podproceduratabelaIIItreoa"/>
            </w:pPr>
            <w:r w:rsidRPr="006C3C19">
              <w:rPr>
                <w:color w:val="000000"/>
              </w:rPr>
              <w:t>Spotkanie plenarne</w:t>
            </w:r>
          </w:p>
        </w:tc>
      </w:tr>
    </w:tbl>
    <w:p w:rsidR="007A3977" w:rsidRDefault="007A3977">
      <w:pPr>
        <w:widowControl w:val="0"/>
        <w:rPr>
          <w:color w:val="000000"/>
        </w:rPr>
      </w:pPr>
    </w:p>
    <w:p w:rsidR="007A3977" w:rsidRDefault="007A3977">
      <w:pPr>
        <w:rPr>
          <w:color w:val="000000"/>
        </w:rPr>
      </w:pPr>
      <w:r>
        <w:rPr>
          <w:color w:val="000000"/>
        </w:rPr>
        <w:t>DOKUMENTY ZWIĄZANE:</w:t>
      </w:r>
    </w:p>
    <w:p w:rsidR="007A3977" w:rsidRDefault="007A3977">
      <w:pPr>
        <w:rPr>
          <w:color w:val="000000"/>
        </w:rPr>
      </w:pPr>
    </w:p>
    <w:p w:rsidR="007A3977" w:rsidRDefault="007A3977">
      <w:pPr>
        <w:rPr>
          <w:color w:val="000000"/>
        </w:rPr>
      </w:pPr>
      <w:r>
        <w:rPr>
          <w:color w:val="000000"/>
        </w:rPr>
        <w:t xml:space="preserve"> 1. Decyzja o organizacji spotkania plenarnego</w:t>
      </w:r>
    </w:p>
    <w:p w:rsidR="007A3977" w:rsidRDefault="007A3977">
      <w:pPr>
        <w:rPr>
          <w:color w:val="000000"/>
        </w:rPr>
      </w:pPr>
      <w:r>
        <w:rPr>
          <w:color w:val="000000"/>
        </w:rPr>
        <w:t xml:space="preserve"> 2. Lista uczestników spotkania plenarnego</w:t>
      </w:r>
    </w:p>
    <w:p w:rsidR="007A3977" w:rsidRDefault="007A3977">
      <w:pPr>
        <w:rPr>
          <w:color w:val="000000"/>
        </w:rPr>
      </w:pPr>
      <w:r>
        <w:rPr>
          <w:color w:val="000000"/>
        </w:rPr>
        <w:t xml:space="preserve"> 3. Odpowiedź NGO</w:t>
      </w:r>
    </w:p>
    <w:p w:rsidR="007A3977" w:rsidRDefault="007A3977">
      <w:pPr>
        <w:rPr>
          <w:color w:val="000000"/>
        </w:rPr>
      </w:pPr>
      <w:r>
        <w:rPr>
          <w:color w:val="000000"/>
        </w:rPr>
        <w:t xml:space="preserve"> 4. Zaproszenie</w:t>
      </w:r>
    </w:p>
    <w:p w:rsidR="007A3977" w:rsidRDefault="007A3977">
      <w:pPr>
        <w:rPr>
          <w:color w:val="000000"/>
        </w:rPr>
      </w:pPr>
      <w:r>
        <w:rPr>
          <w:color w:val="000000"/>
        </w:rPr>
        <w:t xml:space="preserve"> 5. Zaproszenie</w:t>
      </w:r>
    </w:p>
    <w:p w:rsidR="007A3977" w:rsidRDefault="007A3977">
      <w:pPr>
        <w:pStyle w:val="podproceduratabelaIIItytu3"/>
        <w:rPr>
          <w:color w:val="000000"/>
        </w:rPr>
      </w:pPr>
      <w:r>
        <w:rPr>
          <w:color w:val="000000"/>
        </w:rPr>
        <w:br w:type="page"/>
      </w:r>
    </w:p>
    <w:p w:rsidR="007A3977" w:rsidRDefault="007A3977">
      <w:pPr>
        <w:pStyle w:val="podproceduratabelaIIItytu3"/>
        <w:rPr>
          <w:color w:val="000000"/>
        </w:rPr>
      </w:pPr>
    </w:p>
    <w:p w:rsidR="007A3977" w:rsidRDefault="007A3977">
      <w:pPr>
        <w:pStyle w:val="podproceduratabelaIIItytu3"/>
        <w:rPr>
          <w:color w:val="000000"/>
        </w:rPr>
      </w:pPr>
      <w:r>
        <w:rPr>
          <w:color w:val="000000"/>
        </w:rPr>
        <w:t>MODEL PROCESU:</w:t>
      </w:r>
    </w:p>
    <w:p w:rsidR="007A3977" w:rsidRDefault="007A3977">
      <w:pPr>
        <w:rPr>
          <w:color w:val="000000"/>
        </w:rPr>
      </w:pPr>
      <w:r>
        <w:rPr>
          <w:rFonts w:ascii="Arial" w:hAnsi="Arial" w:cs="Arial"/>
          <w:sz w:val="24"/>
          <w:szCs w:val="24"/>
        </w:rPr>
        <w:t xml:space="preserve"> </w:t>
      </w:r>
      <w:r>
        <w:rPr>
          <w:color w:val="000000"/>
        </w:rPr>
        <w:br w:type="page"/>
      </w:r>
      <w:r w:rsidRPr="0021008C">
        <w:rPr>
          <w:noProof/>
        </w:rPr>
        <w:pict>
          <v:shape id="Obraz 18" o:spid="_x0000_i1041" type="#_x0000_t75" style="width:380.25pt;height:676.5pt;visibility:visible">
            <v:imagedata r:id="rId20" o:title=""/>
          </v:shape>
        </w:pict>
      </w:r>
    </w:p>
    <w:p w:rsidR="007A3977" w:rsidRDefault="007A3977">
      <w:pPr>
        <w:rPr>
          <w:color w:val="000000"/>
        </w:rPr>
      </w:pPr>
    </w:p>
    <w:p w:rsidR="007A3977" w:rsidRDefault="007A3977">
      <w:pPr>
        <w:rPr>
          <w:color w:val="000000"/>
        </w:rPr>
      </w:pPr>
    </w:p>
    <w:p w:rsidR="007A3977" w:rsidRDefault="007A3977">
      <w:pPr>
        <w:rPr>
          <w:color w:val="000000"/>
        </w:rPr>
      </w:pPr>
    </w:p>
    <w:p w:rsidR="007A3977" w:rsidRDefault="007A3977" w:rsidP="00000EA1">
      <w:pPr>
        <w:pStyle w:val="Heading3"/>
        <w:jc w:val="both"/>
        <w:rPr>
          <w:color w:val="000000"/>
        </w:rPr>
      </w:pPr>
      <w:r>
        <w:rPr>
          <w:rFonts w:ascii="Calibri" w:hAnsi="Calibri"/>
          <w:i w:val="0"/>
          <w:color w:val="000000"/>
          <w:sz w:val="24"/>
          <w:u w:val="single"/>
        </w:rPr>
        <w:t>Procedura 10</w:t>
      </w:r>
      <w:r w:rsidRPr="00B344F5">
        <w:rPr>
          <w:rFonts w:ascii="Calibri" w:hAnsi="Calibri"/>
          <w:i w:val="0"/>
          <w:color w:val="000000"/>
          <w:sz w:val="24"/>
          <w:u w:val="single"/>
        </w:rPr>
        <w:t xml:space="preserve">. </w:t>
      </w:r>
      <w:r>
        <w:rPr>
          <w:rFonts w:ascii="Calibri" w:hAnsi="Calibri"/>
          <w:i w:val="0"/>
          <w:color w:val="000000"/>
          <w:sz w:val="24"/>
          <w:u w:val="single"/>
        </w:rPr>
        <w:t>Opracowanie procedur dot. powoływania RDPP.</w:t>
      </w:r>
    </w:p>
    <w:p w:rsidR="007A3977" w:rsidRDefault="007A3977" w:rsidP="00000EA1">
      <w:pPr>
        <w:pStyle w:val="Heading3"/>
        <w:rPr>
          <w:color w:val="000000"/>
        </w:rPr>
      </w:pPr>
    </w:p>
    <w:p w:rsidR="007A3977" w:rsidRDefault="007A3977" w:rsidP="00000EA1">
      <w:pPr>
        <w:pStyle w:val="Heading3"/>
        <w:rPr>
          <w:rFonts w:ascii="Calibri" w:hAnsi="Calibri" w:cs="Arial"/>
          <w:b w:val="0"/>
          <w:i w:val="0"/>
          <w:color w:val="000000"/>
          <w:sz w:val="24"/>
          <w:szCs w:val="24"/>
        </w:rPr>
      </w:pPr>
      <w:r w:rsidRPr="00427EAF">
        <w:rPr>
          <w:rFonts w:ascii="Calibri" w:hAnsi="Calibri" w:cs="Arial"/>
          <w:b w:val="0"/>
          <w:i w:val="0"/>
          <w:color w:val="000000"/>
          <w:sz w:val="24"/>
          <w:szCs w:val="24"/>
        </w:rPr>
        <w:t xml:space="preserve">Proces </w:t>
      </w:r>
      <w:r>
        <w:rPr>
          <w:rFonts w:ascii="Calibri" w:hAnsi="Calibri" w:cs="Arial"/>
          <w:b w:val="0"/>
          <w:i w:val="0"/>
          <w:color w:val="000000"/>
          <w:sz w:val="24"/>
          <w:szCs w:val="24"/>
        </w:rPr>
        <w:t>42</w:t>
      </w:r>
    </w:p>
    <w:p w:rsidR="007A3977" w:rsidRPr="00427EAF" w:rsidRDefault="007A3977" w:rsidP="00000EA1">
      <w:pPr>
        <w:pStyle w:val="Heading3"/>
        <w:rPr>
          <w:rFonts w:ascii="Calibri" w:hAnsi="Calibri" w:cs="Arial"/>
          <w:b w:val="0"/>
          <w:i w:val="0"/>
          <w:sz w:val="24"/>
          <w:szCs w:val="24"/>
        </w:rPr>
      </w:pPr>
    </w:p>
    <w:p w:rsidR="007A3977" w:rsidRDefault="007A3977" w:rsidP="00000EA1">
      <w:pPr>
        <w:pStyle w:val="podproceduratabelaItytu3"/>
      </w:pPr>
      <w:r>
        <w:rPr>
          <w:color w:val="000000"/>
        </w:rPr>
        <w:t>TABELA I INICJACJA PODPROCEDURY</w:t>
      </w:r>
    </w:p>
    <w:p w:rsidR="007A3977" w:rsidRDefault="007A3977" w:rsidP="00000EA1">
      <w:pPr>
        <w:widowControl w:val="0"/>
        <w:rPr>
          <w:rFonts w:ascii="Arial" w:hAnsi="Arial" w:cs="Arial"/>
          <w:sz w:val="24"/>
          <w:szCs w:val="24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551"/>
        <w:gridCol w:w="4337"/>
        <w:gridCol w:w="4819"/>
      </w:tblGrid>
      <w:tr w:rsidR="007A3977" w:rsidRPr="006C3C19" w:rsidTr="006E3DE8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977" w:rsidRPr="006C3C19" w:rsidRDefault="007A3977" w:rsidP="006E3DE8">
            <w:pPr>
              <w:pStyle w:val="podproceduratabelaInag3wek"/>
            </w:pPr>
            <w:r w:rsidRPr="006C3C19">
              <w:rPr>
                <w:color w:val="000000"/>
              </w:rPr>
              <w:t>L.p.</w:t>
            </w:r>
          </w:p>
        </w:tc>
        <w:tc>
          <w:tcPr>
            <w:tcW w:w="4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977" w:rsidRPr="006C3C19" w:rsidRDefault="007A3977" w:rsidP="006E3DE8">
            <w:pPr>
              <w:pStyle w:val="podproceduratabelaInag3wek"/>
            </w:pPr>
            <w:r w:rsidRPr="006C3C19">
              <w:rPr>
                <w:color w:val="000000"/>
              </w:rPr>
              <w:t>Dostawca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977" w:rsidRPr="006C3C19" w:rsidRDefault="007A3977" w:rsidP="006E3DE8">
            <w:pPr>
              <w:pStyle w:val="podproceduratabelaInag3wek"/>
            </w:pPr>
            <w:r w:rsidRPr="006C3C19">
              <w:rPr>
                <w:color w:val="000000"/>
              </w:rPr>
              <w:t>Zdarzenie; Dokument</w:t>
            </w:r>
          </w:p>
        </w:tc>
      </w:tr>
      <w:tr w:rsidR="007A3977" w:rsidRPr="006C3C19" w:rsidTr="006E3DE8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977" w:rsidRPr="006C3C19" w:rsidRDefault="007A3977" w:rsidP="006E3DE8">
            <w:pPr>
              <w:pStyle w:val="podproceduratabelaItreoa"/>
            </w:pPr>
            <w:r w:rsidRPr="006C3C19">
              <w:rPr>
                <w:color w:val="000000"/>
              </w:rPr>
              <w:t xml:space="preserve"> 1.</w:t>
            </w:r>
          </w:p>
        </w:tc>
        <w:tc>
          <w:tcPr>
            <w:tcW w:w="4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977" w:rsidRPr="006C3C19" w:rsidRDefault="007A3977" w:rsidP="006E3DE8">
            <w:pPr>
              <w:pStyle w:val="podproceduratabelaItreoa"/>
            </w:pP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977" w:rsidRPr="006C3C19" w:rsidRDefault="007A3977" w:rsidP="006E3DE8">
            <w:pPr>
              <w:pStyle w:val="podproceduratabelaItreoa"/>
            </w:pPr>
            <w:r w:rsidRPr="006C3C19">
              <w:rPr>
                <w:color w:val="000000"/>
              </w:rPr>
              <w:t>NGO złożyło wniosek o powołanie PRDPP</w:t>
            </w:r>
          </w:p>
        </w:tc>
      </w:tr>
    </w:tbl>
    <w:p w:rsidR="007A3977" w:rsidRDefault="007A3977" w:rsidP="00000EA1">
      <w:pPr>
        <w:widowControl w:val="0"/>
        <w:rPr>
          <w:color w:val="000000"/>
        </w:rPr>
      </w:pPr>
    </w:p>
    <w:p w:rsidR="007A3977" w:rsidRDefault="007A3977" w:rsidP="00000EA1">
      <w:pPr>
        <w:pStyle w:val="podproceduraodstep"/>
        <w:rPr>
          <w:color w:val="000000"/>
        </w:rPr>
      </w:pPr>
    </w:p>
    <w:p w:rsidR="007A3977" w:rsidRDefault="007A3977" w:rsidP="00000EA1">
      <w:pPr>
        <w:pStyle w:val="apodproceduratabelaIItytu3"/>
      </w:pPr>
      <w:r>
        <w:rPr>
          <w:color w:val="000000"/>
        </w:rPr>
        <w:t>TABELA II OPIS PRACY</w:t>
      </w:r>
    </w:p>
    <w:p w:rsidR="007A3977" w:rsidRDefault="007A3977" w:rsidP="00000EA1">
      <w:pPr>
        <w:widowControl w:val="0"/>
        <w:rPr>
          <w:rFonts w:ascii="Arial" w:hAnsi="Arial" w:cs="Arial"/>
          <w:sz w:val="24"/>
          <w:szCs w:val="24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551"/>
        <w:gridCol w:w="1542"/>
        <w:gridCol w:w="4530"/>
        <w:gridCol w:w="1542"/>
        <w:gridCol w:w="1542"/>
      </w:tblGrid>
      <w:tr w:rsidR="007A3977" w:rsidRPr="006C3C19" w:rsidTr="006E3DE8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 w:rsidP="006E3DE8">
            <w:pPr>
              <w:pStyle w:val="apodproceduratabelaIInag3wek2"/>
            </w:pPr>
            <w:r w:rsidRPr="006C3C19">
              <w:rPr>
                <w:color w:val="000000"/>
              </w:rPr>
              <w:t>L.p.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 w:rsidP="006E3DE8">
            <w:pPr>
              <w:pStyle w:val="apodproceduratabelaIInag3wek2"/>
            </w:pPr>
            <w:r w:rsidRPr="006C3C19">
              <w:rPr>
                <w:color w:val="000000"/>
              </w:rPr>
              <w:t>Dokument na wejściu do czynności</w:t>
            </w:r>
          </w:p>
        </w:tc>
        <w:tc>
          <w:tcPr>
            <w:tcW w:w="4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 w:rsidP="006E3DE8">
            <w:pPr>
              <w:pStyle w:val="apodproceduratabelaIInag3wek2"/>
            </w:pPr>
            <w:r w:rsidRPr="006C3C19">
              <w:rPr>
                <w:color w:val="000000"/>
              </w:rPr>
              <w:t>Opis czynności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 w:rsidP="006E3DE8">
            <w:pPr>
              <w:pStyle w:val="apodproceduratabelaIInag3wek2"/>
            </w:pPr>
            <w:r w:rsidRPr="006C3C19">
              <w:rPr>
                <w:color w:val="000000"/>
              </w:rPr>
              <w:t>Dokument na wyjściu z czynności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 w:rsidP="006E3DE8">
            <w:pPr>
              <w:pStyle w:val="apodproceduratabelaIInag3wek2"/>
            </w:pPr>
            <w:r w:rsidRPr="006C3C19">
              <w:rPr>
                <w:color w:val="000000"/>
              </w:rPr>
              <w:t>Stanowisko wykonujące czynność</w:t>
            </w:r>
          </w:p>
        </w:tc>
      </w:tr>
      <w:tr w:rsidR="007A3977" w:rsidRPr="006C3C19" w:rsidTr="006E3DE8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 w:rsidP="006E3DE8">
            <w:pPr>
              <w:pStyle w:val="apodproceduratabelaIItreoan"/>
            </w:pPr>
            <w:r w:rsidRPr="006C3C19">
              <w:rPr>
                <w:color w:val="000000"/>
              </w:rPr>
              <w:t>1.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 w:rsidP="006E3DE8">
            <w:pPr>
              <w:pStyle w:val="apodproceduratabelaIItreoan"/>
              <w:rPr>
                <w:color w:val="000000"/>
              </w:rPr>
            </w:pPr>
            <w:r w:rsidRPr="006C3C19">
              <w:rPr>
                <w:color w:val="000000"/>
              </w:rPr>
              <w:t>Zgłoszenie NGO</w:t>
            </w:r>
          </w:p>
        </w:tc>
        <w:tc>
          <w:tcPr>
            <w:tcW w:w="4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 w:rsidP="006E3DE8">
            <w:pPr>
              <w:pStyle w:val="apodproceduratabelaIItreoab"/>
            </w:pPr>
            <w:r w:rsidRPr="006C3C19">
              <w:rPr>
                <w:color w:val="000000"/>
              </w:rPr>
              <w:t>Wybór przedstawicieli z NGO</w:t>
            </w:r>
          </w:p>
          <w:p w:rsidR="007A3977" w:rsidRPr="006C3C19" w:rsidRDefault="007A3977" w:rsidP="006E3DE8">
            <w:pPr>
              <w:pStyle w:val="apodproceduratabelaIItreoar"/>
            </w:pPr>
          </w:p>
          <w:p w:rsidR="007A3977" w:rsidRPr="006C3C19" w:rsidRDefault="007A3977" w:rsidP="006E3DE8">
            <w:pPr>
              <w:pStyle w:val="apodproceduratabelaIItreoar"/>
            </w:pPr>
            <w:r w:rsidRPr="006C3C19">
              <w:rPr>
                <w:color w:val="000000"/>
              </w:rPr>
              <w:t>Możliwość kontynuacji</w:t>
            </w:r>
          </w:p>
          <w:p w:rsidR="007A3977" w:rsidRPr="006C3C19" w:rsidRDefault="007A3977" w:rsidP="006E3DE8">
            <w:pPr>
              <w:rPr>
                <w:color w:val="000000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 w:rsidP="006E3DE8">
            <w:pPr>
              <w:pStyle w:val="apodproceduratabelaIItreoan"/>
              <w:rPr>
                <w:color w:val="000000"/>
              </w:rPr>
            </w:pPr>
            <w:r w:rsidRPr="006C3C19">
              <w:rPr>
                <w:color w:val="000000"/>
              </w:rPr>
              <w:t>Zgłoszenie NGO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 w:rsidP="006E3DE8">
            <w:pPr>
              <w:pStyle w:val="apodproceduratabelaIItreoan"/>
              <w:rPr>
                <w:color w:val="000000"/>
              </w:rPr>
            </w:pPr>
            <w:r w:rsidRPr="006C3C19">
              <w:rPr>
                <w:color w:val="000000"/>
              </w:rPr>
              <w:t>Zarząd Powiatu</w:t>
            </w:r>
          </w:p>
        </w:tc>
      </w:tr>
      <w:tr w:rsidR="007A3977" w:rsidRPr="006C3C19" w:rsidTr="006E3DE8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 w:rsidP="006E3DE8">
            <w:pPr>
              <w:pStyle w:val="apodproceduratabelaIItreoan"/>
            </w:pPr>
            <w:r w:rsidRPr="006C3C19">
              <w:rPr>
                <w:color w:val="000000"/>
              </w:rPr>
              <w:t>2.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 w:rsidP="006E3DE8">
            <w:pPr>
              <w:pStyle w:val="apodproceduratabelaIItreoan"/>
              <w:rPr>
                <w:color w:val="000000"/>
              </w:rPr>
            </w:pPr>
            <w:r w:rsidRPr="006C3C19">
              <w:rPr>
                <w:color w:val="000000"/>
              </w:rPr>
              <w:t>Zgłoszenie NGO</w:t>
            </w:r>
          </w:p>
        </w:tc>
        <w:tc>
          <w:tcPr>
            <w:tcW w:w="4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 w:rsidP="006E3DE8">
            <w:pPr>
              <w:pStyle w:val="apodproceduratabelaIItreoab"/>
            </w:pPr>
            <w:r w:rsidRPr="006C3C19">
              <w:rPr>
                <w:color w:val="000000"/>
              </w:rPr>
              <w:t>Ocena formalna zgłoszonych kandydatur</w:t>
            </w:r>
          </w:p>
          <w:p w:rsidR="007A3977" w:rsidRPr="006C3C19" w:rsidRDefault="007A3977" w:rsidP="006E3DE8">
            <w:pPr>
              <w:pStyle w:val="apodproceduratabelaIItreoar"/>
            </w:pPr>
          </w:p>
          <w:p w:rsidR="007A3977" w:rsidRPr="006C3C19" w:rsidRDefault="007A3977" w:rsidP="006E3DE8">
            <w:pPr>
              <w:pStyle w:val="apodproceduratabelaIItreoar"/>
            </w:pPr>
            <w:r w:rsidRPr="006C3C19">
              <w:rPr>
                <w:color w:val="000000"/>
              </w:rPr>
              <w:t>Możliwość kontynuacji</w:t>
            </w:r>
          </w:p>
          <w:p w:rsidR="007A3977" w:rsidRPr="006C3C19" w:rsidRDefault="007A3977" w:rsidP="006E3DE8">
            <w:pPr>
              <w:rPr>
                <w:color w:val="000000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 w:rsidP="006E3DE8">
            <w:pPr>
              <w:pStyle w:val="apodproceduratabelaIItreoan"/>
              <w:rPr>
                <w:color w:val="000000"/>
              </w:rPr>
            </w:pPr>
            <w:r w:rsidRPr="006C3C19">
              <w:rPr>
                <w:color w:val="000000"/>
              </w:rPr>
              <w:t>Zgłoszenie NGO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 w:rsidP="006E3DE8">
            <w:pPr>
              <w:pStyle w:val="apodproceduratabelaIItreoan"/>
              <w:rPr>
                <w:color w:val="000000"/>
              </w:rPr>
            </w:pPr>
            <w:r w:rsidRPr="006C3C19">
              <w:rPr>
                <w:color w:val="000000"/>
              </w:rPr>
              <w:t>Wydział Oświaty, Kultury i Promocji (OKP)</w:t>
            </w:r>
          </w:p>
        </w:tc>
      </w:tr>
      <w:tr w:rsidR="007A3977" w:rsidRPr="006C3C19" w:rsidTr="006E3DE8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 w:rsidP="006E3DE8">
            <w:pPr>
              <w:pStyle w:val="apodproceduratabelaIItreoan"/>
            </w:pPr>
            <w:r w:rsidRPr="006C3C19">
              <w:rPr>
                <w:color w:val="000000"/>
              </w:rPr>
              <w:t>3.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 w:rsidP="006E3DE8">
            <w:pPr>
              <w:pStyle w:val="apodproceduratabelaIItreoan"/>
              <w:rPr>
                <w:color w:val="000000"/>
              </w:rPr>
            </w:pPr>
            <w:r w:rsidRPr="006C3C19">
              <w:rPr>
                <w:color w:val="000000"/>
              </w:rPr>
              <w:t>Wniosek na posiedzenie Zarządu Powiatu</w:t>
            </w:r>
          </w:p>
        </w:tc>
        <w:tc>
          <w:tcPr>
            <w:tcW w:w="4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 w:rsidP="006E3DE8">
            <w:pPr>
              <w:pStyle w:val="apodproceduratabelaIItreoab"/>
            </w:pPr>
            <w:r w:rsidRPr="006C3C19">
              <w:rPr>
                <w:color w:val="000000"/>
              </w:rPr>
              <w:t>Sporządzenie pisma i przekazanie do NGO</w:t>
            </w:r>
          </w:p>
          <w:p w:rsidR="007A3977" w:rsidRPr="006C3C19" w:rsidRDefault="007A3977" w:rsidP="006E3DE8">
            <w:pPr>
              <w:pStyle w:val="apodproceduratabelaIItreoar"/>
            </w:pPr>
          </w:p>
          <w:p w:rsidR="007A3977" w:rsidRPr="006C3C19" w:rsidRDefault="007A3977" w:rsidP="006E3DE8">
            <w:pPr>
              <w:pStyle w:val="apodproceduratabelaIItreoar"/>
            </w:pPr>
            <w:r w:rsidRPr="006C3C19">
              <w:rPr>
                <w:color w:val="000000"/>
              </w:rPr>
              <w:t>Możliwość kontynuacji</w:t>
            </w:r>
          </w:p>
          <w:p w:rsidR="007A3977" w:rsidRPr="006C3C19" w:rsidRDefault="007A3977" w:rsidP="006E3DE8">
            <w:pPr>
              <w:rPr>
                <w:color w:val="000000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 w:rsidP="006E3DE8">
            <w:pPr>
              <w:pStyle w:val="apodproceduratabelaIItreoan"/>
              <w:rPr>
                <w:color w:val="000000"/>
              </w:rPr>
            </w:pPr>
            <w:r w:rsidRPr="006C3C19">
              <w:rPr>
                <w:color w:val="000000"/>
              </w:rPr>
              <w:t>Informacja o odmowie powołania PRDPP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 w:rsidP="006E3DE8">
            <w:pPr>
              <w:pStyle w:val="apodproceduratabelaIItreoan"/>
              <w:rPr>
                <w:color w:val="000000"/>
              </w:rPr>
            </w:pPr>
            <w:r w:rsidRPr="006C3C19">
              <w:rPr>
                <w:color w:val="000000"/>
              </w:rPr>
              <w:t>Wydział Oświaty, Kultury i Promocji (OKP)</w:t>
            </w:r>
          </w:p>
        </w:tc>
      </w:tr>
      <w:tr w:rsidR="007A3977" w:rsidRPr="006C3C19" w:rsidTr="006E3DE8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 w:rsidP="006E3DE8">
            <w:pPr>
              <w:pStyle w:val="apodproceduratabelaIItreoan"/>
            </w:pPr>
            <w:r w:rsidRPr="006C3C19">
              <w:rPr>
                <w:color w:val="000000"/>
              </w:rPr>
              <w:t>4.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 w:rsidP="006E3DE8">
            <w:pPr>
              <w:pStyle w:val="apodproceduratabelaIItreoan"/>
            </w:pPr>
          </w:p>
        </w:tc>
        <w:tc>
          <w:tcPr>
            <w:tcW w:w="4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 w:rsidP="006E3DE8">
            <w:pPr>
              <w:pStyle w:val="apodproceduratabelaIItreoab"/>
            </w:pPr>
            <w:r w:rsidRPr="006C3C19">
              <w:rPr>
                <w:color w:val="000000"/>
              </w:rPr>
              <w:t>Zgłoszenie przedstawicieli</w:t>
            </w:r>
          </w:p>
          <w:p w:rsidR="007A3977" w:rsidRPr="006C3C19" w:rsidRDefault="007A3977" w:rsidP="006E3DE8">
            <w:pPr>
              <w:pStyle w:val="apodproceduratabelaIItreoar"/>
            </w:pPr>
          </w:p>
          <w:p w:rsidR="007A3977" w:rsidRPr="006C3C19" w:rsidRDefault="007A3977" w:rsidP="006E3DE8">
            <w:pPr>
              <w:pStyle w:val="apodproceduratabelaIItreoar"/>
            </w:pPr>
            <w:r w:rsidRPr="006C3C19">
              <w:rPr>
                <w:color w:val="000000"/>
              </w:rPr>
              <w:t>Możliwość kontynuacji</w:t>
            </w:r>
          </w:p>
          <w:p w:rsidR="007A3977" w:rsidRPr="006C3C19" w:rsidRDefault="007A3977" w:rsidP="006E3DE8">
            <w:pPr>
              <w:rPr>
                <w:color w:val="000000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 w:rsidP="006E3DE8">
            <w:pPr>
              <w:pStyle w:val="apodproceduratabelaIItreoan"/>
              <w:rPr>
                <w:color w:val="000000"/>
              </w:rPr>
            </w:pPr>
            <w:r w:rsidRPr="006C3C19">
              <w:rPr>
                <w:color w:val="000000"/>
              </w:rPr>
              <w:t>Lista przedstawicieli do PRDPP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 w:rsidP="006E3DE8">
            <w:pPr>
              <w:pStyle w:val="apodproceduratabelaIItreoan"/>
              <w:rPr>
                <w:color w:val="000000"/>
              </w:rPr>
            </w:pPr>
            <w:r w:rsidRPr="006C3C19">
              <w:rPr>
                <w:color w:val="000000"/>
              </w:rPr>
              <w:t>Zarząd Powiatu</w:t>
            </w:r>
          </w:p>
        </w:tc>
      </w:tr>
      <w:tr w:rsidR="007A3977" w:rsidRPr="006C3C19" w:rsidTr="006E3DE8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 w:rsidP="006E3DE8">
            <w:pPr>
              <w:pStyle w:val="apodproceduratabelaIItreoan"/>
            </w:pPr>
            <w:r w:rsidRPr="006C3C19">
              <w:rPr>
                <w:color w:val="000000"/>
              </w:rPr>
              <w:t>5.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 w:rsidP="006E3DE8">
            <w:pPr>
              <w:pStyle w:val="apodproceduratabelaIItreoan"/>
            </w:pPr>
          </w:p>
        </w:tc>
        <w:tc>
          <w:tcPr>
            <w:tcW w:w="4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 w:rsidP="006E3DE8">
            <w:pPr>
              <w:pStyle w:val="apodproceduratabelaIItreoab"/>
            </w:pPr>
            <w:r w:rsidRPr="006C3C19">
              <w:rPr>
                <w:color w:val="000000"/>
              </w:rPr>
              <w:t>Określenie trybu powoływania członków do PRDPP ze środowiska NGO</w:t>
            </w:r>
          </w:p>
          <w:p w:rsidR="007A3977" w:rsidRPr="006C3C19" w:rsidRDefault="007A3977" w:rsidP="006E3DE8">
            <w:pPr>
              <w:pStyle w:val="apodproceduratabelaIItreoar"/>
            </w:pPr>
          </w:p>
          <w:p w:rsidR="007A3977" w:rsidRPr="006C3C19" w:rsidRDefault="007A3977" w:rsidP="006E3DE8">
            <w:pPr>
              <w:pStyle w:val="apodproceduratabelaIItreoar"/>
            </w:pPr>
            <w:r w:rsidRPr="006C3C19">
              <w:rPr>
                <w:color w:val="000000"/>
              </w:rPr>
              <w:t>Możliwość kontynuacji</w:t>
            </w:r>
          </w:p>
          <w:p w:rsidR="007A3977" w:rsidRPr="006C3C19" w:rsidRDefault="007A3977" w:rsidP="006E3DE8">
            <w:pPr>
              <w:rPr>
                <w:color w:val="000000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 w:rsidP="006E3DE8">
            <w:pPr>
              <w:pStyle w:val="apodproceduratabelaIItreoan"/>
              <w:rPr>
                <w:color w:val="000000"/>
              </w:rPr>
            </w:pPr>
            <w:r w:rsidRPr="006C3C19">
              <w:rPr>
                <w:color w:val="000000"/>
              </w:rPr>
              <w:t>Uchwała Rady Powiatu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 w:rsidP="006E3DE8">
            <w:pPr>
              <w:pStyle w:val="apodproceduratabelaIItreoan"/>
              <w:rPr>
                <w:color w:val="000000"/>
              </w:rPr>
            </w:pPr>
            <w:r w:rsidRPr="006C3C19">
              <w:rPr>
                <w:color w:val="000000"/>
              </w:rPr>
              <w:t>Rada Powiatu</w:t>
            </w:r>
          </w:p>
        </w:tc>
      </w:tr>
      <w:tr w:rsidR="007A3977" w:rsidRPr="006C3C19" w:rsidTr="006E3DE8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 w:rsidP="006E3DE8">
            <w:pPr>
              <w:pStyle w:val="apodproceduratabelaIItreoan"/>
            </w:pPr>
            <w:r w:rsidRPr="006C3C19">
              <w:rPr>
                <w:color w:val="000000"/>
              </w:rPr>
              <w:t>6.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 w:rsidP="006E3DE8">
            <w:pPr>
              <w:pStyle w:val="apodproceduratabelaIItreoan"/>
              <w:rPr>
                <w:color w:val="000000"/>
              </w:rPr>
            </w:pPr>
            <w:r w:rsidRPr="006C3C19">
              <w:rPr>
                <w:color w:val="000000"/>
              </w:rPr>
              <w:t>Wniosek na posiedzenie Zarządu Powiatu</w:t>
            </w:r>
          </w:p>
        </w:tc>
        <w:tc>
          <w:tcPr>
            <w:tcW w:w="4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 w:rsidP="006E3DE8">
            <w:pPr>
              <w:pStyle w:val="apodproceduratabelaIItreoab"/>
            </w:pPr>
            <w:r w:rsidRPr="006C3C19">
              <w:rPr>
                <w:color w:val="000000"/>
              </w:rPr>
              <w:t>Analiza, podjęcie decyzji</w:t>
            </w:r>
          </w:p>
          <w:p w:rsidR="007A3977" w:rsidRPr="006C3C19" w:rsidRDefault="007A3977" w:rsidP="006E3DE8">
            <w:pPr>
              <w:pStyle w:val="apodproceduratabelaIItreoar"/>
            </w:pPr>
          </w:p>
          <w:p w:rsidR="007A3977" w:rsidRPr="006C3C19" w:rsidRDefault="007A3977" w:rsidP="006E3DE8">
            <w:pPr>
              <w:pStyle w:val="apodproceduratabelaIItreoar"/>
            </w:pPr>
            <w:r w:rsidRPr="006C3C19">
              <w:rPr>
                <w:color w:val="000000"/>
              </w:rPr>
              <w:t>Możliwość kontynuacji</w:t>
            </w:r>
          </w:p>
          <w:p w:rsidR="007A3977" w:rsidRPr="006C3C19" w:rsidRDefault="007A3977" w:rsidP="006E3DE8">
            <w:pPr>
              <w:rPr>
                <w:color w:val="000000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 w:rsidP="006E3DE8">
            <w:pPr>
              <w:pStyle w:val="apodproceduratabelaIItreoan"/>
              <w:rPr>
                <w:color w:val="000000"/>
              </w:rPr>
            </w:pPr>
            <w:r w:rsidRPr="006C3C19">
              <w:rPr>
                <w:color w:val="000000"/>
              </w:rPr>
              <w:t>Wniosek na posiedzenie Zarządu Powiatu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 w:rsidP="006E3DE8">
            <w:pPr>
              <w:pStyle w:val="apodproceduratabelaIItreoan"/>
              <w:rPr>
                <w:color w:val="000000"/>
              </w:rPr>
            </w:pPr>
            <w:r w:rsidRPr="006C3C19">
              <w:rPr>
                <w:color w:val="000000"/>
              </w:rPr>
              <w:t>Zarząd Powiatu</w:t>
            </w:r>
          </w:p>
        </w:tc>
      </w:tr>
      <w:tr w:rsidR="007A3977" w:rsidRPr="006C3C19" w:rsidTr="006E3DE8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 w:rsidP="006E3DE8">
            <w:pPr>
              <w:pStyle w:val="apodproceduratabelaIItreoan"/>
            </w:pPr>
            <w:r w:rsidRPr="006C3C19">
              <w:rPr>
                <w:color w:val="000000"/>
              </w:rPr>
              <w:t>7.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 w:rsidP="006E3DE8">
            <w:pPr>
              <w:pStyle w:val="apodproceduratabelaIItreoan"/>
            </w:pPr>
          </w:p>
        </w:tc>
        <w:tc>
          <w:tcPr>
            <w:tcW w:w="4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 w:rsidP="006E3DE8">
            <w:pPr>
              <w:pStyle w:val="apodproceduratabelaIItreoab"/>
            </w:pPr>
            <w:r w:rsidRPr="006C3C19">
              <w:rPr>
                <w:color w:val="000000"/>
              </w:rPr>
              <w:t>Zgłoszenie przedstawicieli</w:t>
            </w:r>
          </w:p>
          <w:p w:rsidR="007A3977" w:rsidRPr="006C3C19" w:rsidRDefault="007A3977" w:rsidP="006E3DE8">
            <w:pPr>
              <w:pStyle w:val="apodproceduratabelaIItreoar"/>
            </w:pPr>
          </w:p>
          <w:p w:rsidR="007A3977" w:rsidRPr="006C3C19" w:rsidRDefault="007A3977" w:rsidP="006E3DE8">
            <w:pPr>
              <w:pStyle w:val="apodproceduratabelaIItreoar"/>
            </w:pPr>
            <w:r w:rsidRPr="006C3C19">
              <w:rPr>
                <w:color w:val="000000"/>
              </w:rPr>
              <w:t>Możliwość kontynuacji</w:t>
            </w:r>
          </w:p>
          <w:p w:rsidR="007A3977" w:rsidRPr="006C3C19" w:rsidRDefault="007A3977" w:rsidP="006E3DE8">
            <w:pPr>
              <w:rPr>
                <w:color w:val="000000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 w:rsidP="006E3DE8">
            <w:pPr>
              <w:pStyle w:val="apodproceduratabelaIItreoan"/>
              <w:rPr>
                <w:color w:val="000000"/>
              </w:rPr>
            </w:pPr>
            <w:r w:rsidRPr="006C3C19">
              <w:rPr>
                <w:color w:val="000000"/>
              </w:rPr>
              <w:t>Lista przedstawicieli do PRDPP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 w:rsidP="006E3DE8">
            <w:pPr>
              <w:pStyle w:val="apodproceduratabelaIItreoan"/>
              <w:rPr>
                <w:color w:val="000000"/>
              </w:rPr>
            </w:pPr>
            <w:r w:rsidRPr="006C3C19">
              <w:rPr>
                <w:color w:val="000000"/>
              </w:rPr>
              <w:t>Rada Powiatu</w:t>
            </w:r>
          </w:p>
        </w:tc>
      </w:tr>
      <w:tr w:rsidR="007A3977" w:rsidRPr="006C3C19" w:rsidTr="006E3DE8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 w:rsidP="006E3DE8">
            <w:pPr>
              <w:pStyle w:val="apodproceduratabelaIItreoan"/>
            </w:pPr>
            <w:r w:rsidRPr="006C3C19">
              <w:rPr>
                <w:color w:val="000000"/>
              </w:rPr>
              <w:t>8.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 w:rsidP="006E3DE8">
            <w:pPr>
              <w:pStyle w:val="apodproceduratabelaIItreoan"/>
              <w:rPr>
                <w:color w:val="000000"/>
              </w:rPr>
            </w:pPr>
            <w:r w:rsidRPr="006C3C19">
              <w:rPr>
                <w:color w:val="000000"/>
              </w:rPr>
              <w:t>Wniosek o powołanie PRDPP</w:t>
            </w:r>
          </w:p>
        </w:tc>
        <w:tc>
          <w:tcPr>
            <w:tcW w:w="4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 w:rsidP="006E3DE8">
            <w:pPr>
              <w:pStyle w:val="apodproceduratabelaIItreoab"/>
            </w:pPr>
            <w:r w:rsidRPr="006C3C19">
              <w:rPr>
                <w:color w:val="000000"/>
              </w:rPr>
              <w:t>Oszacowanie kosztów funkcjonowania PRDPP i opracowanie wniosku na posiedzenie Zarządu Powiatu</w:t>
            </w:r>
          </w:p>
          <w:p w:rsidR="007A3977" w:rsidRPr="006C3C19" w:rsidRDefault="007A3977" w:rsidP="006E3DE8">
            <w:pPr>
              <w:pStyle w:val="apodproceduratabelaIItreoar"/>
            </w:pPr>
          </w:p>
          <w:p w:rsidR="007A3977" w:rsidRPr="006C3C19" w:rsidRDefault="007A3977" w:rsidP="006E3DE8">
            <w:pPr>
              <w:pStyle w:val="apodproceduratabelaIItreoar"/>
            </w:pPr>
            <w:r w:rsidRPr="006C3C19">
              <w:rPr>
                <w:color w:val="000000"/>
              </w:rPr>
              <w:t>Możliwość kontynuacji</w:t>
            </w:r>
          </w:p>
          <w:p w:rsidR="007A3977" w:rsidRPr="006C3C19" w:rsidRDefault="007A3977" w:rsidP="006E3DE8">
            <w:pPr>
              <w:rPr>
                <w:color w:val="000000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 w:rsidP="006E3DE8">
            <w:pPr>
              <w:pStyle w:val="apodproceduratabelaIItreoan"/>
              <w:rPr>
                <w:color w:val="000000"/>
              </w:rPr>
            </w:pPr>
            <w:r w:rsidRPr="006C3C19">
              <w:rPr>
                <w:color w:val="000000"/>
              </w:rPr>
              <w:t>Wniosek na posiedzenie Zarządu Powiatu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3977" w:rsidRPr="006C3C19" w:rsidRDefault="007A3977" w:rsidP="006E3DE8">
            <w:pPr>
              <w:pStyle w:val="apodproceduratabelaIItreoan"/>
              <w:rPr>
                <w:color w:val="000000"/>
              </w:rPr>
            </w:pPr>
            <w:r w:rsidRPr="006C3C19">
              <w:rPr>
                <w:color w:val="000000"/>
              </w:rPr>
              <w:t>Wydział Oświaty, Kultury i Promocji (OKP)</w:t>
            </w:r>
          </w:p>
        </w:tc>
      </w:tr>
    </w:tbl>
    <w:p w:rsidR="007A3977" w:rsidRDefault="007A3977" w:rsidP="00000EA1">
      <w:pPr>
        <w:widowControl w:val="0"/>
        <w:rPr>
          <w:color w:val="000000"/>
        </w:rPr>
      </w:pPr>
    </w:p>
    <w:p w:rsidR="007A3977" w:rsidRDefault="007A3977" w:rsidP="00000EA1">
      <w:pPr>
        <w:pStyle w:val="podproceduraodstep"/>
        <w:rPr>
          <w:color w:val="000000"/>
        </w:rPr>
      </w:pPr>
    </w:p>
    <w:p w:rsidR="007A3977" w:rsidRDefault="007A3977" w:rsidP="00000EA1">
      <w:pPr>
        <w:pStyle w:val="podproceduratabelaIIItytu3"/>
      </w:pPr>
      <w:r>
        <w:rPr>
          <w:color w:val="000000"/>
        </w:rPr>
        <w:t>TABELA III WYNIK REALIZACJI PODPROCEDURY</w:t>
      </w:r>
    </w:p>
    <w:p w:rsidR="007A3977" w:rsidRDefault="007A3977" w:rsidP="00000EA1">
      <w:pPr>
        <w:widowControl w:val="0"/>
        <w:rPr>
          <w:rFonts w:ascii="Arial" w:hAnsi="Arial" w:cs="Arial"/>
          <w:sz w:val="24"/>
          <w:szCs w:val="24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551"/>
        <w:gridCol w:w="4337"/>
        <w:gridCol w:w="4819"/>
      </w:tblGrid>
      <w:tr w:rsidR="007A3977" w:rsidRPr="006C3C19" w:rsidTr="006E3DE8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977" w:rsidRPr="006C3C19" w:rsidRDefault="007A3977" w:rsidP="006E3DE8">
            <w:pPr>
              <w:pStyle w:val="podproceduratabelaIIInag3wek"/>
            </w:pPr>
            <w:r w:rsidRPr="006C3C19">
              <w:rPr>
                <w:color w:val="000000"/>
              </w:rPr>
              <w:t>L.p.</w:t>
            </w:r>
          </w:p>
        </w:tc>
        <w:tc>
          <w:tcPr>
            <w:tcW w:w="4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977" w:rsidRPr="006C3C19" w:rsidRDefault="007A3977" w:rsidP="006E3DE8">
            <w:pPr>
              <w:pStyle w:val="podproceduratabelaIIInag3wek"/>
            </w:pPr>
            <w:r w:rsidRPr="006C3C19">
              <w:rPr>
                <w:color w:val="000000"/>
              </w:rPr>
              <w:t>Odbiorca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977" w:rsidRPr="006C3C19" w:rsidRDefault="007A3977" w:rsidP="006E3DE8">
            <w:pPr>
              <w:pStyle w:val="podproceduratabelaIIInag3wek"/>
            </w:pPr>
            <w:r w:rsidRPr="006C3C19">
              <w:rPr>
                <w:color w:val="000000"/>
              </w:rPr>
              <w:t>Zdarzenie; Dokument</w:t>
            </w:r>
          </w:p>
        </w:tc>
      </w:tr>
      <w:tr w:rsidR="007A3977" w:rsidRPr="006C3C19" w:rsidTr="006E3DE8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977" w:rsidRPr="006C3C19" w:rsidRDefault="007A3977" w:rsidP="006E3DE8">
            <w:pPr>
              <w:pStyle w:val="podproceduratabelaIIItreoa"/>
            </w:pPr>
            <w:r w:rsidRPr="006C3C19">
              <w:rPr>
                <w:color w:val="000000"/>
              </w:rPr>
              <w:t xml:space="preserve"> 1.</w:t>
            </w:r>
          </w:p>
        </w:tc>
        <w:tc>
          <w:tcPr>
            <w:tcW w:w="4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977" w:rsidRPr="006C3C19" w:rsidRDefault="007A3977" w:rsidP="006E3DE8">
            <w:pPr>
              <w:pStyle w:val="podproceduratabelaIIItreoa"/>
            </w:pPr>
            <w:r w:rsidRPr="006C3C19">
              <w:rPr>
                <w:color w:val="000000"/>
              </w:rPr>
              <w:t>Wydział Oświaty, Kultury i Promocji (OKP)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977" w:rsidRPr="006C3C19" w:rsidRDefault="007A3977" w:rsidP="006E3DE8">
            <w:pPr>
              <w:pStyle w:val="podproceduratabelaIIItreoa"/>
            </w:pPr>
            <w:r w:rsidRPr="006C3C19">
              <w:rPr>
                <w:color w:val="000000"/>
              </w:rPr>
              <w:t>NGO zostało poinformowane o decyzji odmownej w sprawie powołania PRDPP;</w:t>
            </w:r>
            <w:r w:rsidRPr="006C3C19">
              <w:rPr>
                <w:color w:val="000000"/>
              </w:rPr>
              <w:br/>
              <w:t>Informacja o odmowie powołania PRDPP</w:t>
            </w:r>
          </w:p>
        </w:tc>
      </w:tr>
      <w:tr w:rsidR="007A3977" w:rsidRPr="006C3C19" w:rsidTr="006E3DE8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977" w:rsidRPr="006C3C19" w:rsidRDefault="007A3977" w:rsidP="006E3DE8">
            <w:pPr>
              <w:pStyle w:val="podproceduratabelaIIItreoa"/>
            </w:pPr>
            <w:r w:rsidRPr="006C3C19">
              <w:rPr>
                <w:color w:val="000000"/>
              </w:rPr>
              <w:t xml:space="preserve"> 2.</w:t>
            </w:r>
          </w:p>
        </w:tc>
        <w:tc>
          <w:tcPr>
            <w:tcW w:w="4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977" w:rsidRPr="006C3C19" w:rsidRDefault="007A3977" w:rsidP="006E3DE8">
            <w:pPr>
              <w:pStyle w:val="podproceduratabelaIIItreoa"/>
            </w:pPr>
            <w:r w:rsidRPr="006C3C19">
              <w:rPr>
                <w:color w:val="000000"/>
              </w:rPr>
              <w:t>Zarząd Powiatu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977" w:rsidRPr="006C3C19" w:rsidRDefault="007A3977" w:rsidP="006E3DE8">
            <w:pPr>
              <w:pStyle w:val="podproceduratabelaIIItreoa"/>
            </w:pPr>
            <w:r w:rsidRPr="006C3C19">
              <w:rPr>
                <w:color w:val="000000"/>
              </w:rPr>
              <w:t>Powołano przedstawicieli wybranych przez Radę Powiatu, Zarząd Powiatu oraz przedstawicieli zgłaszanych z NGO (na 2 letnią kadencję PRDPP);</w:t>
            </w:r>
            <w:r w:rsidRPr="006C3C19">
              <w:rPr>
                <w:color w:val="000000"/>
              </w:rPr>
              <w:br/>
              <w:t>Zgłoszenie NGO</w:t>
            </w:r>
          </w:p>
        </w:tc>
      </w:tr>
    </w:tbl>
    <w:p w:rsidR="007A3977" w:rsidRDefault="007A3977" w:rsidP="00000EA1">
      <w:pPr>
        <w:widowControl w:val="0"/>
        <w:rPr>
          <w:color w:val="000000"/>
        </w:rPr>
      </w:pPr>
    </w:p>
    <w:p w:rsidR="007A3977" w:rsidRDefault="007A3977" w:rsidP="00000EA1">
      <w:pPr>
        <w:rPr>
          <w:color w:val="000000"/>
        </w:rPr>
      </w:pPr>
      <w:r>
        <w:rPr>
          <w:color w:val="000000"/>
        </w:rPr>
        <w:t>DOKUMENTY ZWIĄZANE:</w:t>
      </w:r>
    </w:p>
    <w:p w:rsidR="007A3977" w:rsidRDefault="007A3977" w:rsidP="00000EA1">
      <w:pPr>
        <w:rPr>
          <w:color w:val="000000"/>
        </w:rPr>
      </w:pPr>
    </w:p>
    <w:p w:rsidR="007A3977" w:rsidRDefault="007A3977" w:rsidP="00000EA1">
      <w:pPr>
        <w:rPr>
          <w:color w:val="000000"/>
        </w:rPr>
      </w:pPr>
      <w:r>
        <w:rPr>
          <w:color w:val="000000"/>
        </w:rPr>
        <w:t xml:space="preserve"> 1. Informacja o odmowie powołania PRDPP</w:t>
      </w:r>
    </w:p>
    <w:p w:rsidR="007A3977" w:rsidRDefault="007A3977" w:rsidP="00000EA1">
      <w:pPr>
        <w:rPr>
          <w:color w:val="000000"/>
        </w:rPr>
      </w:pPr>
      <w:r>
        <w:rPr>
          <w:color w:val="000000"/>
        </w:rPr>
        <w:t xml:space="preserve"> 2. Lista przedstawicieli do PRDPP</w:t>
      </w:r>
    </w:p>
    <w:p w:rsidR="007A3977" w:rsidRDefault="007A3977" w:rsidP="00000EA1">
      <w:pPr>
        <w:rPr>
          <w:color w:val="000000"/>
        </w:rPr>
      </w:pPr>
      <w:r>
        <w:rPr>
          <w:color w:val="000000"/>
        </w:rPr>
        <w:t xml:space="preserve"> 3. Lista przedstawicieli do PRDPP</w:t>
      </w:r>
    </w:p>
    <w:p w:rsidR="007A3977" w:rsidRDefault="007A3977" w:rsidP="00000EA1">
      <w:pPr>
        <w:rPr>
          <w:color w:val="000000"/>
        </w:rPr>
      </w:pPr>
      <w:r>
        <w:rPr>
          <w:color w:val="000000"/>
        </w:rPr>
        <w:t xml:space="preserve"> 4. Uchwała Rady Powiatu</w:t>
      </w:r>
    </w:p>
    <w:p w:rsidR="007A3977" w:rsidRDefault="007A3977" w:rsidP="00000EA1">
      <w:pPr>
        <w:rPr>
          <w:color w:val="000000"/>
        </w:rPr>
      </w:pPr>
      <w:r>
        <w:rPr>
          <w:color w:val="000000"/>
        </w:rPr>
        <w:t xml:space="preserve"> 5. Wniosek na posiedzenie Zarządu Powiatu</w:t>
      </w:r>
    </w:p>
    <w:p w:rsidR="007A3977" w:rsidRDefault="007A3977" w:rsidP="00000EA1">
      <w:pPr>
        <w:rPr>
          <w:color w:val="000000"/>
        </w:rPr>
      </w:pPr>
      <w:r>
        <w:rPr>
          <w:color w:val="000000"/>
        </w:rPr>
        <w:t xml:space="preserve"> 6. Wniosek na posiedzenie Zarządu Powiatu</w:t>
      </w:r>
    </w:p>
    <w:p w:rsidR="007A3977" w:rsidRDefault="007A3977" w:rsidP="00000EA1">
      <w:pPr>
        <w:rPr>
          <w:color w:val="000000"/>
        </w:rPr>
      </w:pPr>
      <w:r>
        <w:rPr>
          <w:color w:val="000000"/>
        </w:rPr>
        <w:t xml:space="preserve"> 7. Wniosek na posiedzenie Zarządu Powiatu</w:t>
      </w:r>
    </w:p>
    <w:p w:rsidR="007A3977" w:rsidRDefault="007A3977" w:rsidP="00000EA1">
      <w:pPr>
        <w:rPr>
          <w:color w:val="000000"/>
        </w:rPr>
      </w:pPr>
      <w:r>
        <w:rPr>
          <w:color w:val="000000"/>
        </w:rPr>
        <w:t xml:space="preserve"> 8. Wniosek na posiedzenie Zarządu Powiatu</w:t>
      </w:r>
    </w:p>
    <w:p w:rsidR="007A3977" w:rsidRDefault="007A3977" w:rsidP="00000EA1">
      <w:pPr>
        <w:rPr>
          <w:color w:val="000000"/>
        </w:rPr>
      </w:pPr>
      <w:r>
        <w:rPr>
          <w:color w:val="000000"/>
        </w:rPr>
        <w:t xml:space="preserve"> 9. Wniosek o powołanie PRDPP</w:t>
      </w:r>
    </w:p>
    <w:p w:rsidR="007A3977" w:rsidRDefault="007A3977" w:rsidP="00000EA1">
      <w:pPr>
        <w:rPr>
          <w:color w:val="000000"/>
        </w:rPr>
      </w:pPr>
      <w:r>
        <w:rPr>
          <w:color w:val="000000"/>
        </w:rPr>
        <w:t xml:space="preserve"> 10. Zgłoszenie NGO</w:t>
      </w:r>
    </w:p>
    <w:p w:rsidR="007A3977" w:rsidRDefault="007A3977" w:rsidP="00000EA1">
      <w:pPr>
        <w:rPr>
          <w:color w:val="000000"/>
        </w:rPr>
      </w:pPr>
      <w:r>
        <w:rPr>
          <w:color w:val="000000"/>
        </w:rPr>
        <w:t xml:space="preserve"> 11. Zgłoszenie NGO</w:t>
      </w:r>
    </w:p>
    <w:p w:rsidR="007A3977" w:rsidRDefault="007A3977" w:rsidP="00000EA1">
      <w:pPr>
        <w:rPr>
          <w:color w:val="000000"/>
        </w:rPr>
      </w:pPr>
      <w:r>
        <w:rPr>
          <w:color w:val="000000"/>
        </w:rPr>
        <w:t xml:space="preserve"> 12. Zgłoszenie NGO</w:t>
      </w:r>
    </w:p>
    <w:p w:rsidR="007A3977" w:rsidRDefault="007A3977" w:rsidP="00000EA1">
      <w:pPr>
        <w:rPr>
          <w:color w:val="000000"/>
        </w:rPr>
      </w:pPr>
      <w:r>
        <w:rPr>
          <w:color w:val="000000"/>
        </w:rPr>
        <w:t xml:space="preserve"> 13. Zgłoszenie NGO</w:t>
      </w:r>
    </w:p>
    <w:p w:rsidR="007A3977" w:rsidRDefault="007A3977" w:rsidP="00000EA1">
      <w:pPr>
        <w:pStyle w:val="podproceduratabelaIIItytu3"/>
        <w:rPr>
          <w:color w:val="000000"/>
        </w:rPr>
      </w:pPr>
      <w:r>
        <w:rPr>
          <w:color w:val="000000"/>
        </w:rPr>
        <w:br w:type="page"/>
        <w:t>MODEL PROCESU:</w:t>
      </w:r>
    </w:p>
    <w:p w:rsidR="007A3977" w:rsidRDefault="007A3977">
      <w:r w:rsidRPr="006C3C19">
        <w:rPr>
          <w:rFonts w:ascii="Arial" w:hAnsi="Arial" w:cs="Arial"/>
          <w:noProof/>
          <w:sz w:val="24"/>
          <w:szCs w:val="24"/>
        </w:rPr>
        <w:pict>
          <v:shape id="Obraz 11" o:spid="_x0000_i1042" type="#_x0000_t75" style="width:412.5pt;height:657pt;visibility:visible">
            <v:imagedata r:id="rId21" o:title=""/>
          </v:shape>
        </w:pict>
      </w:r>
    </w:p>
    <w:sectPr w:rsidR="007A3977" w:rsidSect="00992A72">
      <w:pgSz w:w="11907" w:h="16839"/>
      <w:pgMar w:top="1417" w:right="567" w:bottom="1417" w:left="1701" w:header="708" w:footer="708" w:gutter="0"/>
      <w:cols w:space="708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ller">
    <w:altName w:val="Aller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oNotDisplayPageBoundaries/>
  <w:embedSystemFonts/>
  <w:bordersDoNotSurroundHeader/>
  <w:bordersDoNotSurroundFooter/>
  <w:defaultTabStop w:val="40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512BA"/>
    <w:rsid w:val="00000EA1"/>
    <w:rsid w:val="000F5BE5"/>
    <w:rsid w:val="00142B59"/>
    <w:rsid w:val="0021008C"/>
    <w:rsid w:val="003B67E1"/>
    <w:rsid w:val="00427EAF"/>
    <w:rsid w:val="006C3C19"/>
    <w:rsid w:val="006E3DE8"/>
    <w:rsid w:val="007A3977"/>
    <w:rsid w:val="007C78D5"/>
    <w:rsid w:val="00865B08"/>
    <w:rsid w:val="00924DAF"/>
    <w:rsid w:val="00992A72"/>
    <w:rsid w:val="00A512BA"/>
    <w:rsid w:val="00A74A42"/>
    <w:rsid w:val="00A9723C"/>
    <w:rsid w:val="00AB20E7"/>
    <w:rsid w:val="00B344F5"/>
    <w:rsid w:val="00D60416"/>
    <w:rsid w:val="00E30274"/>
    <w:rsid w:val="00EF2F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2A72"/>
    <w:pPr>
      <w:autoSpaceDE w:val="0"/>
      <w:autoSpaceDN w:val="0"/>
      <w:adjustRightInd w:val="0"/>
    </w:pPr>
    <w:rPr>
      <w:rFonts w:ascii="Times New Roman" w:hAnsi="Times New Roman"/>
      <w:sz w:val="20"/>
      <w:szCs w:val="20"/>
    </w:rPr>
  </w:style>
  <w:style w:type="paragraph" w:styleId="Heading3">
    <w:name w:val="heading 3"/>
    <w:basedOn w:val="Normal"/>
    <w:link w:val="Heading3Char"/>
    <w:uiPriority w:val="99"/>
    <w:qFormat/>
    <w:rsid w:val="00992A72"/>
    <w:pPr>
      <w:outlineLvl w:val="2"/>
    </w:pPr>
    <w:rPr>
      <w:b/>
      <w:bCs/>
      <w:i/>
      <w:i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992A72"/>
    <w:rPr>
      <w:rFonts w:ascii="Cambria" w:hAnsi="Cambria" w:cs="Times New Roman"/>
      <w:b/>
      <w:bCs/>
      <w:sz w:val="26"/>
      <w:szCs w:val="26"/>
    </w:rPr>
  </w:style>
  <w:style w:type="paragraph" w:customStyle="1" w:styleId="stronatytu3owapustegra">
    <w:name w:val="strona_tytu3owa_puste_góra"/>
    <w:basedOn w:val="Normal"/>
    <w:uiPriority w:val="99"/>
    <w:rsid w:val="00992A72"/>
    <w:pPr>
      <w:jc w:val="center"/>
    </w:pPr>
    <w:rPr>
      <w:b/>
      <w:bCs/>
    </w:rPr>
  </w:style>
  <w:style w:type="paragraph" w:customStyle="1" w:styleId="stronatytu3owapusted3">
    <w:name w:val="strona_tytu3owa_puste_dó3"/>
    <w:basedOn w:val="Normal"/>
    <w:uiPriority w:val="99"/>
    <w:rsid w:val="00992A72"/>
    <w:pPr>
      <w:jc w:val="center"/>
    </w:pPr>
    <w:rPr>
      <w:b/>
      <w:bCs/>
    </w:rPr>
  </w:style>
  <w:style w:type="paragraph" w:customStyle="1" w:styleId="stronatytu3owatabelkatytu3y">
    <w:name w:val="strona_tytu3owa_tabelka_tytu3y"/>
    <w:basedOn w:val="Normal"/>
    <w:uiPriority w:val="99"/>
    <w:rsid w:val="00992A72"/>
    <w:rPr>
      <w:b/>
      <w:bCs/>
    </w:rPr>
  </w:style>
  <w:style w:type="paragraph" w:customStyle="1" w:styleId="stronatytu3owatabelkatreoa">
    <w:name w:val="strona_tytu3owa_tabelka_treoa"/>
    <w:basedOn w:val="Normal"/>
    <w:uiPriority w:val="99"/>
    <w:rsid w:val="00992A72"/>
    <w:rPr>
      <w:sz w:val="22"/>
      <w:szCs w:val="22"/>
    </w:rPr>
  </w:style>
  <w:style w:type="paragraph" w:customStyle="1" w:styleId="stronatytu3owaspistytu3">
    <w:name w:val="strona_tytu3owa_spis_tytu3"/>
    <w:basedOn w:val="Normal"/>
    <w:uiPriority w:val="99"/>
    <w:rsid w:val="00992A72"/>
    <w:rPr>
      <w:b/>
      <w:bCs/>
    </w:rPr>
  </w:style>
  <w:style w:type="paragraph" w:customStyle="1" w:styleId="stronatytu3owaspisnag3wkil">
    <w:name w:val="strona_tytu3owa_spis_nag3ówki_l"/>
    <w:basedOn w:val="Normal"/>
    <w:uiPriority w:val="99"/>
    <w:rsid w:val="00992A72"/>
    <w:rPr>
      <w:b/>
      <w:bCs/>
    </w:rPr>
  </w:style>
  <w:style w:type="paragraph" w:customStyle="1" w:styleId="stronatytu3owaspisnag3wkis">
    <w:name w:val="strona_tytu3owa_spis_nag3ówki_s"/>
    <w:basedOn w:val="Normal"/>
    <w:uiPriority w:val="99"/>
    <w:rsid w:val="00992A72"/>
    <w:pPr>
      <w:jc w:val="center"/>
    </w:pPr>
    <w:rPr>
      <w:b/>
      <w:bCs/>
    </w:rPr>
  </w:style>
  <w:style w:type="paragraph" w:customStyle="1" w:styleId="stronatytu3owaspiszawartooa">
    <w:name w:val="strona_tytu3owa_spis_zawartooa"/>
    <w:basedOn w:val="Normal"/>
    <w:uiPriority w:val="99"/>
    <w:rsid w:val="00992A72"/>
  </w:style>
  <w:style w:type="paragraph" w:customStyle="1" w:styleId="stronatytu3owaspispod">
    <w:name w:val="strona_tytu3owa_spis_pod"/>
    <w:basedOn w:val="Normal"/>
    <w:uiPriority w:val="99"/>
    <w:rsid w:val="00992A72"/>
    <w:rPr>
      <w:sz w:val="24"/>
      <w:szCs w:val="24"/>
    </w:rPr>
  </w:style>
  <w:style w:type="paragraph" w:customStyle="1" w:styleId="podproceduratytu3nag3wek">
    <w:name w:val="podprocedura_tytu3_nag3ówek"/>
    <w:basedOn w:val="Normal"/>
    <w:uiPriority w:val="99"/>
    <w:rsid w:val="00992A72"/>
    <w:rPr>
      <w:b/>
      <w:bCs/>
    </w:rPr>
  </w:style>
  <w:style w:type="paragraph" w:customStyle="1" w:styleId="podproceduratytu3treoa">
    <w:name w:val="podprocedura_tytu3_treoa"/>
    <w:basedOn w:val="Normal"/>
    <w:uiPriority w:val="99"/>
    <w:rsid w:val="00992A72"/>
  </w:style>
  <w:style w:type="paragraph" w:customStyle="1" w:styleId="podproceduraodstep">
    <w:name w:val="podprocedura_odstep"/>
    <w:basedOn w:val="Normal"/>
    <w:uiPriority w:val="99"/>
    <w:rsid w:val="00992A72"/>
    <w:rPr>
      <w:sz w:val="24"/>
      <w:szCs w:val="24"/>
    </w:rPr>
  </w:style>
  <w:style w:type="paragraph" w:customStyle="1" w:styleId="podproceduratabelaItytu3">
    <w:name w:val="podprocedura_tabelaI_tytu3"/>
    <w:basedOn w:val="Normal"/>
    <w:uiPriority w:val="99"/>
    <w:rsid w:val="00992A72"/>
    <w:rPr>
      <w:b/>
      <w:bCs/>
    </w:rPr>
  </w:style>
  <w:style w:type="paragraph" w:customStyle="1" w:styleId="podproceduratabelaInag3wek">
    <w:name w:val="podprocedura_tabelaI_nag3ówek"/>
    <w:basedOn w:val="Normal"/>
    <w:uiPriority w:val="99"/>
    <w:rsid w:val="00992A72"/>
    <w:rPr>
      <w:b/>
      <w:bCs/>
    </w:rPr>
  </w:style>
  <w:style w:type="paragraph" w:customStyle="1" w:styleId="podproceduratabelaItreoa">
    <w:name w:val="podprocedura_tabelaI_treoa"/>
    <w:basedOn w:val="Normal"/>
    <w:uiPriority w:val="99"/>
    <w:rsid w:val="00992A72"/>
  </w:style>
  <w:style w:type="paragraph" w:customStyle="1" w:styleId="apodproceduratabelaIItytu3">
    <w:name w:val="a_podprocedura_tabelaII_tytu3"/>
    <w:basedOn w:val="Normal"/>
    <w:uiPriority w:val="99"/>
    <w:rsid w:val="00992A72"/>
    <w:rPr>
      <w:b/>
      <w:bCs/>
    </w:rPr>
  </w:style>
  <w:style w:type="paragraph" w:customStyle="1" w:styleId="apodproceduratabelaIInag3wek1">
    <w:name w:val="a_podprocedura_tabelaII_nag3ówek1"/>
    <w:basedOn w:val="Normal"/>
    <w:uiPriority w:val="99"/>
    <w:rsid w:val="00992A72"/>
    <w:rPr>
      <w:b/>
      <w:bCs/>
    </w:rPr>
  </w:style>
  <w:style w:type="paragraph" w:customStyle="1" w:styleId="apodproceduratabelaIInag3wek2">
    <w:name w:val="a_podprocedura_tabelaII_nag3ówek2"/>
    <w:basedOn w:val="Normal"/>
    <w:uiPriority w:val="99"/>
    <w:rsid w:val="00992A72"/>
    <w:pPr>
      <w:jc w:val="center"/>
    </w:pPr>
    <w:rPr>
      <w:b/>
      <w:bCs/>
    </w:rPr>
  </w:style>
  <w:style w:type="paragraph" w:customStyle="1" w:styleId="apodproceduratabelaIItreoan">
    <w:name w:val="a_podprocedura_tabelaII_treoa_n"/>
    <w:basedOn w:val="Normal"/>
    <w:uiPriority w:val="99"/>
    <w:rsid w:val="00992A72"/>
  </w:style>
  <w:style w:type="paragraph" w:customStyle="1" w:styleId="apodproceduratabelaIItreoab">
    <w:name w:val="a_podprocedura_tabelaII_treoa_b"/>
    <w:basedOn w:val="Normal"/>
    <w:uiPriority w:val="99"/>
    <w:rsid w:val="00992A72"/>
    <w:rPr>
      <w:b/>
      <w:bCs/>
    </w:rPr>
  </w:style>
  <w:style w:type="paragraph" w:customStyle="1" w:styleId="apodproceduratabelaIItreoar">
    <w:name w:val="a_podprocedura_tabelaII_treoa_r"/>
    <w:basedOn w:val="Normal"/>
    <w:uiPriority w:val="99"/>
    <w:rsid w:val="00992A72"/>
  </w:style>
  <w:style w:type="paragraph" w:customStyle="1" w:styleId="podproceduratabelaIIItytu3">
    <w:name w:val="podprocedura_tabelaIII_tytu3"/>
    <w:basedOn w:val="Normal"/>
    <w:uiPriority w:val="99"/>
    <w:rsid w:val="00992A72"/>
    <w:rPr>
      <w:b/>
      <w:bCs/>
    </w:rPr>
  </w:style>
  <w:style w:type="paragraph" w:customStyle="1" w:styleId="podproceduratabelaIIInag3wek">
    <w:name w:val="podprocedura_tabelaIII_nag3ówek"/>
    <w:basedOn w:val="Normal"/>
    <w:uiPriority w:val="99"/>
    <w:rsid w:val="00992A72"/>
    <w:rPr>
      <w:b/>
      <w:bCs/>
    </w:rPr>
  </w:style>
  <w:style w:type="paragraph" w:customStyle="1" w:styleId="podproceduratabelaIIItreoa">
    <w:name w:val="podprocedura_tabelaIII_treoa"/>
    <w:basedOn w:val="Normal"/>
    <w:uiPriority w:val="99"/>
    <w:rsid w:val="00992A72"/>
  </w:style>
  <w:style w:type="paragraph" w:customStyle="1" w:styleId="za31cznik">
    <w:name w:val="za31cznik"/>
    <w:basedOn w:val="Normal"/>
    <w:uiPriority w:val="99"/>
    <w:rsid w:val="00992A72"/>
    <w:rPr>
      <w:b/>
      <w:bCs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8794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emf"/><Relationship Id="rId13" Type="http://schemas.openxmlformats.org/officeDocument/2006/relationships/image" Target="media/image10.emf"/><Relationship Id="rId18" Type="http://schemas.openxmlformats.org/officeDocument/2006/relationships/image" Target="media/image15.emf"/><Relationship Id="rId3" Type="http://schemas.openxmlformats.org/officeDocument/2006/relationships/webSettings" Target="webSettings.xml"/><Relationship Id="rId21" Type="http://schemas.openxmlformats.org/officeDocument/2006/relationships/image" Target="media/image18.emf"/><Relationship Id="rId7" Type="http://schemas.openxmlformats.org/officeDocument/2006/relationships/image" Target="media/image4.emf"/><Relationship Id="rId12" Type="http://schemas.openxmlformats.org/officeDocument/2006/relationships/image" Target="media/image9.emf"/><Relationship Id="rId17" Type="http://schemas.openxmlformats.org/officeDocument/2006/relationships/image" Target="media/image14.emf"/><Relationship Id="rId2" Type="http://schemas.openxmlformats.org/officeDocument/2006/relationships/settings" Target="settings.xml"/><Relationship Id="rId16" Type="http://schemas.openxmlformats.org/officeDocument/2006/relationships/image" Target="media/image13.emf"/><Relationship Id="rId20" Type="http://schemas.openxmlformats.org/officeDocument/2006/relationships/image" Target="media/image17.emf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11" Type="http://schemas.openxmlformats.org/officeDocument/2006/relationships/image" Target="media/image8.emf"/><Relationship Id="rId5" Type="http://schemas.openxmlformats.org/officeDocument/2006/relationships/image" Target="media/image2.emf"/><Relationship Id="rId15" Type="http://schemas.openxmlformats.org/officeDocument/2006/relationships/image" Target="media/image12.emf"/><Relationship Id="rId23" Type="http://schemas.openxmlformats.org/officeDocument/2006/relationships/theme" Target="theme/theme1.xml"/><Relationship Id="rId10" Type="http://schemas.openxmlformats.org/officeDocument/2006/relationships/image" Target="media/image7.emf"/><Relationship Id="rId19" Type="http://schemas.openxmlformats.org/officeDocument/2006/relationships/image" Target="media/image16.emf"/><Relationship Id="rId4" Type="http://schemas.openxmlformats.org/officeDocument/2006/relationships/image" Target="media/image1.emf"/><Relationship Id="rId9" Type="http://schemas.openxmlformats.org/officeDocument/2006/relationships/image" Target="media/image6.emf"/><Relationship Id="rId14" Type="http://schemas.openxmlformats.org/officeDocument/2006/relationships/image" Target="media/image11.emf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29</Pages>
  <Words>5658</Words>
  <Characters>-32766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Płaszczyzna 3 – Infrastruktura współpracy, tworzenie warunków do społecznej aktywności</dc:title>
  <dc:subject/>
  <dc:creator>Admin</dc:creator>
  <cp:keywords/>
  <dc:description/>
  <cp:lastModifiedBy>anna.drozdowska</cp:lastModifiedBy>
  <cp:revision>2</cp:revision>
  <dcterms:created xsi:type="dcterms:W3CDTF">2015-06-22T08:09:00Z</dcterms:created>
  <dcterms:modified xsi:type="dcterms:W3CDTF">2015-06-22T08:09:00Z</dcterms:modified>
</cp:coreProperties>
</file>